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699B" w14:textId="77777777" w:rsidR="0011708D" w:rsidRPr="00274938" w:rsidRDefault="0011708D" w:rsidP="009534E2">
      <w:pPr>
        <w:widowControl w:val="0"/>
        <w:jc w:val="center"/>
        <w:rPr>
          <w:rFonts w:ascii="Cambria" w:hAnsi="Cambria"/>
          <w:caps/>
          <w:color w:val="C00000"/>
          <w:spacing w:val="30"/>
          <w:sz w:val="20"/>
          <w:szCs w:val="20"/>
        </w:rPr>
      </w:pPr>
    </w:p>
    <w:p w14:paraId="5F0621B9" w14:textId="77777777" w:rsidR="0011708D" w:rsidRPr="00274938" w:rsidRDefault="0011708D" w:rsidP="009534E2">
      <w:pPr>
        <w:widowControl w:val="0"/>
        <w:jc w:val="center"/>
        <w:rPr>
          <w:rFonts w:ascii="Cambria" w:hAnsi="Cambria"/>
          <w:caps/>
          <w:color w:val="C00000"/>
          <w:spacing w:val="30"/>
          <w:sz w:val="20"/>
          <w:szCs w:val="20"/>
        </w:rPr>
      </w:pPr>
    </w:p>
    <w:p w14:paraId="6929D03C" w14:textId="1A1627EB" w:rsidR="008B5029" w:rsidRPr="00274938" w:rsidRDefault="000429A9" w:rsidP="009534E2">
      <w:pPr>
        <w:widowControl w:val="0"/>
        <w:jc w:val="center"/>
        <w:rPr>
          <w:rFonts w:ascii="Cambria" w:hAnsi="Cambria"/>
          <w:b/>
          <w:bCs/>
          <w:caps/>
          <w:color w:val="008998"/>
          <w:spacing w:val="30"/>
          <w:sz w:val="20"/>
          <w:szCs w:val="20"/>
        </w:rPr>
      </w:pPr>
      <w:r w:rsidRPr="00274938">
        <w:rPr>
          <w:rFonts w:ascii="Cambria" w:hAnsi="Cambria"/>
          <w:caps/>
          <w:color w:val="C00000"/>
          <w:spacing w:val="30"/>
          <w:sz w:val="20"/>
          <w:szCs w:val="20"/>
        </w:rPr>
        <w:t xml:space="preserve"> </w:t>
      </w:r>
      <w:r w:rsidR="008B5029" w:rsidRPr="00274938">
        <w:rPr>
          <w:rFonts w:ascii="Cambria" w:hAnsi="Cambria"/>
          <w:b/>
          <w:bCs/>
          <w:caps/>
          <w:color w:val="008998"/>
          <w:spacing w:val="30"/>
          <w:sz w:val="20"/>
          <w:szCs w:val="20"/>
        </w:rPr>
        <w:t>Súťažné podklady</w:t>
      </w:r>
    </w:p>
    <w:p w14:paraId="042682C4" w14:textId="77777777" w:rsidR="008B5029" w:rsidRPr="00274938" w:rsidRDefault="008B5029" w:rsidP="009534E2">
      <w:pPr>
        <w:widowControl w:val="0"/>
        <w:jc w:val="center"/>
        <w:rPr>
          <w:rFonts w:ascii="Cambria" w:hAnsi="Cambria"/>
          <w:caps/>
          <w:spacing w:val="30"/>
          <w:sz w:val="20"/>
          <w:szCs w:val="20"/>
        </w:rPr>
      </w:pPr>
    </w:p>
    <w:p w14:paraId="1C201B41" w14:textId="7BEB6592" w:rsidR="00785BCA" w:rsidRPr="00274938" w:rsidRDefault="00197DC1" w:rsidP="00785BCA">
      <w:pPr>
        <w:jc w:val="center"/>
        <w:rPr>
          <w:rFonts w:ascii="Cambria" w:hAnsi="Cambria"/>
          <w:caps/>
          <w:spacing w:val="30"/>
          <w:sz w:val="20"/>
          <w:szCs w:val="20"/>
        </w:rPr>
      </w:pPr>
      <w:r w:rsidRPr="00274938">
        <w:rPr>
          <w:rFonts w:ascii="Cambria" w:hAnsi="Cambria"/>
          <w:caps/>
          <w:spacing w:val="30"/>
          <w:sz w:val="20"/>
          <w:szCs w:val="20"/>
        </w:rPr>
        <w:t>BEŽNÝ POSTUP PRE PODLIMITNÉ ZÁKAZKY</w:t>
      </w:r>
    </w:p>
    <w:p w14:paraId="16C25080" w14:textId="471D3A6F" w:rsidR="00785BCA" w:rsidRPr="00274938" w:rsidRDefault="00197DC1" w:rsidP="00785BCA">
      <w:pPr>
        <w:jc w:val="center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podľa § 112 až § 114 a § 116 zákona č. 343/2015 Z. z. o verejnom obstarávaní a o zmene a doplnení niektorých zákonov v platnom znení („</w:t>
      </w:r>
      <w:r w:rsidRPr="00274938">
        <w:rPr>
          <w:rFonts w:ascii="Cambria" w:hAnsi="Cambria"/>
          <w:b/>
          <w:bCs/>
          <w:sz w:val="20"/>
          <w:szCs w:val="20"/>
        </w:rPr>
        <w:t>ZVO</w:t>
      </w:r>
      <w:r w:rsidRPr="00274938">
        <w:rPr>
          <w:rFonts w:ascii="Cambria" w:hAnsi="Cambria"/>
          <w:sz w:val="20"/>
          <w:szCs w:val="20"/>
        </w:rPr>
        <w:t>“)</w:t>
      </w:r>
      <w:r w:rsidR="00785BCA" w:rsidRPr="00274938">
        <w:rPr>
          <w:rFonts w:ascii="Cambria" w:eastAsia="MingLiU" w:hAnsi="Cambria" w:cs="MingLiU"/>
          <w:sz w:val="20"/>
          <w:szCs w:val="20"/>
        </w:rPr>
        <w:br/>
      </w:r>
      <w:r w:rsidR="00785BCA" w:rsidRPr="00274938">
        <w:rPr>
          <w:rFonts w:ascii="Cambria" w:hAnsi="Cambria"/>
          <w:sz w:val="20"/>
          <w:szCs w:val="20"/>
        </w:rPr>
        <w:t xml:space="preserve"> (</w:t>
      </w:r>
      <w:r w:rsidRPr="00274938">
        <w:rPr>
          <w:rFonts w:ascii="Cambria" w:hAnsi="Cambria"/>
          <w:sz w:val="20"/>
          <w:szCs w:val="20"/>
        </w:rPr>
        <w:t xml:space="preserve">ďalej aj ako </w:t>
      </w:r>
      <w:r w:rsidR="00A04C69" w:rsidRPr="00274938">
        <w:rPr>
          <w:rFonts w:ascii="Cambria" w:hAnsi="Cambria"/>
          <w:sz w:val="20"/>
          <w:szCs w:val="20"/>
        </w:rPr>
        <w:t>„</w:t>
      </w:r>
      <w:r w:rsidR="00A04C69" w:rsidRPr="00274938">
        <w:rPr>
          <w:rFonts w:ascii="Cambria" w:hAnsi="Cambria"/>
          <w:b/>
          <w:sz w:val="20"/>
          <w:szCs w:val="20"/>
        </w:rPr>
        <w:t>Verejné obstarávanie</w:t>
      </w:r>
      <w:r w:rsidR="00A04C69" w:rsidRPr="00274938">
        <w:rPr>
          <w:rFonts w:ascii="Cambria" w:hAnsi="Cambria"/>
          <w:sz w:val="20"/>
          <w:szCs w:val="20"/>
        </w:rPr>
        <w:t>“)</w:t>
      </w:r>
    </w:p>
    <w:p w14:paraId="380F6FFD" w14:textId="77777777" w:rsidR="00785BCA" w:rsidRPr="00274938" w:rsidRDefault="00785BCA" w:rsidP="00785BCA">
      <w:pPr>
        <w:jc w:val="center"/>
        <w:rPr>
          <w:rFonts w:ascii="Cambria" w:hAnsi="Cambria"/>
          <w:sz w:val="20"/>
          <w:szCs w:val="20"/>
        </w:rPr>
      </w:pPr>
    </w:p>
    <w:p w14:paraId="43481075" w14:textId="41775E59" w:rsidR="00785BCA" w:rsidRPr="00274938" w:rsidRDefault="00785BCA" w:rsidP="00785BCA">
      <w:pPr>
        <w:jc w:val="center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/</w:t>
      </w:r>
      <w:r w:rsidR="00197DC1" w:rsidRPr="00274938">
        <w:rPr>
          <w:rFonts w:ascii="Cambria" w:hAnsi="Cambria"/>
          <w:sz w:val="20"/>
          <w:szCs w:val="20"/>
        </w:rPr>
        <w:t>stavebné práce</w:t>
      </w:r>
      <w:r w:rsidRPr="00274938">
        <w:rPr>
          <w:rFonts w:ascii="Cambria" w:hAnsi="Cambria"/>
          <w:sz w:val="20"/>
          <w:szCs w:val="20"/>
        </w:rPr>
        <w:t>/</w:t>
      </w:r>
    </w:p>
    <w:p w14:paraId="1A8F7674" w14:textId="77777777" w:rsidR="00785BCA" w:rsidRPr="00274938" w:rsidRDefault="00785BCA" w:rsidP="00785BCA">
      <w:pPr>
        <w:jc w:val="center"/>
        <w:rPr>
          <w:rFonts w:ascii="Cambria" w:hAnsi="Cambria"/>
          <w:sz w:val="20"/>
          <w:szCs w:val="20"/>
        </w:rPr>
      </w:pPr>
    </w:p>
    <w:p w14:paraId="0CC0109E" w14:textId="6B5180FF" w:rsidR="00785BCA" w:rsidRPr="00274938" w:rsidRDefault="00785BCA" w:rsidP="00785BCA">
      <w:pPr>
        <w:jc w:val="center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evidenčné číslo </w:t>
      </w:r>
      <w:r w:rsidR="00197DC1" w:rsidRPr="00274938">
        <w:rPr>
          <w:rFonts w:ascii="Cambria" w:hAnsi="Cambria"/>
          <w:sz w:val="20"/>
          <w:szCs w:val="20"/>
        </w:rPr>
        <w:t>Verejného obstarávania</w:t>
      </w:r>
      <w:r w:rsidRPr="00274938">
        <w:rPr>
          <w:rFonts w:ascii="Cambria" w:hAnsi="Cambria"/>
          <w:sz w:val="20"/>
          <w:szCs w:val="20"/>
        </w:rPr>
        <w:t>:</w:t>
      </w:r>
    </w:p>
    <w:p w14:paraId="1CF047B1" w14:textId="69067E37" w:rsidR="00DD3FC4" w:rsidRPr="00274938" w:rsidRDefault="006C0E5D" w:rsidP="00785BCA">
      <w:pPr>
        <w:jc w:val="center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447763</w:t>
      </w:r>
      <w:r w:rsidRPr="00274938" w:rsidDel="006C0E5D">
        <w:rPr>
          <w:rFonts w:ascii="Cambria" w:hAnsi="Cambria"/>
          <w:sz w:val="20"/>
          <w:szCs w:val="20"/>
        </w:rPr>
        <w:t xml:space="preserve"> </w:t>
      </w:r>
    </w:p>
    <w:p w14:paraId="6E783ACF" w14:textId="7B0E8ACD" w:rsidR="00CD2F4E" w:rsidRPr="00274938" w:rsidRDefault="00CD2F4E" w:rsidP="00785BCA">
      <w:pPr>
        <w:jc w:val="center"/>
        <w:rPr>
          <w:rFonts w:ascii="Cambria" w:hAnsi="Cambria"/>
          <w:sz w:val="20"/>
          <w:szCs w:val="20"/>
        </w:rPr>
      </w:pPr>
    </w:p>
    <w:p w14:paraId="77EFD846" w14:textId="77777777" w:rsidR="00113A48" w:rsidRPr="00274938" w:rsidRDefault="00113A48" w:rsidP="00785BCA">
      <w:pPr>
        <w:jc w:val="center"/>
        <w:rPr>
          <w:rFonts w:ascii="Cambria" w:hAnsi="Cambria"/>
          <w:sz w:val="20"/>
          <w:szCs w:val="20"/>
        </w:rPr>
      </w:pPr>
    </w:p>
    <w:p w14:paraId="69F6AE73" w14:textId="77777777" w:rsidR="00785BCA" w:rsidRPr="00274938" w:rsidRDefault="00785BCA" w:rsidP="00785BCA">
      <w:pPr>
        <w:jc w:val="center"/>
        <w:rPr>
          <w:rFonts w:ascii="Cambria" w:hAnsi="Cambria"/>
          <w:caps/>
          <w:spacing w:val="30"/>
          <w:sz w:val="20"/>
          <w:szCs w:val="20"/>
        </w:rPr>
      </w:pPr>
      <w:r w:rsidRPr="00274938">
        <w:rPr>
          <w:rFonts w:ascii="Cambria" w:hAnsi="Cambria"/>
          <w:caps/>
          <w:spacing w:val="30"/>
          <w:sz w:val="20"/>
          <w:szCs w:val="20"/>
        </w:rPr>
        <w:t>predmet zákazky</w:t>
      </w:r>
    </w:p>
    <w:p w14:paraId="10ADAE8E" w14:textId="571D1C38" w:rsidR="00785BCA" w:rsidRPr="00274938" w:rsidRDefault="00785BCA" w:rsidP="00785BCA">
      <w:pPr>
        <w:rPr>
          <w:rFonts w:ascii="Cambria" w:hAnsi="Cambria"/>
          <w:sz w:val="20"/>
          <w:szCs w:val="20"/>
        </w:rPr>
      </w:pPr>
    </w:p>
    <w:p w14:paraId="12D06457" w14:textId="4A7CE94A" w:rsidR="00442FEC" w:rsidRPr="00274938" w:rsidRDefault="00442FEC" w:rsidP="00785BCA">
      <w:pPr>
        <w:rPr>
          <w:rFonts w:ascii="Cambria" w:hAnsi="Cambria"/>
          <w:sz w:val="20"/>
          <w:szCs w:val="20"/>
        </w:rPr>
      </w:pPr>
    </w:p>
    <w:p w14:paraId="350E89CF" w14:textId="77777777" w:rsidR="00113A48" w:rsidRPr="00274938" w:rsidRDefault="00113A48" w:rsidP="00785BCA">
      <w:pPr>
        <w:rPr>
          <w:rFonts w:ascii="Cambria" w:hAnsi="Cambria"/>
          <w:sz w:val="20"/>
          <w:szCs w:val="20"/>
        </w:rPr>
      </w:pPr>
    </w:p>
    <w:p w14:paraId="04795B4F" w14:textId="77777777" w:rsidR="00442FEC" w:rsidRPr="00274938" w:rsidRDefault="00442FEC" w:rsidP="00785BCA">
      <w:pPr>
        <w:rPr>
          <w:rFonts w:ascii="Cambria" w:hAnsi="Cambria"/>
          <w:sz w:val="20"/>
          <w:szCs w:val="20"/>
        </w:rPr>
      </w:pPr>
    </w:p>
    <w:p w14:paraId="6E87AB2C" w14:textId="22C5C44E" w:rsidR="00DD3FC4" w:rsidRPr="00274938" w:rsidRDefault="0011708D" w:rsidP="00892872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63859637"/>
      <w:bookmarkStart w:id="1" w:name="_Hlk109985122"/>
      <w:r w:rsidRPr="00274938">
        <w:rPr>
          <w:rFonts w:ascii="Cambria" w:hAnsi="Cambria"/>
          <w:b/>
          <w:bCs/>
          <w:sz w:val="20"/>
          <w:szCs w:val="20"/>
        </w:rPr>
        <w:t xml:space="preserve">Zvýšenie </w:t>
      </w:r>
      <w:r w:rsidR="00671E98" w:rsidRPr="00274938">
        <w:rPr>
          <w:rFonts w:ascii="Cambria" w:hAnsi="Cambria"/>
          <w:b/>
          <w:bCs/>
          <w:sz w:val="20"/>
          <w:szCs w:val="20"/>
        </w:rPr>
        <w:t>prevádzkovej</w:t>
      </w:r>
      <w:r w:rsidR="00195EE7" w:rsidRPr="00274938">
        <w:rPr>
          <w:rFonts w:ascii="Cambria" w:hAnsi="Cambria"/>
          <w:b/>
          <w:bCs/>
          <w:sz w:val="20"/>
          <w:szCs w:val="20"/>
        </w:rPr>
        <w:t xml:space="preserve"> </w:t>
      </w:r>
      <w:r w:rsidRPr="00274938">
        <w:rPr>
          <w:rFonts w:ascii="Cambria" w:hAnsi="Cambria"/>
          <w:b/>
          <w:bCs/>
          <w:sz w:val="20"/>
          <w:szCs w:val="20"/>
        </w:rPr>
        <w:t xml:space="preserve">efektívnosti </w:t>
      </w:r>
      <w:r w:rsidR="00671E98" w:rsidRPr="00274938">
        <w:rPr>
          <w:rFonts w:ascii="Cambria" w:hAnsi="Cambria"/>
          <w:b/>
          <w:bCs/>
          <w:sz w:val="20"/>
          <w:szCs w:val="20"/>
        </w:rPr>
        <w:t xml:space="preserve">energetického hospodárstva </w:t>
      </w:r>
      <w:bookmarkEnd w:id="0"/>
      <w:r w:rsidR="00892872" w:rsidRPr="00274938">
        <w:rPr>
          <w:rFonts w:ascii="Cambria" w:hAnsi="Cambria"/>
          <w:b/>
          <w:bCs/>
          <w:sz w:val="20"/>
          <w:szCs w:val="20"/>
        </w:rPr>
        <w:t xml:space="preserve">Domova sociálnych služieb a zariadenia pre seniorov </w:t>
      </w:r>
      <w:proofErr w:type="spellStart"/>
      <w:r w:rsidR="00892872" w:rsidRPr="00274938">
        <w:rPr>
          <w:rFonts w:ascii="Cambria" w:hAnsi="Cambria"/>
          <w:b/>
          <w:bCs/>
          <w:sz w:val="20"/>
          <w:szCs w:val="20"/>
        </w:rPr>
        <w:t>Harmonia</w:t>
      </w:r>
      <w:proofErr w:type="spellEnd"/>
    </w:p>
    <w:p w14:paraId="18089C63" w14:textId="2AC04105" w:rsidR="00741359" w:rsidRPr="00274938" w:rsidRDefault="00741359" w:rsidP="00892872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2C8B31DD" w14:textId="0B37BAE3" w:rsidR="00741359" w:rsidRPr="00274938" w:rsidRDefault="00741359" w:rsidP="00892872">
      <w:pPr>
        <w:jc w:val="center"/>
        <w:rPr>
          <w:rFonts w:ascii="Cambria" w:hAnsi="Cambria"/>
          <w:sz w:val="20"/>
          <w:szCs w:val="20"/>
        </w:rPr>
      </w:pPr>
    </w:p>
    <w:p w14:paraId="74094B10" w14:textId="0D033518" w:rsidR="00113A48" w:rsidRPr="00274938" w:rsidRDefault="00113A48" w:rsidP="00892872">
      <w:pPr>
        <w:jc w:val="center"/>
        <w:rPr>
          <w:rFonts w:ascii="Cambria" w:hAnsi="Cambria"/>
          <w:sz w:val="20"/>
          <w:szCs w:val="20"/>
        </w:rPr>
      </w:pPr>
    </w:p>
    <w:p w14:paraId="4F18A253" w14:textId="77777777" w:rsidR="00113A48" w:rsidRPr="00274938" w:rsidRDefault="00113A48" w:rsidP="00892872">
      <w:pPr>
        <w:jc w:val="center"/>
        <w:rPr>
          <w:rFonts w:ascii="Cambria" w:hAnsi="Cambria"/>
          <w:sz w:val="20"/>
          <w:szCs w:val="20"/>
        </w:rPr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274938" w14:paraId="4CE38FF5" w14:textId="77777777" w:rsidTr="001438C0">
        <w:trPr>
          <w:trHeight w:val="1682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bookmarkEnd w:id="1"/>
          <w:p w14:paraId="536270A1" w14:textId="62E0DD59" w:rsidR="00DD3FC4" w:rsidRPr="00274938" w:rsidRDefault="00BF09B9" w:rsidP="00346DA6">
            <w:pPr>
              <w:rPr>
                <w:rFonts w:ascii="Cambria" w:hAnsi="Cambria"/>
                <w:sz w:val="20"/>
                <w:szCs w:val="20"/>
              </w:rPr>
            </w:pPr>
            <w:r w:rsidRPr="00274938">
              <w:rPr>
                <w:rFonts w:ascii="Cambria" w:hAnsi="Cambria"/>
                <w:sz w:val="20"/>
                <w:szCs w:val="20"/>
              </w:rPr>
              <w:t>Osoba zodpovedná za vypracovanie súťažných podkladov:</w:t>
            </w:r>
          </w:p>
        </w:tc>
        <w:tc>
          <w:tcPr>
            <w:tcW w:w="4382" w:type="dxa"/>
            <w:tcBorders>
              <w:bottom w:val="single" w:sz="4" w:space="0" w:color="auto"/>
            </w:tcBorders>
          </w:tcPr>
          <w:p w14:paraId="373FB6CC" w14:textId="77777777" w:rsidR="00EB5BD3" w:rsidRPr="00274938" w:rsidRDefault="00EB5BD3" w:rsidP="0038247B">
            <w:pPr>
              <w:ind w:left="282"/>
              <w:jc w:val="right"/>
              <w:rPr>
                <w:rFonts w:ascii="Cambria" w:hAnsi="Cambria"/>
                <w:sz w:val="20"/>
                <w:szCs w:val="20"/>
              </w:rPr>
            </w:pPr>
          </w:p>
          <w:p w14:paraId="063870FF" w14:textId="77777777" w:rsidR="00442FEC" w:rsidRPr="00274938" w:rsidRDefault="00442FEC" w:rsidP="00741359">
            <w:pPr>
              <w:ind w:left="282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6C24DED" w14:textId="77777777" w:rsidR="00442FEC" w:rsidRPr="00274938" w:rsidRDefault="00442FEC" w:rsidP="00741359">
            <w:pPr>
              <w:ind w:left="282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55B46CFF" w14:textId="3E538FD9" w:rsidR="00EB5BD3" w:rsidRPr="00274938" w:rsidRDefault="00EB5BD3" w:rsidP="00741359">
            <w:pPr>
              <w:ind w:left="282"/>
              <w:jc w:val="center"/>
              <w:rPr>
                <w:rFonts w:ascii="Cambria" w:hAnsi="Cambria"/>
                <w:sz w:val="20"/>
                <w:szCs w:val="20"/>
              </w:rPr>
            </w:pPr>
            <w:r w:rsidRPr="00274938">
              <w:rPr>
                <w:rFonts w:ascii="Cambria" w:hAnsi="Cambria"/>
                <w:sz w:val="20"/>
                <w:szCs w:val="20"/>
              </w:rPr>
              <w:t>JUDr. Tomáš Uríček</w:t>
            </w:r>
          </w:p>
          <w:p w14:paraId="593E7A38" w14:textId="75FF202E" w:rsidR="00BF09B9" w:rsidRPr="00274938" w:rsidRDefault="00BF09B9" w:rsidP="0038247B">
            <w:pPr>
              <w:ind w:left="282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D69BA" w:rsidRPr="00274938" w14:paraId="4B2D28C9" w14:textId="77777777" w:rsidTr="001A249A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3FAA2BCC" w14:textId="5C1CBD96" w:rsidR="00BD69BA" w:rsidRPr="00274938" w:rsidRDefault="00BD69BA" w:rsidP="00231350">
            <w:pPr>
              <w:rPr>
                <w:rFonts w:ascii="Cambria" w:hAnsi="Cambria"/>
                <w:sz w:val="20"/>
                <w:szCs w:val="20"/>
              </w:rPr>
            </w:pPr>
            <w:r w:rsidRPr="00274938">
              <w:rPr>
                <w:rFonts w:ascii="Cambria" w:hAnsi="Cambria"/>
                <w:sz w:val="20"/>
                <w:szCs w:val="20"/>
              </w:rPr>
              <w:t xml:space="preserve">Súťažné podklady schválil:      </w:t>
            </w:r>
          </w:p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6AA448" w14:textId="5971BA7E" w:rsidR="00BD69BA" w:rsidRPr="00274938" w:rsidRDefault="00741359" w:rsidP="00892872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274938">
              <w:rPr>
                <w:rFonts w:ascii="Cambria" w:hAnsi="Cambria"/>
                <w:sz w:val="20"/>
                <w:szCs w:val="20"/>
              </w:rPr>
              <w:t xml:space="preserve">Mgr. Viera </w:t>
            </w:r>
            <w:proofErr w:type="spellStart"/>
            <w:r w:rsidRPr="00274938">
              <w:rPr>
                <w:rFonts w:ascii="Cambria" w:hAnsi="Cambria"/>
                <w:sz w:val="20"/>
                <w:szCs w:val="20"/>
              </w:rPr>
              <w:t>Dzurja</w:t>
            </w:r>
            <w:r w:rsidR="00DE4DE0" w:rsidRPr="00274938">
              <w:rPr>
                <w:rFonts w:ascii="Cambria" w:hAnsi="Cambria"/>
                <w:sz w:val="20"/>
                <w:szCs w:val="20"/>
              </w:rPr>
              <w:t>š</w:t>
            </w:r>
            <w:r w:rsidRPr="00274938">
              <w:rPr>
                <w:rFonts w:ascii="Cambria" w:hAnsi="Cambria"/>
                <w:sz w:val="20"/>
                <w:szCs w:val="20"/>
              </w:rPr>
              <w:t>kova</w:t>
            </w:r>
            <w:proofErr w:type="spellEnd"/>
            <w:r w:rsidRPr="00274938">
              <w:rPr>
                <w:rFonts w:ascii="Cambria" w:hAnsi="Cambria"/>
                <w:sz w:val="20"/>
                <w:szCs w:val="20"/>
              </w:rPr>
              <w:t>́, riadite</w:t>
            </w:r>
            <w:r w:rsidRPr="00274938">
              <w:rPr>
                <w:rFonts w:ascii="Cambria" w:hAnsi="Cambria" w:cs="Nudista"/>
                <w:sz w:val="20"/>
                <w:szCs w:val="20"/>
              </w:rPr>
              <w:t>ľ</w:t>
            </w:r>
            <w:r w:rsidRPr="00274938">
              <w:rPr>
                <w:rFonts w:ascii="Cambria" w:hAnsi="Cambria"/>
                <w:sz w:val="20"/>
                <w:szCs w:val="20"/>
              </w:rPr>
              <w:t>ka</w:t>
            </w:r>
          </w:p>
        </w:tc>
      </w:tr>
    </w:tbl>
    <w:p w14:paraId="463D9A4B" w14:textId="1E827D90" w:rsidR="00785BCA" w:rsidRPr="00274938" w:rsidRDefault="00785BCA" w:rsidP="00785BCA">
      <w:pPr>
        <w:jc w:val="center"/>
        <w:rPr>
          <w:rFonts w:ascii="Cambria" w:hAnsi="Cambria"/>
          <w:sz w:val="20"/>
          <w:szCs w:val="20"/>
        </w:rPr>
      </w:pPr>
    </w:p>
    <w:p w14:paraId="4455062A" w14:textId="10FC7FFC" w:rsidR="00785BCA" w:rsidRPr="00274938" w:rsidRDefault="00785BCA" w:rsidP="00785BCA">
      <w:pPr>
        <w:tabs>
          <w:tab w:val="left" w:pos="6425"/>
        </w:tabs>
        <w:rPr>
          <w:rFonts w:ascii="Cambria" w:hAnsi="Cambria"/>
          <w:sz w:val="20"/>
          <w:szCs w:val="20"/>
        </w:rPr>
      </w:pPr>
    </w:p>
    <w:p w14:paraId="41C68E1C" w14:textId="75EF1DA0" w:rsidR="00741359" w:rsidRPr="00274938" w:rsidRDefault="00741359" w:rsidP="00785BCA">
      <w:pPr>
        <w:tabs>
          <w:tab w:val="left" w:pos="6425"/>
        </w:tabs>
        <w:rPr>
          <w:rFonts w:ascii="Cambria" w:hAnsi="Cambria"/>
          <w:sz w:val="20"/>
          <w:szCs w:val="20"/>
        </w:rPr>
      </w:pPr>
    </w:p>
    <w:p w14:paraId="715073AA" w14:textId="36723A5E" w:rsidR="00741359" w:rsidRPr="00274938" w:rsidRDefault="00741359" w:rsidP="00785BCA">
      <w:pPr>
        <w:tabs>
          <w:tab w:val="left" w:pos="6425"/>
        </w:tabs>
        <w:rPr>
          <w:rFonts w:ascii="Cambria" w:hAnsi="Cambria"/>
          <w:sz w:val="20"/>
          <w:szCs w:val="20"/>
        </w:rPr>
      </w:pPr>
    </w:p>
    <w:p w14:paraId="6C5F8BB5" w14:textId="77777777" w:rsidR="00442FEC" w:rsidRPr="00274938" w:rsidRDefault="00442FEC" w:rsidP="00DE4DE0">
      <w:pPr>
        <w:rPr>
          <w:rFonts w:ascii="Cambria" w:hAnsi="Cambria"/>
          <w:sz w:val="20"/>
          <w:szCs w:val="20"/>
        </w:rPr>
      </w:pPr>
    </w:p>
    <w:p w14:paraId="3E3685E6" w14:textId="77777777" w:rsidR="00442FEC" w:rsidRPr="00274938" w:rsidRDefault="00442FEC" w:rsidP="00EB5BD3">
      <w:pPr>
        <w:jc w:val="center"/>
        <w:rPr>
          <w:rFonts w:ascii="Cambria" w:hAnsi="Cambria"/>
          <w:sz w:val="20"/>
          <w:szCs w:val="20"/>
        </w:rPr>
      </w:pPr>
    </w:p>
    <w:p w14:paraId="547FF7CE" w14:textId="77777777" w:rsidR="00442FEC" w:rsidRPr="00274938" w:rsidRDefault="00442FEC" w:rsidP="00EB5BD3">
      <w:pPr>
        <w:jc w:val="center"/>
        <w:rPr>
          <w:rFonts w:ascii="Cambria" w:hAnsi="Cambria"/>
          <w:sz w:val="20"/>
          <w:szCs w:val="20"/>
        </w:rPr>
      </w:pPr>
    </w:p>
    <w:p w14:paraId="113270C6" w14:textId="77777777" w:rsidR="00442FEC" w:rsidRPr="00274938" w:rsidRDefault="00442FEC" w:rsidP="00EB5BD3">
      <w:pPr>
        <w:jc w:val="center"/>
        <w:rPr>
          <w:rFonts w:ascii="Cambria" w:hAnsi="Cambria"/>
          <w:sz w:val="20"/>
          <w:szCs w:val="20"/>
        </w:rPr>
      </w:pPr>
    </w:p>
    <w:p w14:paraId="1DF85B13" w14:textId="4C526D28" w:rsidR="00EB5BD3" w:rsidRPr="00274938" w:rsidRDefault="00785BCA" w:rsidP="00EB5BD3">
      <w:pPr>
        <w:jc w:val="center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V</w:t>
      </w:r>
      <w:r w:rsidRPr="00274938">
        <w:rPr>
          <w:rFonts w:ascii="Cambria" w:hAnsi="Cambria" w:cs="Calibri"/>
          <w:sz w:val="20"/>
          <w:szCs w:val="20"/>
        </w:rPr>
        <w:t> </w:t>
      </w:r>
      <w:r w:rsidR="00641110" w:rsidRPr="00274938">
        <w:rPr>
          <w:rFonts w:ascii="Cambria" w:hAnsi="Cambria" w:cs="Calibri"/>
          <w:sz w:val="20"/>
          <w:szCs w:val="20"/>
        </w:rPr>
        <w:t>Strážskom</w:t>
      </w:r>
      <w:r w:rsidRPr="00274938">
        <w:rPr>
          <w:rFonts w:ascii="Cambria" w:hAnsi="Cambria"/>
          <w:sz w:val="20"/>
          <w:szCs w:val="20"/>
        </w:rPr>
        <w:t xml:space="preserve">, dňa </w:t>
      </w:r>
      <w:r w:rsidR="00641110" w:rsidRPr="00274938">
        <w:rPr>
          <w:rFonts w:ascii="Cambria" w:hAnsi="Cambria"/>
          <w:sz w:val="20"/>
          <w:szCs w:val="20"/>
        </w:rPr>
        <w:t>8.9.2022</w:t>
      </w:r>
    </w:p>
    <w:p w14:paraId="0CDA47B6" w14:textId="22547AD1" w:rsidR="00785BCA" w:rsidRPr="007F72C7" w:rsidRDefault="00785BCA" w:rsidP="009C6C80">
      <w:pPr>
        <w:jc w:val="center"/>
        <w:rPr>
          <w:rFonts w:ascii="Cambria" w:hAnsi="Cambria"/>
          <w:sz w:val="20"/>
          <w:szCs w:val="20"/>
        </w:rPr>
        <w:sectPr w:rsidR="00785BCA" w:rsidRPr="007F72C7" w:rsidSect="0011708D">
          <w:headerReference w:type="default" r:id="rId11"/>
          <w:footerReference w:type="even" r:id="rId12"/>
          <w:footerReference w:type="default" r:id="rId13"/>
          <w:footerReference w:type="first" r:id="rId14"/>
          <w:pgSz w:w="11900" w:h="16840"/>
          <w:pgMar w:top="1642" w:right="1417" w:bottom="1417" w:left="1417" w:header="737" w:footer="567" w:gutter="0"/>
          <w:pgNumType w:start="1"/>
          <w:cols w:space="708"/>
          <w:docGrid w:linePitch="360"/>
        </w:sectPr>
      </w:pPr>
    </w:p>
    <w:p w14:paraId="1670C611" w14:textId="03943C2C" w:rsidR="00D91E6D" w:rsidRPr="00274938" w:rsidRDefault="00D91E6D" w:rsidP="008C21B5">
      <w:pPr>
        <w:pStyle w:val="Obsah1"/>
      </w:pPr>
      <w:bookmarkStart w:id="2" w:name="_Toc444084932"/>
      <w:r w:rsidRPr="00274938">
        <w:lastRenderedPageBreak/>
        <w:t>Obsah súťažných podkladov</w:t>
      </w:r>
    </w:p>
    <w:p w14:paraId="68D5246C" w14:textId="77777777" w:rsidR="00D91E6D" w:rsidRPr="00274938" w:rsidRDefault="00D91E6D" w:rsidP="00D91E6D">
      <w:pPr>
        <w:rPr>
          <w:rFonts w:ascii="Cambria" w:hAnsi="Cambria"/>
          <w:sz w:val="20"/>
          <w:szCs w:val="20"/>
        </w:rPr>
      </w:pPr>
    </w:p>
    <w:p w14:paraId="17535C0E" w14:textId="16D442C7" w:rsidR="008C21B5" w:rsidRPr="00274938" w:rsidRDefault="00485661" w:rsidP="008C21B5">
      <w:pPr>
        <w:pStyle w:val="Obsah1"/>
        <w:rPr>
          <w:rFonts w:eastAsiaTheme="minorEastAsia" w:cstheme="minorBidi"/>
          <w:lang w:eastAsia="sk-SK"/>
        </w:rPr>
      </w:pPr>
      <w:r w:rsidRPr="00274938">
        <w:rPr>
          <w:noProof w:val="0"/>
        </w:rPr>
        <w:fldChar w:fldCharType="begin"/>
      </w:r>
      <w:r w:rsidRPr="00274938">
        <w:rPr>
          <w:noProof w:val="0"/>
        </w:rPr>
        <w:instrText xml:space="preserve"> TOC \o "1-3" \h \z \u </w:instrText>
      </w:r>
      <w:r w:rsidRPr="00274938">
        <w:rPr>
          <w:noProof w:val="0"/>
        </w:rPr>
        <w:fldChar w:fldCharType="separate"/>
      </w:r>
      <w:hyperlink w:anchor="_Toc113524021" w:history="1">
        <w:r w:rsidR="008C21B5" w:rsidRPr="00274938">
          <w:rPr>
            <w:rStyle w:val="Hypertextovprepojenie"/>
          </w:rPr>
          <w:t>ČASŤ A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textovprepojenie"/>
          </w:rPr>
          <w:t>Pokyny pre uchádzačov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_Toc113524021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4</w:t>
        </w:r>
        <w:r w:rsidR="008C21B5" w:rsidRPr="00274938">
          <w:rPr>
            <w:webHidden/>
          </w:rPr>
          <w:fldChar w:fldCharType="end"/>
        </w:r>
      </w:hyperlink>
    </w:p>
    <w:p w14:paraId="73FF3C15" w14:textId="4336B1A9" w:rsidR="008C21B5" w:rsidRPr="00274938" w:rsidRDefault="007F72C7">
      <w:pPr>
        <w:pStyle w:val="Obsah2"/>
        <w:rPr>
          <w:rFonts w:eastAsiaTheme="minorEastAsia" w:cstheme="minorBidi"/>
          <w:b w:val="0"/>
          <w:smallCaps w:val="0"/>
          <w:lang w:eastAsia="sk-SK"/>
        </w:rPr>
      </w:pPr>
      <w:hyperlink w:anchor="_Toc113524022" w:history="1">
        <w:r w:rsidR="008C21B5" w:rsidRPr="00274938">
          <w:rPr>
            <w:rStyle w:val="Hypertextovprepojenie"/>
          </w:rPr>
          <w:t>ODDIEL I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textovprepojenie"/>
          </w:rPr>
          <w:t>Všeobecné informácie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_Toc113524022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4</w:t>
        </w:r>
        <w:r w:rsidR="008C21B5" w:rsidRPr="00274938">
          <w:rPr>
            <w:webHidden/>
          </w:rPr>
          <w:fldChar w:fldCharType="end"/>
        </w:r>
      </w:hyperlink>
    </w:p>
    <w:p w14:paraId="21B0D7E9" w14:textId="18FCCC43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3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Identifikácia verejného obstarávateľa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_Toc113524023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857B6E0" w14:textId="350701F9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4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Predmet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_Toc113524024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80F6FCF" w14:textId="348CE217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5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Komplexnosť dodávky a jej nedeliteľnosť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_Toc113524025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341607F" w14:textId="482B0F21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6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4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Zdroj finančných prostriedkov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E1FAB32" w14:textId="2C1C4FB7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7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5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Zmluva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_Toc113524027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FF78CD0" w14:textId="668430E5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8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6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Oprávnení uchádzači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_Toc113524028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6E1C47A" w14:textId="45B9F0C9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9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7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Predloženie a obsah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_Toc113524029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E3B7002" w14:textId="37858C08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0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8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Variantné riešenie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_Toc113524030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7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5944E7F3" w14:textId="502C1AB0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1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9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Platnosť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_Toc113524031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7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3832C58" w14:textId="608ECE43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2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10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Náklady na ponuky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_Toc113524032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A49085C" w14:textId="38D7DA35" w:rsidR="008C21B5" w:rsidRPr="00274938" w:rsidRDefault="007F72C7">
      <w:pPr>
        <w:pStyle w:val="Obsah2"/>
        <w:rPr>
          <w:rFonts w:eastAsiaTheme="minorEastAsia" w:cstheme="minorBidi"/>
          <w:b w:val="0"/>
          <w:smallCaps w:val="0"/>
          <w:lang w:eastAsia="sk-SK"/>
        </w:rPr>
      </w:pPr>
      <w:hyperlink w:anchor="_Toc113524033" w:history="1">
        <w:r w:rsidR="008C21B5" w:rsidRPr="00274938">
          <w:rPr>
            <w:rStyle w:val="Hypertextovprepojenie"/>
          </w:rPr>
          <w:t>ODDIEL II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textovprepojenie"/>
          </w:rPr>
          <w:t>Dorozumievanie medzi Verejným obstarávateľom a</w:t>
        </w:r>
        <w:r w:rsidR="008C21B5" w:rsidRPr="00274938">
          <w:rPr>
            <w:rStyle w:val="Hypertextovprepojenie"/>
            <w:rFonts w:cs="Calibri"/>
          </w:rPr>
          <w:t> </w:t>
        </w:r>
        <w:r w:rsidR="008C21B5" w:rsidRPr="00274938">
          <w:rPr>
            <w:rStyle w:val="Hypertextovprepojenie"/>
          </w:rPr>
          <w:t>uch</w:t>
        </w:r>
        <w:r w:rsidR="008C21B5" w:rsidRPr="00274938">
          <w:rPr>
            <w:rStyle w:val="Hypertextovprepojenie"/>
            <w:rFonts w:cs="Proba Pro"/>
          </w:rPr>
          <w:t>á</w:t>
        </w:r>
        <w:r w:rsidR="008C21B5" w:rsidRPr="00274938">
          <w:rPr>
            <w:rStyle w:val="Hypertextovprepojenie"/>
          </w:rPr>
          <w:t>dza</w:t>
        </w:r>
        <w:r w:rsidR="008C21B5" w:rsidRPr="00274938">
          <w:rPr>
            <w:rStyle w:val="Hypertextovprepojenie"/>
            <w:rFonts w:cs="Proba Pro"/>
          </w:rPr>
          <w:t>č</w:t>
        </w:r>
        <w:r w:rsidR="008C21B5" w:rsidRPr="00274938">
          <w:rPr>
            <w:rStyle w:val="Hypertextovprepojenie"/>
          </w:rPr>
          <w:t>mi alebo z</w:t>
        </w:r>
        <w:r w:rsidR="008C21B5" w:rsidRPr="00274938">
          <w:rPr>
            <w:rStyle w:val="Hypertextovprepojenie"/>
            <w:rFonts w:cs="Proba Pro"/>
          </w:rPr>
          <w:t>á</w:t>
        </w:r>
        <w:r w:rsidR="008C21B5" w:rsidRPr="00274938">
          <w:rPr>
            <w:rStyle w:val="Hypertextovprepojenie"/>
          </w:rPr>
          <w:t>ujemcami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_Toc113524033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8</w:t>
        </w:r>
        <w:r w:rsidR="008C21B5" w:rsidRPr="00274938">
          <w:rPr>
            <w:webHidden/>
          </w:rPr>
          <w:fldChar w:fldCharType="end"/>
        </w:r>
      </w:hyperlink>
    </w:p>
    <w:p w14:paraId="7ED26378" w14:textId="6C77C2AD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4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Dorozumievanie medzi Verejným obstarávateľom a uchádzačmi alebo záujemcami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_Toc113524034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83EFFAE" w14:textId="5F05E655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5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Vysvetľovanie a doplnenie súťažných podkladov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_Toc113524035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53E3B79C" w14:textId="0F147267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6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Obhliadka miesta realizácie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207D01C" w14:textId="05D65D3B" w:rsidR="008C21B5" w:rsidRPr="00274938" w:rsidRDefault="007F72C7">
      <w:pPr>
        <w:pStyle w:val="Obsah2"/>
        <w:rPr>
          <w:rFonts w:eastAsiaTheme="minorEastAsia" w:cstheme="minorBidi"/>
          <w:b w:val="0"/>
          <w:smallCaps w:val="0"/>
          <w:lang w:eastAsia="sk-SK"/>
        </w:rPr>
      </w:pPr>
      <w:hyperlink w:anchor="_Toc113524037" w:history="1">
        <w:r w:rsidR="008C21B5" w:rsidRPr="00274938">
          <w:rPr>
            <w:rStyle w:val="Hypertextovprepojenie"/>
          </w:rPr>
          <w:t>ODDIEL III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textovprepojenie"/>
          </w:rPr>
          <w:t>Príprava ponuky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_Toc113524037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9</w:t>
        </w:r>
        <w:r w:rsidR="008C21B5" w:rsidRPr="00274938">
          <w:rPr>
            <w:webHidden/>
          </w:rPr>
          <w:fldChar w:fldCharType="end"/>
        </w:r>
      </w:hyperlink>
    </w:p>
    <w:p w14:paraId="60C7A659" w14:textId="6464A65C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8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14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Jazyk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_Toc113524038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6459EEA" w14:textId="3303F36C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9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15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Zábezpeka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_Toc113524039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10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7EE5725" w14:textId="3FFD05F0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0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16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Mena a ceny uvádzané v ponukách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_Toc113524040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11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2D91DBA4" w14:textId="287201BE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1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17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Vyhotovenie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_Toc113524041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11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FA3FB11" w14:textId="16E81A27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2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18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Konflikt záujmov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_Toc113524042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12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0E3A8DE" w14:textId="58FA6D75" w:rsidR="008C21B5" w:rsidRPr="00274938" w:rsidRDefault="007F72C7">
      <w:pPr>
        <w:pStyle w:val="Obsah2"/>
        <w:rPr>
          <w:rFonts w:eastAsiaTheme="minorEastAsia" w:cstheme="minorBidi"/>
          <w:b w:val="0"/>
          <w:smallCaps w:val="0"/>
          <w:lang w:eastAsia="sk-SK"/>
        </w:rPr>
      </w:pPr>
      <w:hyperlink w:anchor="_Toc113524043" w:history="1">
        <w:r w:rsidR="008C21B5" w:rsidRPr="00274938">
          <w:rPr>
            <w:rStyle w:val="Hypertextovprepojenie"/>
          </w:rPr>
          <w:t>ODDIEL IV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textovprepojenie"/>
          </w:rPr>
          <w:t>Predkladanie ponúk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_Toc113524043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12</w:t>
        </w:r>
        <w:r w:rsidR="008C21B5" w:rsidRPr="00274938">
          <w:rPr>
            <w:webHidden/>
          </w:rPr>
          <w:fldChar w:fldCharType="end"/>
        </w:r>
      </w:hyperlink>
    </w:p>
    <w:p w14:paraId="18D249DB" w14:textId="48F006B3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4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19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Spôsob predloženia ponuky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_Toc113524044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12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56681E0A" w14:textId="7491AD2B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5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20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Miesto a lehota na predkladanie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_Toc113524045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13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3554A69" w14:textId="10F9F30C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6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Stiahnutie / vymazanie pôvodnej ponuky a predloženie novej ponuky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2A1483C0" w14:textId="260C0B2D" w:rsidR="008C21B5" w:rsidRPr="00274938" w:rsidRDefault="007F72C7">
      <w:pPr>
        <w:pStyle w:val="Obsah2"/>
        <w:rPr>
          <w:rFonts w:eastAsiaTheme="minorEastAsia" w:cstheme="minorBidi"/>
          <w:b w:val="0"/>
          <w:smallCaps w:val="0"/>
          <w:lang w:eastAsia="sk-SK"/>
        </w:rPr>
      </w:pPr>
      <w:hyperlink w:anchor="_Toc113524047" w:history="1">
        <w:r w:rsidR="008C21B5" w:rsidRPr="00274938">
          <w:rPr>
            <w:rStyle w:val="Hypertextovprepojenie"/>
          </w:rPr>
          <w:t>ODDIEL V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textovprepojenie"/>
          </w:rPr>
          <w:t>Otváranie a vyhodnotenie ponúk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_Toc113524047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14</w:t>
        </w:r>
        <w:r w:rsidR="008C21B5" w:rsidRPr="00274938">
          <w:rPr>
            <w:webHidden/>
          </w:rPr>
          <w:fldChar w:fldCharType="end"/>
        </w:r>
      </w:hyperlink>
    </w:p>
    <w:p w14:paraId="700F1BE9" w14:textId="0CC0B328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8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Otváranie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_Toc113524048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EAEBE92" w14:textId="6CA6F63A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9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Vyhodnotenie splnenia podmienok účasti, vysvetľovanie a vyhodnocovanie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_Toc113524049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0D1A381" w14:textId="5A12AD91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0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24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Dôvernosť procesu Verejného obstarávania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_Toc113524050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57A7C1B" w14:textId="0C0AB888" w:rsidR="008C21B5" w:rsidRPr="00274938" w:rsidRDefault="007F72C7">
      <w:pPr>
        <w:pStyle w:val="Obsah2"/>
        <w:rPr>
          <w:rFonts w:eastAsiaTheme="minorEastAsia" w:cstheme="minorBidi"/>
          <w:b w:val="0"/>
          <w:smallCaps w:val="0"/>
          <w:lang w:eastAsia="sk-SK"/>
        </w:rPr>
      </w:pPr>
      <w:hyperlink w:anchor="_Toc113524051" w:history="1">
        <w:r w:rsidR="008C21B5" w:rsidRPr="00274938">
          <w:rPr>
            <w:rStyle w:val="Hypertextovprepojenie"/>
          </w:rPr>
          <w:t>ODDIEL VI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textovprepojenie"/>
          </w:rPr>
          <w:t>Prijatie ponuky a</w:t>
        </w:r>
        <w:r w:rsidR="008C21B5" w:rsidRPr="00274938">
          <w:rPr>
            <w:rStyle w:val="Hypertextovprepojenie"/>
            <w:rFonts w:cs="Calibri"/>
          </w:rPr>
          <w:t> </w:t>
        </w:r>
        <w:r w:rsidR="008C21B5" w:rsidRPr="00274938">
          <w:rPr>
            <w:rStyle w:val="Hypertextovprepojenie"/>
          </w:rPr>
          <w:t>uzavretie zmluvy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_Toc113524051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15</w:t>
        </w:r>
        <w:r w:rsidR="008C21B5" w:rsidRPr="00274938">
          <w:rPr>
            <w:webHidden/>
          </w:rPr>
          <w:fldChar w:fldCharType="end"/>
        </w:r>
      </w:hyperlink>
    </w:p>
    <w:p w14:paraId="26F7F565" w14:textId="7049B129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2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25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Vyhodnotenie splnenia podmienok účasti úspešného uchádzača a informácia o výsledku hodnotenia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_Toc113524052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18DF883" w14:textId="31471B4E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3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26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Uzavretie zmluvy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_Toc113524053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E8384BF" w14:textId="3D736ECA" w:rsidR="008C21B5" w:rsidRPr="00274938" w:rsidRDefault="007F72C7" w:rsidP="008C21B5">
      <w:pPr>
        <w:pStyle w:val="Obsah1"/>
        <w:rPr>
          <w:rFonts w:eastAsiaTheme="minorEastAsia" w:cstheme="minorBidi"/>
          <w:lang w:eastAsia="sk-SK"/>
        </w:rPr>
      </w:pPr>
      <w:hyperlink w:anchor="_Toc113524054" w:history="1">
        <w:r w:rsidR="008C21B5" w:rsidRPr="00274938">
          <w:rPr>
            <w:rStyle w:val="Hypertextovprepojenie"/>
          </w:rPr>
          <w:t>ČASŤ B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textovprepojenie"/>
          </w:rPr>
          <w:t>Opis predmetu zákazky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_Toc113524054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17</w:t>
        </w:r>
        <w:r w:rsidR="008C21B5" w:rsidRPr="00274938">
          <w:rPr>
            <w:webHidden/>
          </w:rPr>
          <w:fldChar w:fldCharType="end"/>
        </w:r>
      </w:hyperlink>
    </w:p>
    <w:p w14:paraId="66884DFB" w14:textId="660D7D49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5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Základný účel obstarania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_Toc113524055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17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62471AD" w14:textId="643C6AAC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6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Základný opis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17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F29A502" w14:textId="5F3FAD3E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7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Charakteristika súčasného stavu energetického hospodárstva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_Toc113524057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BAC092E" w14:textId="0A3B945B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8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4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Požiadavky na rozsah realizácie predmetu zákazky a rozsah opatrení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_Toc113524058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21E9002E" w14:textId="183C80BF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9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5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Požiadavky na garanciu a výšku úspor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_Toc113524059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2B8AFB8" w14:textId="0D51FA6D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0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6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Súvisiace plnenia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_Toc113524060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239D281" w14:textId="332858F3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1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7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Záruka za zariadenia a garancia úspory energie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_Toc113524061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F4D5C3A" w14:textId="4C8CCE6E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2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8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Miesto realizácie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_Toc113524062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55D82B34" w14:textId="54248C4F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3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9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Termín realizácie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_Toc113524063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0FE521D" w14:textId="3553C1BA" w:rsidR="008C21B5" w:rsidRPr="00274938" w:rsidRDefault="007F72C7">
      <w:pPr>
        <w:pStyle w:val="Obsah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4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10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Ďalšie požiadavky na realizáciu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_Toc113524064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7A115C7" w14:textId="53BA6B91" w:rsidR="008C21B5" w:rsidRPr="00274938" w:rsidRDefault="007F72C7" w:rsidP="008C21B5">
      <w:pPr>
        <w:pStyle w:val="Obsah1"/>
        <w:rPr>
          <w:rFonts w:eastAsiaTheme="minorEastAsia" w:cstheme="minorBidi"/>
          <w:lang w:eastAsia="sk-SK"/>
        </w:rPr>
      </w:pPr>
      <w:hyperlink w:anchor="_Toc113524065" w:history="1">
        <w:r w:rsidR="008C21B5" w:rsidRPr="00274938">
          <w:rPr>
            <w:rStyle w:val="Hypertextovprepojenie"/>
          </w:rPr>
          <w:t>ČASŤ C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textovprepojenie"/>
          </w:rPr>
          <w:t>Spôsob určenia ceny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_Toc113524065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21</w:t>
        </w:r>
        <w:r w:rsidR="008C21B5" w:rsidRPr="00274938">
          <w:rPr>
            <w:webHidden/>
          </w:rPr>
          <w:fldChar w:fldCharType="end"/>
        </w:r>
      </w:hyperlink>
    </w:p>
    <w:p w14:paraId="19CD34B5" w14:textId="2B9EBDB3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6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Stanovenie ceny za predmet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21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06BCD2E" w14:textId="1BA9410D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7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Predloženie ceny za predmet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_Toc113524067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21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2AB5E36" w14:textId="36417780" w:rsidR="008C21B5" w:rsidRPr="00274938" w:rsidRDefault="007F72C7" w:rsidP="008C21B5">
      <w:pPr>
        <w:pStyle w:val="Obsah1"/>
        <w:rPr>
          <w:rFonts w:eastAsiaTheme="minorEastAsia" w:cstheme="minorBidi"/>
          <w:lang w:eastAsia="sk-SK"/>
        </w:rPr>
      </w:pPr>
      <w:hyperlink w:anchor="_Toc113524068" w:history="1">
        <w:r w:rsidR="008C21B5" w:rsidRPr="00274938">
          <w:rPr>
            <w:rStyle w:val="Hypertextovprepojenie"/>
          </w:rPr>
          <w:t>ČASŤ D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textovprepojenie"/>
          </w:rPr>
          <w:t>Obchodné podmienky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_Toc113524068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22</w:t>
        </w:r>
        <w:r w:rsidR="008C21B5" w:rsidRPr="00274938">
          <w:rPr>
            <w:webHidden/>
          </w:rPr>
          <w:fldChar w:fldCharType="end"/>
        </w:r>
      </w:hyperlink>
    </w:p>
    <w:p w14:paraId="334A2B3D" w14:textId="4B8E5AFA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9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Podmienky uzatvorenia zmluvy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_Toc113524069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22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3F69931C" w14:textId="7C0B1776" w:rsidR="008C21B5" w:rsidRPr="00274938" w:rsidRDefault="007F72C7" w:rsidP="008C21B5">
      <w:pPr>
        <w:pStyle w:val="Obsah1"/>
        <w:rPr>
          <w:rFonts w:eastAsiaTheme="minorEastAsia" w:cstheme="minorBidi"/>
          <w:lang w:eastAsia="sk-SK"/>
        </w:rPr>
      </w:pPr>
      <w:hyperlink w:anchor="_Toc113524070" w:history="1">
        <w:r w:rsidR="008C21B5" w:rsidRPr="00274938">
          <w:rPr>
            <w:rStyle w:val="Hypertextovprepojenie"/>
          </w:rPr>
          <w:t>ČASŤ E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textovprepojenie"/>
          </w:rPr>
          <w:t>Kritériá hodnotenia ponúk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_Toc113524070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23</w:t>
        </w:r>
        <w:r w:rsidR="008C21B5" w:rsidRPr="00274938">
          <w:rPr>
            <w:webHidden/>
          </w:rPr>
          <w:fldChar w:fldCharType="end"/>
        </w:r>
      </w:hyperlink>
    </w:p>
    <w:p w14:paraId="503D6BBE" w14:textId="1A02FE7A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1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Kritérium na hodnotenie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_Toc113524071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23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5F5B384E" w14:textId="4252E68B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2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Spôsob výpočtu jednotlivých podkritérií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_Toc113524072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23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98BF1D6" w14:textId="521F90C1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3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Spôsob vyhodnotenia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_Toc113524073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23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8C96EFE" w14:textId="1438D592" w:rsidR="008C21B5" w:rsidRPr="00274938" w:rsidRDefault="007F72C7" w:rsidP="008C21B5">
      <w:pPr>
        <w:pStyle w:val="Obsah1"/>
        <w:rPr>
          <w:rFonts w:eastAsiaTheme="minorEastAsia" w:cstheme="minorBidi"/>
          <w:lang w:eastAsia="sk-SK"/>
        </w:rPr>
      </w:pPr>
      <w:hyperlink w:anchor="_Toc113524074" w:history="1">
        <w:r w:rsidR="008C21B5" w:rsidRPr="00274938">
          <w:rPr>
            <w:rStyle w:val="Hypertextovprepojenie"/>
          </w:rPr>
          <w:t>ČASŤ F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textovprepojenie"/>
          </w:rPr>
          <w:t>Podmienky účasti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_Toc113524074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25</w:t>
        </w:r>
        <w:r w:rsidR="008C21B5" w:rsidRPr="00274938">
          <w:rPr>
            <w:webHidden/>
          </w:rPr>
          <w:fldChar w:fldCharType="end"/>
        </w:r>
      </w:hyperlink>
    </w:p>
    <w:p w14:paraId="02B3CE5C" w14:textId="470FB314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5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Osobné postavenie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_Toc113524075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70048DB" w14:textId="4B4CB48E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6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Technická alebo odborná spôsobilosť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0F7E48E" w14:textId="366E9E0A" w:rsidR="008C21B5" w:rsidRPr="00274938" w:rsidRDefault="007F72C7">
      <w:pPr>
        <w:pStyle w:val="Obsah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7" w:history="1">
        <w:r w:rsidR="008C21B5" w:rsidRPr="00274938">
          <w:rPr>
            <w:rStyle w:val="Hypertextovprepojenie"/>
            <w:rFonts w:ascii="Cambria" w:hAnsi="Cambria" w:cs="Times New Roman"/>
            <w:noProof/>
          </w:rPr>
          <w:t>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textovprepojenie"/>
            <w:rFonts w:ascii="Cambria" w:hAnsi="Cambria"/>
            <w:noProof/>
          </w:rPr>
          <w:t>Spoločné podmienky k preukazovaniu splnenia podmienok účasti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_Toc113524077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1081B1C" w14:textId="480CEA46" w:rsidR="008C21B5" w:rsidRPr="00274938" w:rsidRDefault="007F72C7" w:rsidP="008C21B5">
      <w:pPr>
        <w:pStyle w:val="Obsah1"/>
        <w:rPr>
          <w:rFonts w:eastAsiaTheme="minorEastAsia" w:cstheme="minorBidi"/>
          <w:lang w:eastAsia="sk-SK"/>
        </w:rPr>
      </w:pPr>
      <w:hyperlink w:anchor="_Toc113524078" w:history="1">
        <w:r w:rsidR="008C21B5" w:rsidRPr="00274938">
          <w:rPr>
            <w:rStyle w:val="Hypertextovprepojenie"/>
          </w:rPr>
          <w:t>ČASŤ G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textovprepojenie"/>
          </w:rPr>
          <w:t>SUMARIZÁCIA PRÍLOH SÚŤAŽNÝCH PODKLADOV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_Toc113524078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30</w:t>
        </w:r>
        <w:r w:rsidR="008C21B5" w:rsidRPr="00274938">
          <w:rPr>
            <w:webHidden/>
          </w:rPr>
          <w:fldChar w:fldCharType="end"/>
        </w:r>
      </w:hyperlink>
    </w:p>
    <w:p w14:paraId="18D8CA69" w14:textId="5F05075E" w:rsidR="001B3C96" w:rsidRPr="00274938" w:rsidRDefault="00485661" w:rsidP="000149EA">
      <w:pPr>
        <w:pStyle w:val="Nadpis1"/>
        <w:numPr>
          <w:ilvl w:val="0"/>
          <w:numId w:val="0"/>
        </w:numPr>
        <w:rPr>
          <w:rFonts w:ascii="Cambria" w:hAnsi="Cambria" w:cs="Times New Roman"/>
          <w:highlight w:val="lightGray"/>
          <w:u w:val="none"/>
        </w:rPr>
      </w:pPr>
      <w:r w:rsidRPr="00274938">
        <w:rPr>
          <w:rFonts w:ascii="Cambria" w:hAnsi="Cambria"/>
        </w:rPr>
        <w:fldChar w:fldCharType="end"/>
      </w:r>
      <w:bookmarkStart w:id="3" w:name="_Toc4416495"/>
      <w:bookmarkStart w:id="4" w:name="_Toc4416602"/>
      <w:bookmarkStart w:id="5" w:name="_Toc4416896"/>
      <w:bookmarkStart w:id="6" w:name="_Toc4416945"/>
    </w:p>
    <w:p w14:paraId="76C39EF5" w14:textId="4202BDA3" w:rsidR="001B3C96" w:rsidRPr="00274938" w:rsidRDefault="001B3C96">
      <w:pPr>
        <w:rPr>
          <w:rFonts w:ascii="Cambria" w:eastAsiaTheme="majorEastAsia" w:hAnsi="Cambria"/>
          <w:b/>
          <w:sz w:val="20"/>
          <w:szCs w:val="20"/>
          <w:highlight w:val="lightGray"/>
        </w:rPr>
      </w:pPr>
      <w:r w:rsidRPr="00274938">
        <w:rPr>
          <w:rFonts w:ascii="Cambria" w:hAnsi="Cambria"/>
          <w:sz w:val="20"/>
          <w:szCs w:val="20"/>
          <w:highlight w:val="lightGray"/>
        </w:rPr>
        <w:br w:type="page"/>
      </w:r>
    </w:p>
    <w:p w14:paraId="7A650209" w14:textId="2D6667FA" w:rsidR="00A9266E" w:rsidRPr="00274938" w:rsidRDefault="00A9266E" w:rsidP="000149EA">
      <w:pPr>
        <w:pStyle w:val="Nadpis1"/>
        <w:rPr>
          <w:rFonts w:ascii="Cambria" w:hAnsi="Cambria"/>
        </w:rPr>
      </w:pPr>
      <w:bookmarkStart w:id="7" w:name="_Toc113524021"/>
      <w:r w:rsidRPr="00274938">
        <w:rPr>
          <w:rFonts w:ascii="Cambria" w:hAnsi="Cambria"/>
        </w:rPr>
        <w:lastRenderedPageBreak/>
        <w:t>Pokyny pre uchádzačov</w:t>
      </w:r>
      <w:bookmarkEnd w:id="2"/>
      <w:bookmarkEnd w:id="3"/>
      <w:bookmarkEnd w:id="4"/>
      <w:bookmarkEnd w:id="5"/>
      <w:bookmarkEnd w:id="6"/>
      <w:bookmarkEnd w:id="7"/>
    </w:p>
    <w:p w14:paraId="100C0FE1" w14:textId="49E678EF" w:rsidR="0099084C" w:rsidRPr="00274938" w:rsidRDefault="0099084C" w:rsidP="000149EA">
      <w:pPr>
        <w:pStyle w:val="Nadpis2"/>
        <w:rPr>
          <w:rFonts w:ascii="Cambria" w:hAnsi="Cambria"/>
        </w:rPr>
      </w:pPr>
      <w:bookmarkStart w:id="8" w:name="_Toc4416496"/>
      <w:bookmarkStart w:id="9" w:name="_Toc4416603"/>
      <w:bookmarkStart w:id="10" w:name="_Toc4416897"/>
      <w:bookmarkStart w:id="11" w:name="_Toc4416946"/>
      <w:bookmarkStart w:id="12" w:name="_Toc113524022"/>
      <w:r w:rsidRPr="00274938">
        <w:rPr>
          <w:rFonts w:ascii="Cambria" w:hAnsi="Cambria"/>
        </w:rPr>
        <w:t>Všeobecné informácie</w:t>
      </w:r>
      <w:bookmarkEnd w:id="8"/>
      <w:bookmarkEnd w:id="9"/>
      <w:bookmarkEnd w:id="10"/>
      <w:bookmarkEnd w:id="11"/>
      <w:bookmarkEnd w:id="12"/>
    </w:p>
    <w:p w14:paraId="39C9E0EA" w14:textId="30F41ED7" w:rsidR="007D1496" w:rsidRPr="00274938" w:rsidRDefault="001B7673" w:rsidP="000149EA">
      <w:pPr>
        <w:pStyle w:val="Nadpis3"/>
      </w:pPr>
      <w:bookmarkStart w:id="13" w:name="_Toc113524023"/>
      <w:bookmarkStart w:id="14" w:name="_Toc4416604"/>
      <w:bookmarkStart w:id="15" w:name="_Toc4416898"/>
      <w:bookmarkStart w:id="16" w:name="_Toc4416947"/>
      <w:bookmarkStart w:id="17" w:name="_Ref4423258"/>
      <w:bookmarkStart w:id="18" w:name="_Toc447725742"/>
      <w:r w:rsidRPr="00274938">
        <w:t xml:space="preserve">Identifikácia </w:t>
      </w:r>
      <w:r w:rsidR="00D73473" w:rsidRPr="00274938">
        <w:t>verejného obstarávateľa</w:t>
      </w:r>
      <w:bookmarkEnd w:id="13"/>
      <w:r w:rsidR="00B53367" w:rsidRPr="00274938">
        <w:t xml:space="preserve"> </w:t>
      </w:r>
      <w:bookmarkEnd w:id="14"/>
      <w:bookmarkEnd w:id="15"/>
      <w:bookmarkEnd w:id="16"/>
      <w:bookmarkEnd w:id="17"/>
      <w:bookmarkEnd w:id="18"/>
    </w:p>
    <w:p w14:paraId="48A5F8BA" w14:textId="421997A7" w:rsidR="00D611C6" w:rsidRPr="00274938" w:rsidRDefault="00785BCA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bookmarkStart w:id="19" w:name="_Hlk5992564"/>
      <w:bookmarkStart w:id="20" w:name="_Toc447725746"/>
      <w:r w:rsidRPr="00274938">
        <w:rPr>
          <w:rFonts w:ascii="Cambria" w:hAnsi="Cambria"/>
          <w:sz w:val="20"/>
          <w:szCs w:val="20"/>
        </w:rPr>
        <w:t>Názov:</w:t>
      </w:r>
      <w:r w:rsidRPr="00274938">
        <w:rPr>
          <w:rFonts w:ascii="Cambria" w:hAnsi="Cambria"/>
          <w:sz w:val="20"/>
          <w:szCs w:val="20"/>
        </w:rPr>
        <w:tab/>
      </w:r>
      <w:r w:rsidR="00D611C6" w:rsidRPr="00274938">
        <w:rPr>
          <w:rFonts w:ascii="Cambria" w:hAnsi="Cambria"/>
          <w:b/>
          <w:bCs/>
          <w:sz w:val="20"/>
          <w:szCs w:val="20"/>
        </w:rPr>
        <w:t xml:space="preserve">HARMONIA - Domov </w:t>
      </w:r>
      <w:proofErr w:type="spellStart"/>
      <w:r w:rsidR="00D611C6" w:rsidRPr="00274938">
        <w:rPr>
          <w:rFonts w:ascii="Cambria" w:hAnsi="Cambria"/>
          <w:b/>
          <w:bCs/>
          <w:sz w:val="20"/>
          <w:szCs w:val="20"/>
        </w:rPr>
        <w:t>sociálnych</w:t>
      </w:r>
      <w:proofErr w:type="spellEnd"/>
      <w:r w:rsidR="00D611C6" w:rsidRPr="00274938">
        <w:rPr>
          <w:rFonts w:ascii="Cambria" w:hAnsi="Cambria"/>
          <w:b/>
          <w:bCs/>
          <w:sz w:val="20"/>
          <w:szCs w:val="20"/>
        </w:rPr>
        <w:t xml:space="preserve"> slu</w:t>
      </w:r>
      <w:r w:rsidR="00DE4DE0" w:rsidRPr="00274938">
        <w:rPr>
          <w:rFonts w:ascii="Cambria" w:hAnsi="Cambria"/>
          <w:b/>
          <w:bCs/>
          <w:sz w:val="20"/>
          <w:szCs w:val="20"/>
        </w:rPr>
        <w:t>ž</w:t>
      </w:r>
      <w:r w:rsidR="00D611C6" w:rsidRPr="00274938">
        <w:rPr>
          <w:rFonts w:ascii="Cambria" w:hAnsi="Cambria"/>
          <w:b/>
          <w:bCs/>
          <w:sz w:val="20"/>
          <w:szCs w:val="20"/>
        </w:rPr>
        <w:t>ieb</w:t>
      </w:r>
      <w:r w:rsidR="00DB1FC5" w:rsidRPr="00274938">
        <w:rPr>
          <w:rFonts w:ascii="Cambria" w:hAnsi="Cambria"/>
          <w:b/>
          <w:bCs/>
          <w:sz w:val="20"/>
          <w:szCs w:val="20"/>
        </w:rPr>
        <w:t xml:space="preserve"> a</w:t>
      </w:r>
      <w:r w:rsidR="00D611C6" w:rsidRPr="00274938">
        <w:rPr>
          <w:rFonts w:ascii="Cambria" w:hAnsi="Cambria"/>
          <w:b/>
          <w:bCs/>
          <w:sz w:val="20"/>
          <w:szCs w:val="20"/>
        </w:rPr>
        <w:t xml:space="preserve"> zariadenie pre seniorov</w:t>
      </w:r>
    </w:p>
    <w:p w14:paraId="5A0BA42E" w14:textId="1725AD66" w:rsidR="00D611C6" w:rsidRPr="00274938" w:rsidRDefault="00785BCA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Sídlo:</w:t>
      </w:r>
      <w:r w:rsidRPr="00274938">
        <w:rPr>
          <w:rFonts w:ascii="Cambria" w:hAnsi="Cambria"/>
          <w:sz w:val="20"/>
          <w:szCs w:val="20"/>
        </w:rPr>
        <w:tab/>
      </w:r>
      <w:proofErr w:type="spellStart"/>
      <w:r w:rsidR="00D611C6" w:rsidRPr="00274938">
        <w:rPr>
          <w:rFonts w:ascii="Cambria" w:hAnsi="Cambria"/>
          <w:sz w:val="20"/>
          <w:szCs w:val="20"/>
        </w:rPr>
        <w:t>Nám</w:t>
      </w:r>
      <w:proofErr w:type="spellEnd"/>
      <w:r w:rsidR="00D611C6" w:rsidRPr="00274938">
        <w:rPr>
          <w:rFonts w:ascii="Cambria" w:hAnsi="Cambria"/>
          <w:sz w:val="20"/>
          <w:szCs w:val="20"/>
        </w:rPr>
        <w:t>. A. Dub</w:t>
      </w:r>
      <w:r w:rsidR="00DE4DE0" w:rsidRPr="00274938">
        <w:rPr>
          <w:rFonts w:ascii="Cambria" w:hAnsi="Cambria"/>
          <w:sz w:val="20"/>
          <w:szCs w:val="20"/>
        </w:rPr>
        <w:t>č</w:t>
      </w:r>
      <w:r w:rsidR="00D611C6" w:rsidRPr="00274938">
        <w:rPr>
          <w:rFonts w:ascii="Cambria" w:hAnsi="Cambria"/>
          <w:sz w:val="20"/>
          <w:szCs w:val="20"/>
        </w:rPr>
        <w:t xml:space="preserve">eka 270, 072 22 </w:t>
      </w:r>
      <w:proofErr w:type="spellStart"/>
      <w:r w:rsidR="00D611C6" w:rsidRPr="00274938">
        <w:rPr>
          <w:rFonts w:ascii="Cambria" w:hAnsi="Cambria"/>
          <w:sz w:val="20"/>
          <w:szCs w:val="20"/>
        </w:rPr>
        <w:t>Strá</w:t>
      </w:r>
      <w:r w:rsidR="00DE4DE0" w:rsidRPr="00274938">
        <w:rPr>
          <w:rFonts w:ascii="Cambria" w:hAnsi="Cambria"/>
          <w:sz w:val="20"/>
          <w:szCs w:val="20"/>
        </w:rPr>
        <w:t>ž</w:t>
      </w:r>
      <w:r w:rsidR="00D611C6" w:rsidRPr="00274938">
        <w:rPr>
          <w:rFonts w:ascii="Cambria" w:hAnsi="Cambria"/>
          <w:sz w:val="20"/>
          <w:szCs w:val="20"/>
        </w:rPr>
        <w:t>ske</w:t>
      </w:r>
      <w:proofErr w:type="spellEnd"/>
      <w:r w:rsidR="00D611C6" w:rsidRPr="00274938">
        <w:rPr>
          <w:rFonts w:ascii="Cambria" w:hAnsi="Cambria"/>
          <w:sz w:val="20"/>
          <w:szCs w:val="20"/>
        </w:rPr>
        <w:t>, Slovenská republika</w:t>
      </w:r>
    </w:p>
    <w:p w14:paraId="2591374C" w14:textId="2C859201" w:rsidR="00D611C6" w:rsidRPr="00274938" w:rsidRDefault="00785BCA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Štatutárny orgán/štatutár:</w:t>
      </w:r>
      <w:r w:rsidRPr="00274938">
        <w:rPr>
          <w:rFonts w:ascii="Cambria" w:hAnsi="Cambria"/>
          <w:sz w:val="20"/>
          <w:szCs w:val="20"/>
        </w:rPr>
        <w:tab/>
      </w:r>
      <w:r w:rsidR="00D611C6" w:rsidRPr="00274938">
        <w:rPr>
          <w:rFonts w:ascii="Cambria" w:hAnsi="Cambria"/>
          <w:sz w:val="20"/>
          <w:szCs w:val="20"/>
        </w:rPr>
        <w:t xml:space="preserve">Mgr. Viera </w:t>
      </w:r>
      <w:proofErr w:type="spellStart"/>
      <w:r w:rsidR="00D611C6" w:rsidRPr="00274938">
        <w:rPr>
          <w:rFonts w:ascii="Cambria" w:hAnsi="Cambria"/>
          <w:sz w:val="20"/>
          <w:szCs w:val="20"/>
        </w:rPr>
        <w:t>Dzurja</w:t>
      </w:r>
      <w:r w:rsidR="00DE4DE0" w:rsidRPr="00274938">
        <w:rPr>
          <w:rFonts w:ascii="Cambria" w:hAnsi="Cambria"/>
          <w:sz w:val="20"/>
          <w:szCs w:val="20"/>
        </w:rPr>
        <w:t>š</w:t>
      </w:r>
      <w:r w:rsidR="00D611C6" w:rsidRPr="00274938">
        <w:rPr>
          <w:rFonts w:ascii="Cambria" w:hAnsi="Cambria"/>
          <w:sz w:val="20"/>
          <w:szCs w:val="20"/>
        </w:rPr>
        <w:t>kova</w:t>
      </w:r>
      <w:proofErr w:type="spellEnd"/>
      <w:r w:rsidR="00D611C6" w:rsidRPr="00274938">
        <w:rPr>
          <w:rFonts w:ascii="Cambria" w:hAnsi="Cambria"/>
          <w:sz w:val="20"/>
          <w:szCs w:val="20"/>
        </w:rPr>
        <w:t>́</w:t>
      </w:r>
      <w:r w:rsidR="00621933" w:rsidRPr="00274938">
        <w:rPr>
          <w:rFonts w:ascii="Cambria" w:hAnsi="Cambria"/>
          <w:sz w:val="20"/>
          <w:szCs w:val="20"/>
        </w:rPr>
        <w:t>, riaditeľka</w:t>
      </w:r>
    </w:p>
    <w:p w14:paraId="2494DEA7" w14:textId="77777777" w:rsidR="00D611C6" w:rsidRPr="00274938" w:rsidRDefault="00785BCA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IČO:</w:t>
      </w:r>
      <w:r w:rsidRPr="00274938">
        <w:rPr>
          <w:rFonts w:ascii="Cambria" w:hAnsi="Cambria"/>
          <w:sz w:val="20"/>
          <w:szCs w:val="20"/>
        </w:rPr>
        <w:tab/>
      </w:r>
      <w:r w:rsidR="00D611C6" w:rsidRPr="00274938">
        <w:rPr>
          <w:rFonts w:ascii="Cambria" w:hAnsi="Cambria"/>
          <w:sz w:val="20"/>
          <w:szCs w:val="20"/>
        </w:rPr>
        <w:t>00692034</w:t>
      </w:r>
    </w:p>
    <w:bookmarkEnd w:id="19"/>
    <w:p w14:paraId="20CF88BF" w14:textId="65385B1D" w:rsidR="00785BCA" w:rsidRPr="00274938" w:rsidRDefault="00785BCA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DIČ:</w:t>
      </w:r>
      <w:r w:rsidRPr="00274938">
        <w:rPr>
          <w:rFonts w:ascii="Cambria" w:hAnsi="Cambria"/>
          <w:sz w:val="20"/>
          <w:szCs w:val="20"/>
        </w:rPr>
        <w:tab/>
      </w:r>
      <w:bookmarkStart w:id="21" w:name="_Hlk63861731"/>
      <w:r w:rsidR="00BE0366" w:rsidRPr="00274938">
        <w:rPr>
          <w:rFonts w:ascii="Cambria" w:hAnsi="Cambria"/>
          <w:sz w:val="20"/>
          <w:szCs w:val="20"/>
          <w:lang w:val="en-US"/>
        </w:rPr>
        <w:t>2020734727</w:t>
      </w:r>
    </w:p>
    <w:bookmarkEnd w:id="21"/>
    <w:p w14:paraId="14BFDDFA" w14:textId="3E470131" w:rsidR="0005348C" w:rsidRPr="00274938" w:rsidRDefault="00A259F5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URL: </w:t>
      </w:r>
      <w:r w:rsidRPr="00274938">
        <w:rPr>
          <w:rFonts w:ascii="Cambria" w:hAnsi="Cambria"/>
          <w:sz w:val="20"/>
          <w:szCs w:val="20"/>
        </w:rPr>
        <w:tab/>
      </w:r>
      <w:r w:rsidR="009B0529" w:rsidRPr="00274938">
        <w:rPr>
          <w:rFonts w:ascii="Cambria" w:hAnsi="Cambria"/>
          <w:sz w:val="20"/>
          <w:szCs w:val="20"/>
          <w:lang w:val="en-US"/>
        </w:rPr>
        <w:t>https://harmonia.vucke.sk</w:t>
      </w:r>
    </w:p>
    <w:p w14:paraId="0D5528BE" w14:textId="012A7D2F" w:rsidR="00785BCA" w:rsidRPr="00274938" w:rsidRDefault="00785BCA" w:rsidP="00F14B75">
      <w:pPr>
        <w:ind w:left="709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(ďalej </w:t>
      </w:r>
      <w:r w:rsidR="00786105" w:rsidRPr="00274938">
        <w:rPr>
          <w:rFonts w:ascii="Cambria" w:hAnsi="Cambria"/>
          <w:sz w:val="20"/>
          <w:szCs w:val="20"/>
        </w:rPr>
        <w:t>aj ako</w:t>
      </w:r>
      <w:r w:rsidRPr="00274938">
        <w:rPr>
          <w:rFonts w:ascii="Cambria" w:hAnsi="Cambria"/>
          <w:sz w:val="20"/>
          <w:szCs w:val="20"/>
        </w:rPr>
        <w:t xml:space="preserve"> „</w:t>
      </w:r>
      <w:bookmarkStart w:id="22" w:name="_Hlk519071869"/>
      <w:r w:rsidR="0045160F" w:rsidRPr="00274938">
        <w:rPr>
          <w:rFonts w:ascii="Cambria" w:hAnsi="Cambria"/>
          <w:b/>
          <w:sz w:val="20"/>
          <w:szCs w:val="20"/>
        </w:rPr>
        <w:t xml:space="preserve">Verejný </w:t>
      </w:r>
      <w:r w:rsidRPr="00274938">
        <w:rPr>
          <w:rFonts w:ascii="Cambria" w:hAnsi="Cambria"/>
          <w:b/>
          <w:sz w:val="20"/>
          <w:szCs w:val="20"/>
        </w:rPr>
        <w:t>obstarávateľ</w:t>
      </w:r>
      <w:bookmarkEnd w:id="22"/>
      <w:r w:rsidRPr="00274938">
        <w:rPr>
          <w:rFonts w:ascii="Cambria" w:hAnsi="Cambria"/>
          <w:sz w:val="20"/>
          <w:szCs w:val="20"/>
        </w:rPr>
        <w:t>“)</w:t>
      </w:r>
    </w:p>
    <w:p w14:paraId="0FFDE30A" w14:textId="77777777" w:rsidR="00F14B75" w:rsidRPr="00274938" w:rsidRDefault="00F14B75" w:rsidP="00F14B75">
      <w:pPr>
        <w:ind w:left="709"/>
        <w:jc w:val="both"/>
        <w:rPr>
          <w:rFonts w:ascii="Cambria" w:hAnsi="Cambria"/>
          <w:sz w:val="20"/>
          <w:szCs w:val="20"/>
        </w:rPr>
      </w:pPr>
    </w:p>
    <w:p w14:paraId="56112A8C" w14:textId="1AA6E723" w:rsidR="003F1BB1" w:rsidRPr="00274938" w:rsidRDefault="003F1BB1" w:rsidP="00F14B75">
      <w:pPr>
        <w:ind w:left="709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Ďalšie informácie o podmienkach </w:t>
      </w:r>
      <w:r w:rsidR="008057FF" w:rsidRPr="00274938">
        <w:rPr>
          <w:rFonts w:ascii="Cambria" w:hAnsi="Cambria"/>
          <w:sz w:val="20"/>
          <w:szCs w:val="20"/>
        </w:rPr>
        <w:t>Verejného obstarávania</w:t>
      </w:r>
      <w:r w:rsidRPr="00274938">
        <w:rPr>
          <w:rFonts w:ascii="Cambria" w:hAnsi="Cambria"/>
          <w:sz w:val="20"/>
          <w:szCs w:val="20"/>
        </w:rPr>
        <w:t xml:space="preserve"> môžete získať u nasledovnej spoločnosti </w:t>
      </w:r>
      <w:r w:rsidR="00AE4840" w:rsidRPr="00274938">
        <w:rPr>
          <w:rFonts w:ascii="Cambria" w:hAnsi="Cambria"/>
          <w:sz w:val="20"/>
          <w:szCs w:val="20"/>
        </w:rPr>
        <w:t>zabezpečujúcej proces verejného obstarávania</w:t>
      </w:r>
      <w:r w:rsidRPr="00274938">
        <w:rPr>
          <w:rFonts w:ascii="Cambria" w:hAnsi="Cambria"/>
          <w:sz w:val="20"/>
          <w:szCs w:val="20"/>
        </w:rPr>
        <w:t>:</w:t>
      </w:r>
    </w:p>
    <w:p w14:paraId="6677A8D1" w14:textId="77777777" w:rsidR="00F14B75" w:rsidRPr="00274938" w:rsidRDefault="00F14B75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</w:p>
    <w:p w14:paraId="56307677" w14:textId="19FBA863" w:rsidR="00AE4840" w:rsidRPr="00274938" w:rsidRDefault="00AE4840" w:rsidP="00F14B75">
      <w:pPr>
        <w:ind w:left="3261" w:hanging="2552"/>
        <w:jc w:val="both"/>
        <w:rPr>
          <w:rFonts w:ascii="Cambria" w:hAnsi="Cambria"/>
          <w:b/>
          <w:bCs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Obchodné meno: </w:t>
      </w:r>
      <w:r w:rsidRPr="00274938">
        <w:rPr>
          <w:rFonts w:ascii="Cambria" w:hAnsi="Cambria"/>
          <w:sz w:val="20"/>
          <w:szCs w:val="20"/>
        </w:rPr>
        <w:tab/>
      </w:r>
      <w:r w:rsidRPr="00274938">
        <w:rPr>
          <w:rFonts w:ascii="Cambria" w:hAnsi="Cambria"/>
          <w:b/>
          <w:bCs/>
          <w:sz w:val="20"/>
          <w:szCs w:val="20"/>
        </w:rPr>
        <w:t xml:space="preserve">Tatra Tender </w:t>
      </w:r>
      <w:proofErr w:type="spellStart"/>
      <w:r w:rsidRPr="00274938">
        <w:rPr>
          <w:rFonts w:ascii="Cambria" w:hAnsi="Cambria"/>
          <w:b/>
          <w:bCs/>
          <w:sz w:val="20"/>
          <w:szCs w:val="20"/>
        </w:rPr>
        <w:t>s.r.o</w:t>
      </w:r>
      <w:proofErr w:type="spellEnd"/>
      <w:r w:rsidRPr="00274938">
        <w:rPr>
          <w:rFonts w:ascii="Cambria" w:hAnsi="Cambria"/>
          <w:b/>
          <w:bCs/>
          <w:sz w:val="20"/>
          <w:szCs w:val="20"/>
        </w:rPr>
        <w:t>.</w:t>
      </w:r>
    </w:p>
    <w:p w14:paraId="1C3DA114" w14:textId="6D3AF277" w:rsidR="00AE4840" w:rsidRPr="00274938" w:rsidRDefault="00AE4840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Sídlo:</w:t>
      </w:r>
      <w:r w:rsidRPr="00274938">
        <w:rPr>
          <w:rFonts w:ascii="Cambria" w:hAnsi="Cambria"/>
          <w:sz w:val="20"/>
          <w:szCs w:val="20"/>
        </w:rPr>
        <w:tab/>
        <w:t>Krčméryho 16, 811 04 Bratislava, Slovenská republika</w:t>
      </w:r>
    </w:p>
    <w:p w14:paraId="03593AAF" w14:textId="5565A24C" w:rsidR="00AE4840" w:rsidRPr="00274938" w:rsidRDefault="00AE4840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Štatutárny zástupca:</w:t>
      </w:r>
      <w:r w:rsidRPr="00274938">
        <w:rPr>
          <w:rFonts w:ascii="Cambria" w:hAnsi="Cambria"/>
          <w:sz w:val="20"/>
          <w:szCs w:val="20"/>
        </w:rPr>
        <w:tab/>
        <w:t xml:space="preserve">Mgr. Vladimír Oros, konateľ </w:t>
      </w:r>
    </w:p>
    <w:p w14:paraId="112D0AD1" w14:textId="25FC9DD7" w:rsidR="00AE4840" w:rsidRPr="00274938" w:rsidRDefault="00AE4840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IČO:</w:t>
      </w:r>
      <w:r w:rsidRPr="00274938">
        <w:rPr>
          <w:rFonts w:ascii="Cambria" w:hAnsi="Cambria"/>
          <w:sz w:val="20"/>
          <w:szCs w:val="20"/>
        </w:rPr>
        <w:tab/>
        <w:t>44 119 313</w:t>
      </w:r>
    </w:p>
    <w:p w14:paraId="153D541C" w14:textId="4D6303DF" w:rsidR="00AE4840" w:rsidRPr="00274938" w:rsidRDefault="00AE4840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zapísaný:</w:t>
      </w:r>
      <w:r w:rsidRPr="00274938">
        <w:rPr>
          <w:rFonts w:ascii="Cambria" w:hAnsi="Cambria"/>
          <w:sz w:val="20"/>
          <w:szCs w:val="20"/>
        </w:rPr>
        <w:tab/>
        <w:t xml:space="preserve">v Obchodnom registri Okresného súdu Bratislava I, oddiel: </w:t>
      </w:r>
      <w:proofErr w:type="spellStart"/>
      <w:r w:rsidRPr="00274938">
        <w:rPr>
          <w:rFonts w:ascii="Cambria" w:hAnsi="Cambria"/>
          <w:sz w:val="20"/>
          <w:szCs w:val="20"/>
        </w:rPr>
        <w:t>Sro</w:t>
      </w:r>
      <w:proofErr w:type="spellEnd"/>
      <w:r w:rsidRPr="00274938">
        <w:rPr>
          <w:rFonts w:ascii="Cambria" w:hAnsi="Cambria"/>
          <w:sz w:val="20"/>
          <w:szCs w:val="20"/>
        </w:rPr>
        <w:t>, vložka číslo 51980/B</w:t>
      </w:r>
    </w:p>
    <w:p w14:paraId="6A9868F6" w14:textId="079D4DBB" w:rsidR="00AE4840" w:rsidRPr="00274938" w:rsidRDefault="00AE4840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Kontaktná osoba:          </w:t>
      </w:r>
      <w:r w:rsidRPr="00274938">
        <w:rPr>
          <w:rFonts w:ascii="Cambria" w:hAnsi="Cambria"/>
          <w:sz w:val="20"/>
          <w:szCs w:val="20"/>
        </w:rPr>
        <w:tab/>
        <w:t>JUDr. Tomáš Uríček</w:t>
      </w:r>
    </w:p>
    <w:p w14:paraId="3E71455C" w14:textId="77777777" w:rsidR="00785BCA" w:rsidRPr="00274938" w:rsidRDefault="00785BCA" w:rsidP="000149EA">
      <w:pPr>
        <w:pStyle w:val="Nadpis3"/>
      </w:pPr>
      <w:bookmarkStart w:id="23" w:name="_Toc447725743"/>
      <w:bookmarkStart w:id="24" w:name="_Toc487700723"/>
      <w:bookmarkStart w:id="25" w:name="_Toc4416605"/>
      <w:bookmarkStart w:id="26" w:name="_Toc4416899"/>
      <w:bookmarkStart w:id="27" w:name="_Toc4416948"/>
      <w:bookmarkStart w:id="28" w:name="_Toc113524024"/>
      <w:r w:rsidRPr="00274938">
        <w:t>Predmet zákazky</w:t>
      </w:r>
      <w:bookmarkEnd w:id="23"/>
      <w:bookmarkEnd w:id="24"/>
      <w:bookmarkEnd w:id="25"/>
      <w:bookmarkEnd w:id="26"/>
      <w:bookmarkEnd w:id="27"/>
      <w:bookmarkEnd w:id="28"/>
    </w:p>
    <w:p w14:paraId="5C937767" w14:textId="17825D16" w:rsidR="00A259F5" w:rsidRPr="00274938" w:rsidRDefault="00BE1895" w:rsidP="000149EA">
      <w:pPr>
        <w:pStyle w:val="Nadpis4"/>
        <w:rPr>
          <w:rFonts w:ascii="Cambria" w:hAnsi="Cambria"/>
        </w:rPr>
      </w:pPr>
      <w:bookmarkStart w:id="29" w:name="_Hlk5992583"/>
      <w:r w:rsidRPr="00274938">
        <w:rPr>
          <w:rFonts w:ascii="Cambria" w:hAnsi="Cambria"/>
        </w:rPr>
        <w:t xml:space="preserve">Predmetom zákazky </w:t>
      </w:r>
      <w:r w:rsidR="00681923" w:rsidRPr="00274938">
        <w:rPr>
          <w:rFonts w:ascii="Cambria" w:hAnsi="Cambria"/>
        </w:rPr>
        <w:t xml:space="preserve">je </w:t>
      </w:r>
      <w:bookmarkEnd w:id="29"/>
      <w:r w:rsidR="004B0D89" w:rsidRPr="00274938">
        <w:rPr>
          <w:rFonts w:ascii="Cambria" w:hAnsi="Cambria"/>
        </w:rPr>
        <w:t>z</w:t>
      </w:r>
      <w:r w:rsidR="001A249A" w:rsidRPr="00274938">
        <w:rPr>
          <w:rFonts w:ascii="Cambria" w:hAnsi="Cambria"/>
        </w:rPr>
        <w:t xml:space="preserve">výšenie prevádzkovej efektívnosti </w:t>
      </w:r>
      <w:r w:rsidR="008057FF" w:rsidRPr="00274938">
        <w:rPr>
          <w:rFonts w:ascii="Cambria" w:hAnsi="Cambria"/>
        </w:rPr>
        <w:t xml:space="preserve">energetického hospodárstva Domova sociálnych služieb a zariadenia pre seniorov </w:t>
      </w:r>
      <w:proofErr w:type="spellStart"/>
      <w:r w:rsidR="008057FF" w:rsidRPr="00274938">
        <w:rPr>
          <w:rFonts w:ascii="Cambria" w:hAnsi="Cambria"/>
        </w:rPr>
        <w:t>Harmonia</w:t>
      </w:r>
      <w:proofErr w:type="spellEnd"/>
      <w:r w:rsidR="008057FF" w:rsidRPr="00274938">
        <w:rPr>
          <w:rFonts w:ascii="Cambria" w:hAnsi="Cambria"/>
        </w:rPr>
        <w:t xml:space="preserve"> </w:t>
      </w:r>
      <w:r w:rsidR="00D3422F" w:rsidRPr="00274938">
        <w:rPr>
          <w:rFonts w:ascii="Cambria" w:hAnsi="Cambria"/>
        </w:rPr>
        <w:t xml:space="preserve">s garantovanou úsporou nákladov </w:t>
      </w:r>
      <w:r w:rsidR="00827902" w:rsidRPr="00274938">
        <w:rPr>
          <w:rFonts w:ascii="Cambria" w:hAnsi="Cambria"/>
        </w:rPr>
        <w:t>(ďalej aj ako „</w:t>
      </w:r>
      <w:r w:rsidR="00827902" w:rsidRPr="00274938">
        <w:rPr>
          <w:rFonts w:ascii="Cambria" w:hAnsi="Cambria"/>
          <w:b/>
        </w:rPr>
        <w:t>predmet zákazky</w:t>
      </w:r>
      <w:r w:rsidR="00827902" w:rsidRPr="00274938">
        <w:rPr>
          <w:rFonts w:ascii="Cambria" w:hAnsi="Cambria"/>
        </w:rPr>
        <w:t>“).</w:t>
      </w:r>
    </w:p>
    <w:p w14:paraId="0B96ABD7" w14:textId="12E454BC" w:rsidR="00785BCA" w:rsidRPr="00274938" w:rsidRDefault="00404E66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Hlavný kód </w:t>
      </w:r>
      <w:r w:rsidR="00785BCA" w:rsidRPr="00274938">
        <w:rPr>
          <w:rFonts w:ascii="Cambria" w:hAnsi="Cambria"/>
        </w:rPr>
        <w:t>CPV:</w:t>
      </w:r>
    </w:p>
    <w:p w14:paraId="4DDCCC4A" w14:textId="1490323D" w:rsidR="00E95DCE" w:rsidRPr="00274938" w:rsidRDefault="008057FF" w:rsidP="00427C68">
      <w:pPr>
        <w:ind w:left="3261" w:hanging="2552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45300000-0 Stavebno-inštalačné práce </w:t>
      </w:r>
    </w:p>
    <w:p w14:paraId="2E4B136D" w14:textId="6EB26BC1" w:rsidR="00785BCA" w:rsidRPr="00274938" w:rsidRDefault="00404E66" w:rsidP="00427C68">
      <w:pPr>
        <w:ind w:left="3261" w:hanging="2552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Dodatočné k</w:t>
      </w:r>
      <w:r w:rsidR="00785BCA" w:rsidRPr="00274938">
        <w:rPr>
          <w:rFonts w:ascii="Cambria" w:hAnsi="Cambria"/>
          <w:sz w:val="20"/>
          <w:szCs w:val="20"/>
        </w:rPr>
        <w:t>ód</w:t>
      </w:r>
      <w:r w:rsidRPr="00274938">
        <w:rPr>
          <w:rFonts w:ascii="Cambria" w:hAnsi="Cambria"/>
          <w:sz w:val="20"/>
          <w:szCs w:val="20"/>
        </w:rPr>
        <w:t xml:space="preserve">y </w:t>
      </w:r>
      <w:r w:rsidR="00785BCA" w:rsidRPr="00274938">
        <w:rPr>
          <w:rFonts w:ascii="Cambria" w:hAnsi="Cambria"/>
          <w:sz w:val="20"/>
          <w:szCs w:val="20"/>
        </w:rPr>
        <w:t xml:space="preserve">CPV: </w:t>
      </w:r>
    </w:p>
    <w:p w14:paraId="7AE41C3B" w14:textId="77777777" w:rsidR="008057FF" w:rsidRPr="00274938" w:rsidRDefault="008057FF" w:rsidP="008057FF">
      <w:pPr>
        <w:ind w:left="3261" w:hanging="2552"/>
        <w:rPr>
          <w:rFonts w:ascii="Cambria" w:hAnsi="Cambria"/>
          <w:sz w:val="20"/>
          <w:szCs w:val="20"/>
        </w:rPr>
      </w:pPr>
      <w:bookmarkStart w:id="30" w:name="_Toc487700724"/>
      <w:bookmarkStart w:id="31" w:name="_Toc4416606"/>
      <w:bookmarkStart w:id="32" w:name="_Toc4416900"/>
      <w:bookmarkStart w:id="33" w:name="_Toc4416949"/>
      <w:r w:rsidRPr="00274938">
        <w:rPr>
          <w:rFonts w:ascii="Cambria" w:hAnsi="Cambria"/>
          <w:sz w:val="20"/>
          <w:szCs w:val="20"/>
        </w:rPr>
        <w:t>71314000-2 Energetika a súvisiace služby</w:t>
      </w:r>
    </w:p>
    <w:p w14:paraId="77D3F27E" w14:textId="1DFA946C" w:rsidR="00E95DCE" w:rsidRPr="00274938" w:rsidRDefault="00E95DCE" w:rsidP="00962F39">
      <w:pPr>
        <w:ind w:left="3261" w:hanging="2552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71314200-4 </w:t>
      </w:r>
      <w:r w:rsidR="00C5338A" w:rsidRPr="00274938">
        <w:rPr>
          <w:rFonts w:ascii="Cambria" w:hAnsi="Cambria"/>
          <w:sz w:val="20"/>
          <w:szCs w:val="20"/>
        </w:rPr>
        <w:t>Riadenie</w:t>
      </w:r>
      <w:r w:rsidRPr="00274938">
        <w:rPr>
          <w:rFonts w:ascii="Cambria" w:hAnsi="Cambria"/>
          <w:sz w:val="20"/>
          <w:szCs w:val="20"/>
        </w:rPr>
        <w:t xml:space="preserve"> energetiky,</w:t>
      </w:r>
    </w:p>
    <w:p w14:paraId="0D5EEB24" w14:textId="77777777" w:rsidR="00E95DCE" w:rsidRPr="00274938" w:rsidRDefault="00E95DCE" w:rsidP="00962F39">
      <w:pPr>
        <w:ind w:left="3261" w:hanging="2552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51112000-0 Inštalácia zariadení na rozvod elektriny a regulačných zariadení,</w:t>
      </w:r>
    </w:p>
    <w:p w14:paraId="126E14A0" w14:textId="02793A82" w:rsidR="00E95DCE" w:rsidRPr="00274938" w:rsidRDefault="00E95DCE" w:rsidP="00962F39">
      <w:pPr>
        <w:ind w:left="3261" w:hanging="2552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51210000-7 Inštalácia meracích zariadení.</w:t>
      </w:r>
    </w:p>
    <w:p w14:paraId="7FC650A9" w14:textId="77777777" w:rsidR="00F92D0A" w:rsidRPr="00274938" w:rsidRDefault="00F92D0A" w:rsidP="00962F39">
      <w:pPr>
        <w:ind w:left="3261" w:hanging="2552"/>
        <w:rPr>
          <w:rFonts w:ascii="Cambria" w:hAnsi="Cambria"/>
          <w:sz w:val="20"/>
          <w:szCs w:val="20"/>
        </w:rPr>
      </w:pPr>
    </w:p>
    <w:p w14:paraId="6AF52A0A" w14:textId="77777777" w:rsidR="00E95DCE" w:rsidRPr="00274938" w:rsidRDefault="00E95DCE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Podrobné vymedzenie predmetu zákazky tvorí Časť B. Opis predmetu zákazky.</w:t>
      </w:r>
    </w:p>
    <w:p w14:paraId="1134F88B" w14:textId="19895624" w:rsidR="00785BCA" w:rsidRPr="00274938" w:rsidRDefault="00785BCA" w:rsidP="000149EA">
      <w:pPr>
        <w:pStyle w:val="Nadpis3"/>
      </w:pPr>
      <w:bookmarkStart w:id="34" w:name="_Toc113524025"/>
      <w:r w:rsidRPr="00274938">
        <w:t>Komplexnosť dodávky</w:t>
      </w:r>
      <w:bookmarkEnd w:id="30"/>
      <w:r w:rsidR="0021085A" w:rsidRPr="00274938">
        <w:t xml:space="preserve"> a jej nedeliteľnosť</w:t>
      </w:r>
      <w:bookmarkEnd w:id="31"/>
      <w:bookmarkEnd w:id="32"/>
      <w:bookmarkEnd w:id="33"/>
      <w:bookmarkEnd w:id="34"/>
    </w:p>
    <w:p w14:paraId="382FABF6" w14:textId="46F73B0B" w:rsidR="00785BCA" w:rsidRPr="00274938" w:rsidRDefault="00785BCA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Uchádzač predloží ponuku na celý </w:t>
      </w:r>
      <w:r w:rsidR="00A259F5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Pr="00274938">
        <w:rPr>
          <w:rFonts w:ascii="Cambria" w:hAnsi="Cambria"/>
        </w:rPr>
        <w:t xml:space="preserve"> zákazky.</w:t>
      </w:r>
    </w:p>
    <w:p w14:paraId="17E4D071" w14:textId="40EEDB9E" w:rsidR="00785BCA" w:rsidRPr="00274938" w:rsidRDefault="00785BCA" w:rsidP="000149EA">
      <w:pPr>
        <w:pStyle w:val="Nadpis3"/>
      </w:pPr>
      <w:bookmarkStart w:id="35" w:name="_Toc487700725"/>
      <w:bookmarkStart w:id="36" w:name="_Toc4416607"/>
      <w:bookmarkStart w:id="37" w:name="_Toc4416901"/>
      <w:bookmarkStart w:id="38" w:name="_Toc4416950"/>
      <w:bookmarkStart w:id="39" w:name="_Toc113524026"/>
      <w:r w:rsidRPr="00274938">
        <w:t>Zdroj fina</w:t>
      </w:r>
      <w:r w:rsidR="00C5338A" w:rsidRPr="00274938">
        <w:t>n</w:t>
      </w:r>
      <w:r w:rsidRPr="00274938">
        <w:t>čných prostriedkov</w:t>
      </w:r>
      <w:bookmarkEnd w:id="35"/>
      <w:bookmarkEnd w:id="36"/>
      <w:bookmarkEnd w:id="37"/>
      <w:bookmarkEnd w:id="38"/>
      <w:bookmarkEnd w:id="39"/>
    </w:p>
    <w:p w14:paraId="7DACE315" w14:textId="5F9F6399" w:rsidR="005C7431" w:rsidRPr="00274938" w:rsidRDefault="00D213E3" w:rsidP="000149EA">
      <w:pPr>
        <w:pStyle w:val="Nadpis4"/>
        <w:rPr>
          <w:rFonts w:ascii="Cambria" w:hAnsi="Cambria"/>
        </w:rPr>
      </w:pPr>
      <w:bookmarkStart w:id="40" w:name="_Hlk5983088"/>
      <w:r w:rsidRPr="00274938">
        <w:rPr>
          <w:rFonts w:ascii="Cambria" w:hAnsi="Cambria"/>
        </w:rPr>
        <w:t>Investičná časť predmetu zákazky bude primárne financovaná zo zdrojov úspešného uchádzača s tým, že následne počas obdobia garancie úspor budú investícia a poskytované služby splácané z vlastných finančných prostriedkov Verejného obstarávateľa z budúcich úspor prevádzkových nákladov</w:t>
      </w:r>
      <w:r w:rsidR="005C7431" w:rsidRPr="00274938">
        <w:rPr>
          <w:rFonts w:ascii="Cambria" w:hAnsi="Cambria"/>
        </w:rPr>
        <w:t>.</w:t>
      </w:r>
    </w:p>
    <w:p w14:paraId="285A71C1" w14:textId="400BCD9D" w:rsidR="00267B50" w:rsidRPr="00274938" w:rsidRDefault="00267B50" w:rsidP="000149EA">
      <w:pPr>
        <w:pStyle w:val="Nadpis3"/>
      </w:pPr>
      <w:bookmarkStart w:id="41" w:name="_Toc522635378"/>
      <w:bookmarkStart w:id="42" w:name="_Toc525293192"/>
      <w:bookmarkStart w:id="43" w:name="_Toc4416608"/>
      <w:bookmarkStart w:id="44" w:name="_Toc4416902"/>
      <w:bookmarkStart w:id="45" w:name="_Toc4416951"/>
      <w:bookmarkStart w:id="46" w:name="_Toc113524027"/>
      <w:bookmarkEnd w:id="40"/>
      <w:bookmarkEnd w:id="41"/>
      <w:bookmarkEnd w:id="42"/>
      <w:r w:rsidRPr="00274938">
        <w:t>Zmluva</w:t>
      </w:r>
      <w:bookmarkEnd w:id="20"/>
      <w:bookmarkEnd w:id="43"/>
      <w:bookmarkEnd w:id="44"/>
      <w:bookmarkEnd w:id="45"/>
      <w:bookmarkEnd w:id="46"/>
    </w:p>
    <w:p w14:paraId="379C92D6" w14:textId="2DF9A097" w:rsidR="00AC20ED" w:rsidRPr="00274938" w:rsidRDefault="00611121" w:rsidP="000149EA">
      <w:pPr>
        <w:pStyle w:val="Nadpis4"/>
        <w:rPr>
          <w:rFonts w:ascii="Cambria" w:hAnsi="Cambria"/>
        </w:rPr>
      </w:pPr>
      <w:bookmarkStart w:id="47" w:name="_Toc447725747"/>
      <w:bookmarkStart w:id="48" w:name="_Toc4416609"/>
      <w:bookmarkStart w:id="49" w:name="_Toc4416903"/>
      <w:bookmarkStart w:id="50" w:name="_Toc4416952"/>
      <w:r w:rsidRPr="00274938">
        <w:rPr>
          <w:rFonts w:ascii="Cambria" w:hAnsi="Cambria"/>
        </w:rPr>
        <w:t xml:space="preserve">Výsledkom </w:t>
      </w:r>
      <w:r w:rsidR="00164407" w:rsidRPr="00274938">
        <w:rPr>
          <w:rFonts w:ascii="Cambria" w:hAnsi="Cambria"/>
        </w:rPr>
        <w:t>Verejného obstarávania</w:t>
      </w:r>
      <w:r w:rsidRPr="00274938">
        <w:rPr>
          <w:rFonts w:ascii="Cambria" w:hAnsi="Cambria"/>
        </w:rPr>
        <w:t xml:space="preserve"> bude Zmluva o Dielo s rozšírenými zárukami uzatvorená podľa ustanovenia § 269 ods. 2 s primeraným uplatnením ustanovení § 536 a </w:t>
      </w:r>
      <w:proofErr w:type="spellStart"/>
      <w:r w:rsidRPr="00274938">
        <w:rPr>
          <w:rFonts w:ascii="Cambria" w:hAnsi="Cambria"/>
        </w:rPr>
        <w:t>nasl</w:t>
      </w:r>
      <w:proofErr w:type="spellEnd"/>
      <w:r w:rsidRPr="00274938">
        <w:rPr>
          <w:rFonts w:ascii="Cambria" w:hAnsi="Cambria"/>
        </w:rPr>
        <w:t xml:space="preserve">. zákona </w:t>
      </w:r>
      <w:r w:rsidR="00D611C6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č. 513/1991 Zb. Obchodný zákonník v znení neskorších predpisov, medzi úspešným uchádzačom </w:t>
      </w:r>
      <w:r w:rsidRPr="00274938">
        <w:rPr>
          <w:rFonts w:ascii="Cambria" w:hAnsi="Cambria"/>
        </w:rPr>
        <w:lastRenderedPageBreak/>
        <w:t xml:space="preserve">(poskytovateľom) a Verejným obstarávateľom (prijímateľom) </w:t>
      </w:r>
      <w:r w:rsidR="00AC20ED" w:rsidRPr="00274938">
        <w:rPr>
          <w:rFonts w:ascii="Cambria" w:hAnsi="Cambria"/>
        </w:rPr>
        <w:t>(ďalej len ako „</w:t>
      </w:r>
      <w:r w:rsidR="00245C94" w:rsidRPr="00274938">
        <w:rPr>
          <w:rFonts w:ascii="Cambria" w:hAnsi="Cambria"/>
          <w:b/>
          <w:bCs/>
        </w:rPr>
        <w:t>zmluv</w:t>
      </w:r>
      <w:r w:rsidR="00273148" w:rsidRPr="00274938">
        <w:rPr>
          <w:rFonts w:ascii="Cambria" w:hAnsi="Cambria"/>
          <w:b/>
          <w:bCs/>
        </w:rPr>
        <w:t>a</w:t>
      </w:r>
      <w:r w:rsidR="00245C94" w:rsidRPr="00274938">
        <w:rPr>
          <w:rFonts w:ascii="Cambria" w:hAnsi="Cambria"/>
        </w:rPr>
        <w:t>“</w:t>
      </w:r>
      <w:r w:rsidR="00AC20ED" w:rsidRPr="00274938">
        <w:rPr>
          <w:rFonts w:ascii="Cambria" w:hAnsi="Cambria"/>
        </w:rPr>
        <w:t xml:space="preserve">). </w:t>
      </w:r>
    </w:p>
    <w:p w14:paraId="0CB9FD61" w14:textId="633F7059" w:rsidR="00AC20ED" w:rsidRPr="00274938" w:rsidRDefault="00AC20ED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Obsah </w:t>
      </w:r>
      <w:r w:rsidR="001C5F04" w:rsidRPr="00274938">
        <w:rPr>
          <w:rFonts w:ascii="Cambria" w:hAnsi="Cambria"/>
        </w:rPr>
        <w:t>zml</w:t>
      </w:r>
      <w:r w:rsidR="00273148" w:rsidRPr="00274938">
        <w:rPr>
          <w:rFonts w:ascii="Cambria" w:hAnsi="Cambria"/>
        </w:rPr>
        <w:t>uvy</w:t>
      </w:r>
      <w:r w:rsidRPr="00274938">
        <w:rPr>
          <w:rFonts w:ascii="Cambria" w:hAnsi="Cambria"/>
        </w:rPr>
        <w:t xml:space="preserve"> bude zodpovedať podmienkam stanoveným v týchto súťažných podkladoch</w:t>
      </w:r>
      <w:r w:rsidR="005C7431" w:rsidRPr="00274938">
        <w:rPr>
          <w:rFonts w:ascii="Cambria" w:hAnsi="Cambria"/>
        </w:rPr>
        <w:t xml:space="preserve">                                    </w:t>
      </w:r>
      <w:r w:rsidRPr="00274938">
        <w:rPr>
          <w:rFonts w:ascii="Cambria" w:hAnsi="Cambria"/>
        </w:rPr>
        <w:t>a v ponuke úspešného uchádzača.</w:t>
      </w:r>
    </w:p>
    <w:p w14:paraId="4DB30616" w14:textId="5909F290" w:rsidR="00AE3791" w:rsidRPr="00274938" w:rsidRDefault="00AE3791" w:rsidP="000149EA">
      <w:pPr>
        <w:pStyle w:val="Nadpis3"/>
      </w:pPr>
      <w:bookmarkStart w:id="51" w:name="_Toc102737452"/>
      <w:bookmarkStart w:id="52" w:name="_Toc102737453"/>
      <w:bookmarkStart w:id="53" w:name="_Toc102737454"/>
      <w:bookmarkStart w:id="54" w:name="_Toc102737455"/>
      <w:bookmarkStart w:id="55" w:name="_Toc102737456"/>
      <w:bookmarkStart w:id="56" w:name="_Toc102737457"/>
      <w:bookmarkStart w:id="57" w:name="_Toc102737458"/>
      <w:bookmarkStart w:id="58" w:name="_Toc447725748"/>
      <w:bookmarkStart w:id="59" w:name="_Toc4416610"/>
      <w:bookmarkStart w:id="60" w:name="_Toc4416904"/>
      <w:bookmarkStart w:id="61" w:name="_Toc4416953"/>
      <w:bookmarkStart w:id="62" w:name="_Toc113524028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Pr="00274938">
        <w:t>Oprávnení uchádzači</w:t>
      </w:r>
      <w:bookmarkEnd w:id="58"/>
      <w:bookmarkEnd w:id="59"/>
      <w:bookmarkEnd w:id="60"/>
      <w:bookmarkEnd w:id="61"/>
      <w:bookmarkEnd w:id="62"/>
    </w:p>
    <w:p w14:paraId="67FD5939" w14:textId="07107CAA" w:rsidR="00414230" w:rsidRPr="00274938" w:rsidRDefault="00D74F88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Ponuku môžu predkladať fyzické</w:t>
      </w:r>
      <w:r w:rsidR="00FC48EA" w:rsidRPr="00274938">
        <w:rPr>
          <w:rFonts w:ascii="Cambria" w:hAnsi="Cambria"/>
        </w:rPr>
        <w:t xml:space="preserve"> osoby</w:t>
      </w:r>
      <w:r w:rsidRPr="00274938">
        <w:rPr>
          <w:rFonts w:ascii="Cambria" w:hAnsi="Cambria"/>
        </w:rPr>
        <w:t xml:space="preserve">, právnické osoby alebo skupina fyzických alebo právnických osôb, vystupujúcich voči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ému obstarávateľovi spoločne</w:t>
      </w:r>
      <w:r w:rsidR="00ED40DA" w:rsidRPr="00274938">
        <w:rPr>
          <w:rFonts w:ascii="Cambria" w:hAnsi="Cambria"/>
        </w:rPr>
        <w:t xml:space="preserve"> (ďalej aj ako „</w:t>
      </w:r>
      <w:bookmarkStart w:id="63" w:name="_Hlk519072534"/>
      <w:r w:rsidR="00ED40DA" w:rsidRPr="00274938">
        <w:rPr>
          <w:rFonts w:ascii="Cambria" w:hAnsi="Cambria"/>
          <w:b/>
        </w:rPr>
        <w:t>Skupina dodávateľov</w:t>
      </w:r>
      <w:bookmarkEnd w:id="63"/>
      <w:r w:rsidR="00ED40DA" w:rsidRPr="00274938">
        <w:rPr>
          <w:rFonts w:ascii="Cambria" w:hAnsi="Cambria"/>
        </w:rPr>
        <w:t>“)</w:t>
      </w:r>
      <w:r w:rsidR="00023E6E" w:rsidRPr="00274938">
        <w:rPr>
          <w:rFonts w:ascii="Cambria" w:hAnsi="Cambria"/>
        </w:rPr>
        <w:t>.</w:t>
      </w:r>
      <w:r w:rsidR="00414230" w:rsidRPr="00274938">
        <w:rPr>
          <w:rFonts w:ascii="Cambria" w:hAnsi="Cambria"/>
        </w:rPr>
        <w:t xml:space="preserve"> </w:t>
      </w:r>
    </w:p>
    <w:p w14:paraId="7B4119B2" w14:textId="77777777" w:rsidR="0062154A" w:rsidRPr="00274938" w:rsidRDefault="0041423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 prípade, </w:t>
      </w:r>
      <w:r w:rsidR="0027022D" w:rsidRPr="00274938">
        <w:rPr>
          <w:rFonts w:ascii="Cambria" w:hAnsi="Cambria"/>
        </w:rPr>
        <w:t xml:space="preserve">ak </w:t>
      </w:r>
      <w:r w:rsidRPr="00274938">
        <w:rPr>
          <w:rFonts w:ascii="Cambria" w:hAnsi="Cambria"/>
        </w:rPr>
        <w:t xml:space="preserve">je uchádzačom </w:t>
      </w:r>
      <w:r w:rsidR="00ED40DA" w:rsidRPr="00274938">
        <w:rPr>
          <w:rFonts w:ascii="Cambria" w:hAnsi="Cambria"/>
        </w:rPr>
        <w:t>Skupina dodávateľov</w:t>
      </w:r>
      <w:r w:rsidRPr="00274938">
        <w:rPr>
          <w:rFonts w:ascii="Cambria" w:hAnsi="Cambria"/>
        </w:rPr>
        <w:t xml:space="preserve">, </w:t>
      </w:r>
      <w:r w:rsidR="00C660B1" w:rsidRPr="00274938">
        <w:rPr>
          <w:rFonts w:ascii="Cambria" w:hAnsi="Cambria"/>
        </w:rPr>
        <w:t>ponuka musí byť podpísaná všetkými členmi Skupiny dodávateľov</w:t>
      </w:r>
      <w:r w:rsidR="000A61B8" w:rsidRPr="00274938">
        <w:rPr>
          <w:rFonts w:ascii="Cambria" w:hAnsi="Cambria"/>
        </w:rPr>
        <w:t>,</w:t>
      </w:r>
      <w:r w:rsidR="00C660B1" w:rsidRPr="00274938">
        <w:rPr>
          <w:rFonts w:ascii="Cambria" w:hAnsi="Cambria"/>
        </w:rPr>
        <w:t xml:space="preserve"> resp. za všetkých členov Skupiny dodávateľov. Zároveň je uchádzač povinný predložiť vo svojej ponuke </w:t>
      </w:r>
    </w:p>
    <w:p w14:paraId="1EE3F0A8" w14:textId="1132B4E6" w:rsidR="0062154A" w:rsidRPr="00274938" w:rsidRDefault="00A655E1" w:rsidP="003207A0">
      <w:pPr>
        <w:pStyle w:val="Nadpis6"/>
      </w:pPr>
      <w:r w:rsidRPr="00274938">
        <w:t xml:space="preserve">vyhlásenie o vytvorení Skupiny dodávateľov </w:t>
      </w:r>
      <w:r w:rsidR="0062154A" w:rsidRPr="00274938">
        <w:t xml:space="preserve">obsahujúce určenie vedúceho člena Skupiny dodávateľov; za týmto účelom uchádzač môže využiť vzor vyhlásenia podľa Prílohy A4 týchto súťažných podkladov; a </w:t>
      </w:r>
    </w:p>
    <w:p w14:paraId="4AB70BE9" w14:textId="070A2445" w:rsidR="00F25C73" w:rsidRPr="00274938" w:rsidRDefault="0062154A" w:rsidP="003207A0">
      <w:pPr>
        <w:pStyle w:val="Nadpis6"/>
      </w:pPr>
      <w:r w:rsidRPr="00274938">
        <w:t xml:space="preserve">splnomocnenie identifikujúce člena Skupiny dodávateľov oprávneného konať </w:t>
      </w:r>
      <w:r w:rsidR="00C660B1" w:rsidRPr="00274938">
        <w:t xml:space="preserve"> v mene ostatných členov Skupiny dodávateľov pre účely tejto </w:t>
      </w:r>
      <w:r w:rsidRPr="00274938">
        <w:t>Verejného obstarávania; z</w:t>
      </w:r>
      <w:r w:rsidR="00C660B1" w:rsidRPr="00274938">
        <w:t xml:space="preserve">a týmto účelom uchádzač </w:t>
      </w:r>
      <w:r w:rsidR="00724AE1" w:rsidRPr="00274938">
        <w:t xml:space="preserve">môže využiť vzor splnomocnenia podľa Prílohy </w:t>
      </w:r>
      <w:r w:rsidR="00A4716E" w:rsidRPr="00274938">
        <w:t>A5</w:t>
      </w:r>
      <w:r w:rsidR="00724AE1" w:rsidRPr="00274938">
        <w:t xml:space="preserve"> týchto súťažných podkladov.</w:t>
      </w:r>
    </w:p>
    <w:p w14:paraId="3B58683E" w14:textId="168BD313" w:rsidR="00AE3791" w:rsidRPr="00274938" w:rsidRDefault="00AE3791" w:rsidP="000149EA">
      <w:pPr>
        <w:pStyle w:val="Nadpis3"/>
      </w:pPr>
      <w:bookmarkStart w:id="64" w:name="_Toc447725749"/>
      <w:bookmarkStart w:id="65" w:name="_Toc4416611"/>
      <w:bookmarkStart w:id="66" w:name="_Toc4416905"/>
      <w:bookmarkStart w:id="67" w:name="_Toc4416954"/>
      <w:bookmarkStart w:id="68" w:name="_Ref4422946"/>
      <w:bookmarkStart w:id="69" w:name="_Toc113524029"/>
      <w:r w:rsidRPr="00274938">
        <w:t>Predloženie a obsah ponúk</w:t>
      </w:r>
      <w:bookmarkEnd w:id="64"/>
      <w:bookmarkEnd w:id="65"/>
      <w:bookmarkEnd w:id="66"/>
      <w:bookmarkEnd w:id="67"/>
      <w:bookmarkEnd w:id="68"/>
      <w:bookmarkEnd w:id="69"/>
    </w:p>
    <w:p w14:paraId="1ABE6C09" w14:textId="65EF9F00" w:rsidR="00D622A7" w:rsidRPr="00274938" w:rsidRDefault="00D622A7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Uchádzač môže predložiť len jednu ponuku. Ak uchádzač v lehote na predkladanie ponúk predloží viac ponúk, verejný obstarávateľ prihliada len na ponuku, ktorá bola predložená ako posledná a na ostatné ponuky hľadí rovnako ako na ponuky, ktoré boli predložené po lehote na predkladanie ponúk. </w:t>
      </w:r>
    </w:p>
    <w:p w14:paraId="79506D68" w14:textId="67B6D188" w:rsidR="00F25C73" w:rsidRPr="00274938" w:rsidRDefault="00FD77F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Ak nie je v bode </w:t>
      </w:r>
      <w:r w:rsidR="009829EA" w:rsidRPr="00274938">
        <w:rPr>
          <w:rFonts w:ascii="Cambria" w:hAnsi="Cambria"/>
        </w:rPr>
        <w:fldChar w:fldCharType="begin"/>
      </w:r>
      <w:r w:rsidR="009829EA" w:rsidRPr="00274938">
        <w:rPr>
          <w:rFonts w:ascii="Cambria" w:hAnsi="Cambria"/>
        </w:rPr>
        <w:instrText xml:space="preserve"> REF _Ref534358796 \r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9829EA" w:rsidRPr="00274938">
        <w:rPr>
          <w:rFonts w:ascii="Cambria" w:hAnsi="Cambria"/>
        </w:rPr>
      </w:r>
      <w:r w:rsidR="009829EA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9829EA" w:rsidRPr="00274938">
        <w:rPr>
          <w:rFonts w:ascii="Cambria" w:hAnsi="Cambria"/>
        </w:rPr>
        <w:fldChar w:fldCharType="end"/>
      </w:r>
      <w:r w:rsidR="009829EA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 xml:space="preserve">tejto časti súťažných podkladov uvedené inak, ponuka musí byť vyhotovená elektronicky v zmysle § 49 ods. 1 písm. a) </w:t>
      </w:r>
      <w:r w:rsidR="005A1935" w:rsidRPr="00274938">
        <w:rPr>
          <w:rFonts w:ascii="Cambria" w:hAnsi="Cambria"/>
        </w:rPr>
        <w:t>ZVO</w:t>
      </w:r>
      <w:r w:rsidRPr="00274938">
        <w:rPr>
          <w:rFonts w:ascii="Cambria" w:hAnsi="Cambria"/>
        </w:rPr>
        <w:t xml:space="preserve"> a vložená do systému JOSEPHINE umiestnenom na webovej adres</w:t>
      </w:r>
      <w:r w:rsidR="00CC2364" w:rsidRPr="00274938">
        <w:rPr>
          <w:rFonts w:ascii="Cambria" w:hAnsi="Cambria"/>
        </w:rPr>
        <w:t xml:space="preserve">e https://josephine.proebiz.com. </w:t>
      </w:r>
      <w:r w:rsidR="00F25C73" w:rsidRPr="00274938">
        <w:rPr>
          <w:rFonts w:ascii="Cambria" w:hAnsi="Cambria"/>
        </w:rPr>
        <w:t xml:space="preserve">Uchádzač predkladá ponuku spôsobom uvedeným v bode </w:t>
      </w:r>
      <w:r w:rsidR="00F25C73" w:rsidRPr="00274938">
        <w:rPr>
          <w:rFonts w:ascii="Cambria" w:hAnsi="Cambria"/>
        </w:rPr>
        <w:fldChar w:fldCharType="begin"/>
      </w:r>
      <w:r w:rsidR="00F25C73" w:rsidRPr="00274938">
        <w:rPr>
          <w:rFonts w:ascii="Cambria" w:hAnsi="Cambria"/>
        </w:rPr>
        <w:instrText xml:space="preserve"> REF _Ref4422409 \n \h  \* MERGEFORMAT </w:instrText>
      </w:r>
      <w:r w:rsidR="00F25C73" w:rsidRPr="00274938">
        <w:rPr>
          <w:rFonts w:ascii="Cambria" w:hAnsi="Cambria"/>
        </w:rPr>
      </w:r>
      <w:r w:rsidR="00F25C73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19</w:t>
      </w:r>
      <w:r w:rsidR="00F25C73" w:rsidRPr="00274938">
        <w:rPr>
          <w:rFonts w:ascii="Cambria" w:hAnsi="Cambria"/>
        </w:rPr>
        <w:fldChar w:fldCharType="end"/>
      </w:r>
      <w:r w:rsidR="00F25C73" w:rsidRPr="00274938">
        <w:rPr>
          <w:rFonts w:ascii="Cambria" w:hAnsi="Cambria"/>
        </w:rPr>
        <w:t xml:space="preserve"> tejto časti súťažných podkladov a v lehote uvedenej v bode </w:t>
      </w:r>
      <w:r w:rsidR="00F25C73" w:rsidRPr="00274938">
        <w:rPr>
          <w:rFonts w:ascii="Cambria" w:hAnsi="Cambria"/>
        </w:rPr>
        <w:fldChar w:fldCharType="begin"/>
      </w:r>
      <w:r w:rsidR="00F25C73" w:rsidRPr="00274938">
        <w:rPr>
          <w:rFonts w:ascii="Cambria" w:hAnsi="Cambria"/>
        </w:rPr>
        <w:instrText xml:space="preserve"> REF _Ref4422424 \n \h  \* MERGEFORMAT </w:instrText>
      </w:r>
      <w:r w:rsidR="00F25C73" w:rsidRPr="00274938">
        <w:rPr>
          <w:rFonts w:ascii="Cambria" w:hAnsi="Cambria"/>
        </w:rPr>
      </w:r>
      <w:r w:rsidR="00F25C73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20</w:t>
      </w:r>
      <w:r w:rsidR="00F25C73" w:rsidRPr="00274938">
        <w:rPr>
          <w:rFonts w:ascii="Cambria" w:hAnsi="Cambria"/>
        </w:rPr>
        <w:fldChar w:fldCharType="end"/>
      </w:r>
      <w:r w:rsidR="00F25C73" w:rsidRPr="00274938">
        <w:rPr>
          <w:rFonts w:ascii="Cambria" w:hAnsi="Cambria"/>
        </w:rPr>
        <w:t xml:space="preserve"> tejto časti súťažných podkladov.</w:t>
      </w:r>
    </w:p>
    <w:p w14:paraId="3D16158B" w14:textId="54337C23" w:rsidR="00A56198" w:rsidRPr="00274938" w:rsidRDefault="00A56198" w:rsidP="000149EA">
      <w:pPr>
        <w:pStyle w:val="Nadpis4"/>
        <w:rPr>
          <w:rFonts w:ascii="Cambria" w:hAnsi="Cambria"/>
        </w:rPr>
      </w:pPr>
      <w:bookmarkStart w:id="70" w:name="_Ref6235445"/>
      <w:r w:rsidRPr="00274938">
        <w:rPr>
          <w:rFonts w:ascii="Cambria" w:hAnsi="Cambria"/>
        </w:rPr>
        <w:t>Súčasťou ponuky musia byť nasledujúce doklady / dokumenty:</w:t>
      </w:r>
      <w:bookmarkEnd w:id="70"/>
      <w:r w:rsidRPr="00274938">
        <w:rPr>
          <w:rFonts w:ascii="Cambria" w:hAnsi="Cambria"/>
        </w:rPr>
        <w:t xml:space="preserve"> </w:t>
      </w:r>
    </w:p>
    <w:p w14:paraId="13453BEF" w14:textId="691E9300" w:rsidR="00A56198" w:rsidRPr="00274938" w:rsidRDefault="00FC48EA" w:rsidP="003207A0">
      <w:pPr>
        <w:pStyle w:val="Nadpis6"/>
      </w:pPr>
      <w:bookmarkStart w:id="71" w:name="_Hlk534374350"/>
      <w:r w:rsidRPr="00274938">
        <w:t xml:space="preserve">Úvodný </w:t>
      </w:r>
      <w:r w:rsidR="00A56198" w:rsidRPr="00274938">
        <w:t>list ponuky s uvedením nasledovných údajov:</w:t>
      </w:r>
      <w:bookmarkEnd w:id="71"/>
    </w:p>
    <w:p w14:paraId="6218E968" w14:textId="1E351242" w:rsidR="00A56198" w:rsidRPr="00274938" w:rsidRDefault="00A56198" w:rsidP="00113A48">
      <w:pPr>
        <w:pStyle w:val="Nadpis7"/>
        <w:rPr>
          <w:szCs w:val="20"/>
        </w:rPr>
      </w:pPr>
      <w:r w:rsidRPr="00274938">
        <w:rPr>
          <w:szCs w:val="20"/>
        </w:rPr>
        <w:t>identifikácia uchádzača - obchodn</w:t>
      </w:r>
      <w:r w:rsidR="00BE4C42" w:rsidRPr="00274938">
        <w:rPr>
          <w:szCs w:val="20"/>
        </w:rPr>
        <w:t>é</w:t>
      </w:r>
      <w:r w:rsidRPr="00274938">
        <w:rPr>
          <w:szCs w:val="20"/>
        </w:rPr>
        <w:t xml:space="preserve"> </w:t>
      </w:r>
      <w:r w:rsidR="00BE4C42" w:rsidRPr="00274938">
        <w:rPr>
          <w:szCs w:val="20"/>
        </w:rPr>
        <w:t xml:space="preserve">meno / </w:t>
      </w:r>
      <w:r w:rsidRPr="00274938">
        <w:rPr>
          <w:szCs w:val="20"/>
        </w:rPr>
        <w:t>názov a sídlo uchádzača (uchádzačov v prípade Skupiny dodávateľov);</w:t>
      </w:r>
    </w:p>
    <w:p w14:paraId="70BF33B6" w14:textId="0368CBFA" w:rsidR="00A56198" w:rsidRPr="00274938" w:rsidRDefault="00A56198" w:rsidP="00113A48">
      <w:pPr>
        <w:pStyle w:val="Nadpis7"/>
        <w:rPr>
          <w:szCs w:val="20"/>
        </w:rPr>
      </w:pPr>
      <w:r w:rsidRPr="00274938">
        <w:rPr>
          <w:szCs w:val="20"/>
        </w:rPr>
        <w:t xml:space="preserve">identifikáciu </w:t>
      </w:r>
      <w:r w:rsidR="00D446B6" w:rsidRPr="00274938">
        <w:rPr>
          <w:szCs w:val="20"/>
        </w:rPr>
        <w:t>Verejného obstarávania</w:t>
      </w:r>
      <w:r w:rsidRPr="00274938">
        <w:rPr>
          <w:szCs w:val="20"/>
        </w:rPr>
        <w:t xml:space="preserve">, do </w:t>
      </w:r>
      <w:r w:rsidR="00D446B6" w:rsidRPr="00274938">
        <w:rPr>
          <w:szCs w:val="20"/>
        </w:rPr>
        <w:t>ktorého</w:t>
      </w:r>
      <w:r w:rsidRPr="00274938">
        <w:rPr>
          <w:szCs w:val="20"/>
        </w:rPr>
        <w:t xml:space="preserve"> sa ponuka predkladá s uvedením názvu </w:t>
      </w:r>
      <w:r w:rsidR="0068594A" w:rsidRPr="00274938">
        <w:rPr>
          <w:szCs w:val="20"/>
        </w:rPr>
        <w:t>p</w:t>
      </w:r>
      <w:r w:rsidRPr="00274938">
        <w:rPr>
          <w:szCs w:val="20"/>
        </w:rPr>
        <w:t>redmetu zákazky;</w:t>
      </w:r>
    </w:p>
    <w:p w14:paraId="2FDBC96A" w14:textId="77777777" w:rsidR="00A56198" w:rsidRPr="00274938" w:rsidRDefault="00A56198" w:rsidP="00113A48">
      <w:pPr>
        <w:pStyle w:val="Nadpis7"/>
        <w:rPr>
          <w:szCs w:val="20"/>
        </w:rPr>
      </w:pPr>
      <w:r w:rsidRPr="00274938">
        <w:rPr>
          <w:szCs w:val="20"/>
        </w:rPr>
        <w:t>zoznam dokumentov predložených v ponuke;</w:t>
      </w:r>
    </w:p>
    <w:p w14:paraId="1DCABECD" w14:textId="3F9F577C" w:rsidR="00A56198" w:rsidRPr="00274938" w:rsidRDefault="00A56198" w:rsidP="00113A48">
      <w:pPr>
        <w:pStyle w:val="Nadpis7"/>
        <w:rPr>
          <w:szCs w:val="20"/>
        </w:rPr>
      </w:pPr>
      <w:r w:rsidRPr="00274938">
        <w:rPr>
          <w:szCs w:val="20"/>
        </w:rPr>
        <w:t xml:space="preserve">identifikácia obchodného tajomstva, resp. dôverných informácií (ak sú) v súlade s bodom </w:t>
      </w:r>
      <w:r w:rsidR="00696E11" w:rsidRPr="00274938">
        <w:rPr>
          <w:szCs w:val="20"/>
        </w:rPr>
        <w:fldChar w:fldCharType="begin"/>
      </w:r>
      <w:r w:rsidR="00696E11" w:rsidRPr="00274938">
        <w:rPr>
          <w:szCs w:val="20"/>
        </w:rPr>
        <w:instrText xml:space="preserve"> REF _Ref4422446 \n \h </w:instrText>
      </w:r>
      <w:r w:rsidR="008501A8" w:rsidRPr="00274938">
        <w:rPr>
          <w:szCs w:val="20"/>
        </w:rPr>
        <w:instrText xml:space="preserve"> \* MERGEFORMAT </w:instrText>
      </w:r>
      <w:r w:rsidR="00696E11" w:rsidRPr="00274938">
        <w:rPr>
          <w:szCs w:val="20"/>
        </w:rPr>
      </w:r>
      <w:r w:rsidR="00696E11" w:rsidRPr="00274938">
        <w:rPr>
          <w:szCs w:val="20"/>
        </w:rPr>
        <w:fldChar w:fldCharType="separate"/>
      </w:r>
      <w:r w:rsidR="00CC2364" w:rsidRPr="00274938">
        <w:rPr>
          <w:szCs w:val="20"/>
        </w:rPr>
        <w:t>24.2</w:t>
      </w:r>
      <w:r w:rsidR="00696E11" w:rsidRPr="00274938">
        <w:rPr>
          <w:szCs w:val="20"/>
        </w:rPr>
        <w:fldChar w:fldCharType="end"/>
      </w:r>
      <w:r w:rsidR="00696E11" w:rsidRPr="00274938">
        <w:rPr>
          <w:szCs w:val="20"/>
        </w:rPr>
        <w:t xml:space="preserve"> </w:t>
      </w:r>
      <w:r w:rsidRPr="00274938">
        <w:rPr>
          <w:szCs w:val="20"/>
        </w:rPr>
        <w:t>týchto súťažných podkladov (identifikácia čísla strany, čísla odseku, bodu a textu obsahujúceho obchodné tajomstvo, príp. dôverné informácie).</w:t>
      </w:r>
    </w:p>
    <w:p w14:paraId="06068968" w14:textId="00117B7C" w:rsidR="00A56198" w:rsidRPr="00274938" w:rsidRDefault="00A56198" w:rsidP="003207A0">
      <w:pPr>
        <w:pStyle w:val="Nadpis6"/>
        <w:numPr>
          <w:ilvl w:val="0"/>
          <w:numId w:val="0"/>
        </w:numPr>
        <w:ind w:left="1134"/>
      </w:pPr>
      <w:r w:rsidRPr="00274938">
        <w:t xml:space="preserve">Ako vzor </w:t>
      </w:r>
      <w:r w:rsidR="00FC48EA" w:rsidRPr="00274938">
        <w:t xml:space="preserve">úvodného </w:t>
      </w:r>
      <w:r w:rsidRPr="00274938">
        <w:t xml:space="preserve">listu uchádzač môže použiť vzor uvedený v Prílohe </w:t>
      </w:r>
      <w:r w:rsidR="00B87223" w:rsidRPr="00274938">
        <w:t>A1</w:t>
      </w:r>
      <w:r w:rsidRPr="00274938">
        <w:t xml:space="preserve"> súťažných podkladov</w:t>
      </w:r>
      <w:r w:rsidR="00E543BE" w:rsidRPr="00274938">
        <w:t>.</w:t>
      </w:r>
    </w:p>
    <w:p w14:paraId="246906CB" w14:textId="1DAC26BD" w:rsidR="00831255" w:rsidRPr="00274938" w:rsidRDefault="00FE5D11" w:rsidP="003207A0">
      <w:pPr>
        <w:pStyle w:val="Nadpis6"/>
      </w:pPr>
      <w:bookmarkStart w:id="72" w:name="_Ref4422667"/>
      <w:bookmarkStart w:id="73" w:name="_Ref524523915"/>
      <w:r w:rsidRPr="00274938">
        <w:rPr>
          <w:b/>
          <w:bCs/>
        </w:rPr>
        <w:t>Technická časť ponuky</w:t>
      </w:r>
      <w:r w:rsidRPr="00274938">
        <w:t>, z ktorej musí vyplývať splnenie všetkých podmienok stanovených v Časti B. Opis predmetu zákazky. Opis musí obsahovať prehľadnú a jednoznačnú informáciu, akým spôsobom uchádzač navrhuje vykonať jednotlivé opatrenia, ako sú uvedené v časti B. Opis predmetu zákazky a príslušných prílohách. Uchádzač predloží technickú časť ponuky v nasledovnej štruktúre a členení:</w:t>
      </w:r>
    </w:p>
    <w:p w14:paraId="7056F4E0" w14:textId="7D1E0E1F" w:rsidR="00FE5D11" w:rsidRPr="00274938" w:rsidRDefault="00FE5D11" w:rsidP="00113A48">
      <w:pPr>
        <w:pStyle w:val="Nadpis7"/>
        <w:rPr>
          <w:szCs w:val="20"/>
        </w:rPr>
      </w:pPr>
      <w:r w:rsidRPr="00274938">
        <w:rPr>
          <w:szCs w:val="20"/>
        </w:rPr>
        <w:t xml:space="preserve">Všeobecný opis realizácie opatrení rozdelený na jednotlivé navrhované opatrenia, pričom pri každom opatrení uchádzač uvedie najmä </w:t>
      </w:r>
      <w:r w:rsidR="00855702" w:rsidRPr="00274938">
        <w:rPr>
          <w:szCs w:val="20"/>
        </w:rPr>
        <w:t xml:space="preserve">(i) </w:t>
      </w:r>
      <w:r w:rsidRPr="00274938">
        <w:rPr>
          <w:szCs w:val="20"/>
        </w:rPr>
        <w:t xml:space="preserve">základný opis samotného </w:t>
      </w:r>
      <w:r w:rsidRPr="00274938">
        <w:rPr>
          <w:szCs w:val="20"/>
        </w:rPr>
        <w:lastRenderedPageBreak/>
        <w:t>opatrenia a spôsobu jeho realizácie, ďalej uchádzač uvedie</w:t>
      </w:r>
      <w:r w:rsidR="00855702" w:rsidRPr="00274938">
        <w:rPr>
          <w:szCs w:val="20"/>
        </w:rPr>
        <w:t xml:space="preserve"> (ii) </w:t>
      </w:r>
      <w:r w:rsidRPr="00274938">
        <w:rPr>
          <w:szCs w:val="20"/>
        </w:rPr>
        <w:t>výšku investičných nákladov za jednotlivé opatrenia</w:t>
      </w:r>
      <w:r w:rsidR="00855702" w:rsidRPr="00274938">
        <w:rPr>
          <w:szCs w:val="20"/>
        </w:rPr>
        <w:t xml:space="preserve"> </w:t>
      </w:r>
      <w:r w:rsidR="00903F9D" w:rsidRPr="00274938">
        <w:rPr>
          <w:szCs w:val="20"/>
        </w:rPr>
        <w:t xml:space="preserve">a </w:t>
      </w:r>
      <w:r w:rsidR="00855702" w:rsidRPr="00274938">
        <w:rPr>
          <w:szCs w:val="20"/>
        </w:rPr>
        <w:t xml:space="preserve">(iii) </w:t>
      </w:r>
      <w:r w:rsidRPr="00274938">
        <w:rPr>
          <w:szCs w:val="20"/>
        </w:rPr>
        <w:t>materiálno-technologickú charakteristiku vybraných materiálov a</w:t>
      </w:r>
      <w:r w:rsidR="007652B3" w:rsidRPr="00274938">
        <w:rPr>
          <w:szCs w:val="20"/>
        </w:rPr>
        <w:t> </w:t>
      </w:r>
      <w:r w:rsidRPr="00274938">
        <w:rPr>
          <w:szCs w:val="20"/>
        </w:rPr>
        <w:t>zriadení</w:t>
      </w:r>
      <w:r w:rsidR="007652B3" w:rsidRPr="00274938">
        <w:rPr>
          <w:szCs w:val="20"/>
        </w:rPr>
        <w:t xml:space="preserve"> s identifikovaním kľúčových komponentov aj s uvedením konkrétneho typu výrobku a jeho výrobcu</w:t>
      </w:r>
      <w:r w:rsidRPr="00274938">
        <w:rPr>
          <w:szCs w:val="20"/>
        </w:rPr>
        <w:t>, ktoré budú tvoriť predmet dodania</w:t>
      </w:r>
      <w:r w:rsidR="00E35774" w:rsidRPr="00274938">
        <w:rPr>
          <w:szCs w:val="20"/>
        </w:rPr>
        <w:t>; a</w:t>
      </w:r>
    </w:p>
    <w:p w14:paraId="0510C5E2" w14:textId="7829B30F" w:rsidR="00632C3C" w:rsidRPr="00274938" w:rsidRDefault="00375FF7" w:rsidP="00113A48">
      <w:pPr>
        <w:pStyle w:val="Nadpis7"/>
        <w:rPr>
          <w:szCs w:val="20"/>
        </w:rPr>
      </w:pPr>
      <w:r w:rsidRPr="00274938">
        <w:rPr>
          <w:szCs w:val="20"/>
        </w:rPr>
        <w:t xml:space="preserve">Podrobný popis návrhu zmien oproti projektovej dokumentácií súčasťou ktorého bude podrobný popis úpravy každého parametra každého technického zariadenia, materiálu a iných výrobkov a zariadení, ktorá uchádzač podľa bodu </w:t>
      </w:r>
      <w:r w:rsidRPr="00274938">
        <w:rPr>
          <w:szCs w:val="20"/>
        </w:rPr>
        <w:fldChar w:fldCharType="begin"/>
      </w:r>
      <w:r w:rsidRPr="00274938">
        <w:rPr>
          <w:szCs w:val="20"/>
        </w:rPr>
        <w:instrText xml:space="preserve"> REF _Ref109980201 \n \h  \* MERGEFORMAT </w:instrText>
      </w:r>
      <w:r w:rsidRPr="00274938">
        <w:rPr>
          <w:szCs w:val="20"/>
        </w:rPr>
      </w:r>
      <w:r w:rsidRPr="00274938">
        <w:rPr>
          <w:szCs w:val="20"/>
        </w:rPr>
        <w:fldChar w:fldCharType="separate"/>
      </w:r>
      <w:r w:rsidRPr="00274938">
        <w:rPr>
          <w:szCs w:val="20"/>
        </w:rPr>
        <w:t>2.3</w:t>
      </w:r>
      <w:r w:rsidRPr="00274938">
        <w:rPr>
          <w:szCs w:val="20"/>
        </w:rPr>
        <w:fldChar w:fldCharType="end"/>
      </w:r>
      <w:r w:rsidRPr="00274938">
        <w:rPr>
          <w:szCs w:val="20"/>
        </w:rPr>
        <w:t xml:space="preserve"> časti B. týchto súťažných podkladov navrhuje zmeniť oproti projektovej dokumentácii, ktorá tvorí Prílohu B4 týchto súťažných podkladov;</w:t>
      </w:r>
    </w:p>
    <w:p w14:paraId="71C089B0" w14:textId="1F66C519" w:rsidR="00E35774" w:rsidRPr="00274938" w:rsidRDefault="00E35774" w:rsidP="00113A48">
      <w:pPr>
        <w:pStyle w:val="Nadpis7"/>
        <w:rPr>
          <w:szCs w:val="20"/>
        </w:rPr>
      </w:pPr>
      <w:r w:rsidRPr="00274938">
        <w:rPr>
          <w:szCs w:val="20"/>
        </w:rPr>
        <w:t xml:space="preserve">Grafický harmonogram plnenia. Harmonogram plnenia bude obsahovať vyjadrenie časovej náročnosti a nadväznosti jednotlivých úkonov, činností a prác vyjadrenú v dňoch. Harmonogram plnenia bude obsahovať uvedenie kritickej cesty jednotlivých plnení smerujúcich k dokončeniu predmetu zákazky pri zohľadnení časových a vecných míľnikov plnenia stanovených v bode </w:t>
      </w:r>
      <w:r w:rsidRPr="00274938">
        <w:rPr>
          <w:szCs w:val="20"/>
        </w:rPr>
        <w:fldChar w:fldCharType="begin"/>
      </w:r>
      <w:r w:rsidRPr="00274938">
        <w:rPr>
          <w:szCs w:val="20"/>
        </w:rPr>
        <w:instrText xml:space="preserve"> REF _Ref14346950 \n \h  \* MERGEFORMAT </w:instrText>
      </w:r>
      <w:r w:rsidRPr="00274938">
        <w:rPr>
          <w:szCs w:val="20"/>
        </w:rPr>
      </w:r>
      <w:r w:rsidRPr="00274938">
        <w:rPr>
          <w:szCs w:val="20"/>
        </w:rPr>
        <w:fldChar w:fldCharType="separate"/>
      </w:r>
      <w:r w:rsidR="00CC2364" w:rsidRPr="00274938">
        <w:rPr>
          <w:szCs w:val="20"/>
        </w:rPr>
        <w:t>9</w:t>
      </w:r>
      <w:r w:rsidRPr="00274938">
        <w:rPr>
          <w:szCs w:val="20"/>
        </w:rPr>
        <w:fldChar w:fldCharType="end"/>
      </w:r>
      <w:r w:rsidRPr="00274938">
        <w:rPr>
          <w:szCs w:val="20"/>
        </w:rPr>
        <w:t xml:space="preserve"> časti B. Opis predmetu zákazky týchto súťažných podkladov. Harmonogram plnenia predložený uchádzačom v rámci ponuky sa v prípade jeho úspechu doplní ako súčasť príslušnej zmluvy.</w:t>
      </w:r>
    </w:p>
    <w:p w14:paraId="4811E380" w14:textId="2FCAA0F5" w:rsidR="00630236" w:rsidRPr="00274938" w:rsidRDefault="00922426" w:rsidP="003207A0">
      <w:pPr>
        <w:pStyle w:val="Nadpis6"/>
      </w:pPr>
      <w:bookmarkStart w:id="74" w:name="_Ref6235423"/>
      <w:r w:rsidRPr="00274938">
        <w:t>Doklady a dokumenty</w:t>
      </w:r>
      <w:r w:rsidR="00665159" w:rsidRPr="00274938">
        <w:t>, ktorými uchádzač preukazuje splnenie podmienok účasti</w:t>
      </w:r>
      <w:r w:rsidR="00A718D2" w:rsidRPr="00274938">
        <w:t xml:space="preserve"> v zmysle Časti F. Podmienky účasti týchto súťažných podkladov</w:t>
      </w:r>
      <w:r w:rsidR="0045452C" w:rsidRPr="00274938">
        <w:t>; t. j. všetky doklady, ktorými preukazuje splnenie podmienok účasti týkajúcich sa osobného postavenia</w:t>
      </w:r>
      <w:r w:rsidR="00FC3250" w:rsidRPr="00274938">
        <w:t xml:space="preserve"> a</w:t>
      </w:r>
      <w:r w:rsidR="0045452C" w:rsidRPr="00274938">
        <w:t xml:space="preserve"> technickej </w:t>
      </w:r>
      <w:r w:rsidR="00FC3250" w:rsidRPr="00274938">
        <w:t xml:space="preserve">alebo odbornej </w:t>
      </w:r>
      <w:r w:rsidR="0045452C" w:rsidRPr="00274938">
        <w:t>spôsobilosti (</w:t>
      </w:r>
      <w:r w:rsidR="00FC3250" w:rsidRPr="00274938">
        <w:t xml:space="preserve">Verejný obstarávateľ odporúča, aby uchádzač za účelom preukázania splnenia niektorých podmienok účasti technickej alebo odbornej spôsobilosti použil vzorové dokumenty </w:t>
      </w:r>
      <w:r w:rsidR="0045452C" w:rsidRPr="00274938">
        <w:t xml:space="preserve">Príloh </w:t>
      </w:r>
      <w:r w:rsidR="00964A48" w:rsidRPr="00274938">
        <w:t>F1</w:t>
      </w:r>
      <w:r w:rsidR="00665A53" w:rsidRPr="00274938">
        <w:t xml:space="preserve"> </w:t>
      </w:r>
      <w:r w:rsidR="00FC3250" w:rsidRPr="00274938">
        <w:t xml:space="preserve">a </w:t>
      </w:r>
      <w:r w:rsidR="00964A48" w:rsidRPr="00274938">
        <w:t>F2</w:t>
      </w:r>
      <w:r w:rsidR="00665A53" w:rsidRPr="00274938">
        <w:t xml:space="preserve"> </w:t>
      </w:r>
      <w:r w:rsidR="0045452C" w:rsidRPr="00274938">
        <w:t>týchto súťažných podkladov</w:t>
      </w:r>
      <w:r w:rsidR="00FC3250" w:rsidRPr="00274938">
        <w:t xml:space="preserve"> – t.</w:t>
      </w:r>
      <w:r w:rsidR="00BE5BF7" w:rsidRPr="00274938">
        <w:t xml:space="preserve"> </w:t>
      </w:r>
      <w:r w:rsidR="00FC3250" w:rsidRPr="00274938">
        <w:t xml:space="preserve">j. </w:t>
      </w:r>
      <w:r w:rsidR="0068594A" w:rsidRPr="00274938">
        <w:t>Z</w:t>
      </w:r>
      <w:r w:rsidR="00FC3250" w:rsidRPr="00274938">
        <w:t xml:space="preserve">oznam </w:t>
      </w:r>
      <w:r w:rsidR="007A0C4F" w:rsidRPr="00274938">
        <w:t>stavebných prác a</w:t>
      </w:r>
      <w:r w:rsidR="00AE5227" w:rsidRPr="00274938">
        <w:t xml:space="preserve"> súvisiacich </w:t>
      </w:r>
      <w:r w:rsidR="00FC3250" w:rsidRPr="00274938">
        <w:t>služieb (referencií) a </w:t>
      </w:r>
      <w:r w:rsidR="0068594A" w:rsidRPr="00274938">
        <w:t>Z</w:t>
      </w:r>
      <w:r w:rsidR="00FC3250" w:rsidRPr="00274938">
        <w:t>oznam odborníkov</w:t>
      </w:r>
      <w:r w:rsidR="0045452C" w:rsidRPr="00274938">
        <w:t>)</w:t>
      </w:r>
      <w:r w:rsidR="00D70FE6" w:rsidRPr="00274938">
        <w:t>.</w:t>
      </w:r>
      <w:bookmarkEnd w:id="74"/>
      <w:r w:rsidR="005B20B5" w:rsidRPr="00274938">
        <w:t xml:space="preserve"> </w:t>
      </w:r>
      <w:bookmarkEnd w:id="72"/>
      <w:bookmarkEnd w:id="73"/>
    </w:p>
    <w:p w14:paraId="4EE6574B" w14:textId="519B0296" w:rsidR="009E22BB" w:rsidRPr="00274938" w:rsidRDefault="009E22BB" w:rsidP="003207A0">
      <w:pPr>
        <w:pStyle w:val="Nadpis6"/>
      </w:pPr>
      <w:bookmarkStart w:id="75" w:name="_Ref4422691"/>
      <w:bookmarkStart w:id="76" w:name="_Ref524522702"/>
      <w:bookmarkStart w:id="77" w:name="_Ref524523889"/>
      <w:r w:rsidRPr="00274938">
        <w:t xml:space="preserve">Doklad o zložení zábezpeky podľa bodu </w:t>
      </w:r>
      <w:r w:rsidR="00F20FB9" w:rsidRPr="00274938">
        <w:fldChar w:fldCharType="begin"/>
      </w:r>
      <w:r w:rsidR="00F20FB9" w:rsidRPr="00274938">
        <w:instrText xml:space="preserve"> REF _Ref106269483 \n \h </w:instrText>
      </w:r>
      <w:r w:rsidR="00741359" w:rsidRPr="00274938">
        <w:instrText xml:space="preserve"> \* MERGEFORMAT </w:instrText>
      </w:r>
      <w:r w:rsidR="00F20FB9" w:rsidRPr="00274938">
        <w:fldChar w:fldCharType="separate"/>
      </w:r>
      <w:r w:rsidR="00F20FB9" w:rsidRPr="00274938">
        <w:t>15</w:t>
      </w:r>
      <w:r w:rsidR="00F20FB9" w:rsidRPr="00274938">
        <w:fldChar w:fldCharType="end"/>
      </w:r>
      <w:r w:rsidR="00F20FB9" w:rsidRPr="00274938">
        <w:t xml:space="preserve"> </w:t>
      </w:r>
      <w:r w:rsidRPr="00274938">
        <w:t xml:space="preserve">tejto časti súťažných podkladov vo forme ustanovenej v bode </w:t>
      </w:r>
      <w:r w:rsidR="004C08D9" w:rsidRPr="00274938">
        <w:fldChar w:fldCharType="begin"/>
      </w:r>
      <w:r w:rsidR="004C08D9" w:rsidRPr="00274938">
        <w:instrText xml:space="preserve"> REF _Ref534358796 \r \h </w:instrText>
      </w:r>
      <w:r w:rsidR="00741359" w:rsidRPr="00274938">
        <w:instrText xml:space="preserve"> \* MERGEFORMAT </w:instrText>
      </w:r>
      <w:r w:rsidR="004C08D9" w:rsidRPr="00274938">
        <w:fldChar w:fldCharType="separate"/>
      </w:r>
      <w:r w:rsidR="004C08D9" w:rsidRPr="00274938">
        <w:t>7.6</w:t>
      </w:r>
      <w:r w:rsidR="004C08D9" w:rsidRPr="00274938">
        <w:fldChar w:fldCharType="end"/>
      </w:r>
      <w:r w:rsidRPr="00274938">
        <w:t xml:space="preserve"> tejto časti súťažných podkladov.</w:t>
      </w:r>
      <w:bookmarkEnd w:id="75"/>
      <w:r w:rsidRPr="00274938">
        <w:t xml:space="preserve"> </w:t>
      </w:r>
      <w:bookmarkEnd w:id="76"/>
    </w:p>
    <w:bookmarkEnd w:id="77"/>
    <w:p w14:paraId="17DC7686" w14:textId="31CFC762" w:rsidR="00915293" w:rsidRPr="00274938" w:rsidRDefault="00672CF4" w:rsidP="003207A0">
      <w:pPr>
        <w:pStyle w:val="Nadpis6"/>
      </w:pPr>
      <w:r w:rsidRPr="00274938">
        <w:t xml:space="preserve">Vyhlásenie o akceptácii podmienok </w:t>
      </w:r>
      <w:r w:rsidR="006C467A" w:rsidRPr="00274938">
        <w:t>Verejného obstarávania</w:t>
      </w:r>
      <w:r w:rsidRPr="00274938">
        <w:t xml:space="preserve">, </w:t>
      </w:r>
      <w:r w:rsidR="00915293" w:rsidRPr="00274938">
        <w:t xml:space="preserve">ktorého vzor tvorí Prílohu </w:t>
      </w:r>
      <w:r w:rsidR="00B87223" w:rsidRPr="00274938">
        <w:t>A2</w:t>
      </w:r>
      <w:r w:rsidR="00915293" w:rsidRPr="00274938">
        <w:t xml:space="preserve"> týchto súťažných podkladov.</w:t>
      </w:r>
    </w:p>
    <w:p w14:paraId="3C69AB4A" w14:textId="64A7A56B" w:rsidR="00915293" w:rsidRPr="00274938" w:rsidRDefault="00915293" w:rsidP="003207A0">
      <w:pPr>
        <w:pStyle w:val="Nadpis6"/>
      </w:pPr>
      <w:r w:rsidRPr="00274938">
        <w:t>Čestné vyhlásenie uchádzača o</w:t>
      </w:r>
      <w:r w:rsidRPr="00274938">
        <w:rPr>
          <w:rFonts w:cs="Calibri"/>
        </w:rPr>
        <w:t> </w:t>
      </w:r>
      <w:r w:rsidRPr="00274938">
        <w:t xml:space="preserve">neprítomnosti konfliktu záujmov vypracované podľa Prílohy </w:t>
      </w:r>
      <w:r w:rsidR="00B87223" w:rsidRPr="00274938">
        <w:t>A3</w:t>
      </w:r>
      <w:r w:rsidRPr="00274938">
        <w:t xml:space="preserve"> týchto súťažných podkladov a v súlade s bodom </w:t>
      </w:r>
      <w:r w:rsidR="00696E11" w:rsidRPr="00274938">
        <w:fldChar w:fldCharType="begin"/>
      </w:r>
      <w:r w:rsidR="00696E11" w:rsidRPr="00274938">
        <w:instrText xml:space="preserve"> REF _Ref4422488 \n \h </w:instrText>
      </w:r>
      <w:r w:rsidR="008501A8" w:rsidRPr="00274938">
        <w:instrText xml:space="preserve"> \* MERGEFORMAT </w:instrText>
      </w:r>
      <w:r w:rsidR="00696E11" w:rsidRPr="00274938">
        <w:fldChar w:fldCharType="separate"/>
      </w:r>
      <w:r w:rsidR="00CC2364" w:rsidRPr="00274938">
        <w:t>18</w:t>
      </w:r>
      <w:r w:rsidR="00696E11" w:rsidRPr="00274938">
        <w:fldChar w:fldCharType="end"/>
      </w:r>
      <w:r w:rsidRPr="00274938">
        <w:t xml:space="preserve"> tejto časti súťažných podkladov.</w:t>
      </w:r>
    </w:p>
    <w:p w14:paraId="3CDD144B" w14:textId="6B91483D" w:rsidR="00915293" w:rsidRPr="00274938" w:rsidRDefault="00915293" w:rsidP="003207A0">
      <w:pPr>
        <w:pStyle w:val="Nadpis6"/>
      </w:pPr>
      <w:bookmarkStart w:id="78" w:name="_Hlk519775982"/>
      <w:r w:rsidRPr="00274938">
        <w:t>Ak ponuku predkladá Skupina dodávateľov</w:t>
      </w:r>
      <w:r w:rsidR="007E5BFA" w:rsidRPr="00274938">
        <w:t>,</w:t>
      </w:r>
      <w:bookmarkEnd w:id="78"/>
      <w:r w:rsidR="007E5BFA" w:rsidRPr="00274938">
        <w:t xml:space="preserve"> </w:t>
      </w:r>
      <w:r w:rsidR="00D622A7" w:rsidRPr="00274938">
        <w:t>vyhlásenie o vytvorení Skupiny dodávateľov ktorého vzor tvorí Prílohu č. A4 týchto súťažných podkladov a splnomocnenie identifikujúce člena Skupiny dodávateľov oprávneného konať za Skupinu dodávateľov s obsahovými náležitosťami podľa Prílohy A5 týchto súťažných podkladov;</w:t>
      </w:r>
    </w:p>
    <w:p w14:paraId="3E3B6CAF" w14:textId="271CC730" w:rsidR="00D42A16" w:rsidRPr="00274938" w:rsidRDefault="00BE48D5" w:rsidP="003207A0">
      <w:pPr>
        <w:pStyle w:val="Nadpis6"/>
      </w:pPr>
      <w:r w:rsidRPr="00274938">
        <w:t xml:space="preserve">Návrh na plnenie kritérií predložený formou vyplnených tabuliek podľa vzoru v Prílohe C1 Návrh na plnenie kritérií týchto súťažných podkladov. </w:t>
      </w:r>
    </w:p>
    <w:p w14:paraId="63B8AB8E" w14:textId="211324E8" w:rsidR="003D02B1" w:rsidRPr="00274938" w:rsidRDefault="00B35C6A" w:rsidP="000149EA">
      <w:pPr>
        <w:pStyle w:val="Nadpis4"/>
        <w:rPr>
          <w:rFonts w:ascii="Cambria" w:hAnsi="Cambria"/>
        </w:rPr>
      </w:pPr>
      <w:bookmarkStart w:id="79" w:name="_Ref4422785"/>
      <w:bookmarkStart w:id="80" w:name="_Hlk522551112"/>
      <w:r w:rsidRPr="00274938">
        <w:rPr>
          <w:rFonts w:ascii="Cambria" w:hAnsi="Cambria"/>
        </w:rPr>
        <w:t xml:space="preserve">Každý dokument </w:t>
      </w:r>
      <w:r w:rsidR="003D02B1" w:rsidRPr="00274938">
        <w:rPr>
          <w:rFonts w:ascii="Cambria" w:hAnsi="Cambria"/>
        </w:rPr>
        <w:t>ponuky musí byť:</w:t>
      </w:r>
      <w:bookmarkEnd w:id="79"/>
    </w:p>
    <w:p w14:paraId="3E9A5182" w14:textId="42240DA0" w:rsidR="003D02B1" w:rsidRPr="00274938" w:rsidRDefault="00B35C6A" w:rsidP="003207A0">
      <w:pPr>
        <w:pStyle w:val="Nadpis6"/>
      </w:pPr>
      <w:r w:rsidRPr="00274938">
        <w:t>podpísaný</w:t>
      </w:r>
      <w:r w:rsidR="003D02B1" w:rsidRPr="00274938">
        <w:t>, pričom</w:t>
      </w:r>
    </w:p>
    <w:p w14:paraId="4135C9C9" w14:textId="62F3DF4A" w:rsidR="003D02B1" w:rsidRPr="00274938" w:rsidRDefault="003D02B1" w:rsidP="00113A48">
      <w:pPr>
        <w:pStyle w:val="Nadpis7"/>
        <w:rPr>
          <w:szCs w:val="20"/>
        </w:rPr>
      </w:pPr>
      <w:r w:rsidRPr="00274938">
        <w:rPr>
          <w:szCs w:val="20"/>
        </w:rPr>
        <w:t>v prípade dokumentu vydaného uchádzačom</w:t>
      </w:r>
      <w:r w:rsidR="00B35C6A" w:rsidRPr="00274938">
        <w:rPr>
          <w:szCs w:val="20"/>
        </w:rPr>
        <w:t xml:space="preserve"> musí byť tento dokument</w:t>
      </w:r>
      <w:r w:rsidRPr="00274938">
        <w:rPr>
          <w:szCs w:val="20"/>
        </w:rPr>
        <w:t xml:space="preserve"> </w:t>
      </w:r>
      <w:r w:rsidR="00B35C6A" w:rsidRPr="00274938">
        <w:rPr>
          <w:b/>
          <w:szCs w:val="20"/>
          <w:u w:val="single"/>
        </w:rPr>
        <w:t xml:space="preserve">podpísaný </w:t>
      </w:r>
      <w:r w:rsidRPr="00274938">
        <w:rPr>
          <w:b/>
          <w:szCs w:val="20"/>
          <w:u w:val="single"/>
        </w:rPr>
        <w:t>uchádzačom</w:t>
      </w:r>
      <w:r w:rsidRPr="00274938">
        <w:rPr>
          <w:szCs w:val="20"/>
        </w:rPr>
        <w:t xml:space="preserve">, jeho štatutárnym </w:t>
      </w:r>
      <w:r w:rsidR="006803F9" w:rsidRPr="00274938">
        <w:rPr>
          <w:szCs w:val="20"/>
        </w:rPr>
        <w:t xml:space="preserve">orgánom </w:t>
      </w:r>
      <w:r w:rsidRPr="00274938">
        <w:rPr>
          <w:szCs w:val="20"/>
        </w:rPr>
        <w:t xml:space="preserve">alebo iným písomne splnomocneným zástupcom uchádzača, ktorý je oprávnený konať </w:t>
      </w:r>
      <w:r w:rsidR="006803F9" w:rsidRPr="00274938">
        <w:rPr>
          <w:szCs w:val="20"/>
        </w:rPr>
        <w:t xml:space="preserve">v mene </w:t>
      </w:r>
      <w:r w:rsidRPr="00274938">
        <w:rPr>
          <w:szCs w:val="20"/>
        </w:rPr>
        <w:t>uchádzača v potrebnom rozsahu; a</w:t>
      </w:r>
    </w:p>
    <w:p w14:paraId="478AEA87" w14:textId="5C4E8B82" w:rsidR="003D02B1" w:rsidRPr="00274938" w:rsidRDefault="003D02B1" w:rsidP="00113A48">
      <w:pPr>
        <w:pStyle w:val="Nadpis7"/>
        <w:rPr>
          <w:szCs w:val="20"/>
        </w:rPr>
      </w:pPr>
      <w:r w:rsidRPr="00274938">
        <w:rPr>
          <w:szCs w:val="20"/>
        </w:rPr>
        <w:t xml:space="preserve">v prípade dokumentu, ktorý </w:t>
      </w:r>
      <w:r w:rsidR="00AD76AA" w:rsidRPr="00274938">
        <w:rPr>
          <w:szCs w:val="20"/>
        </w:rPr>
        <w:t xml:space="preserve">nevydáva uchádzač ale tretia osoba, </w:t>
      </w:r>
      <w:r w:rsidRPr="00274938">
        <w:rPr>
          <w:b/>
          <w:szCs w:val="20"/>
          <w:u w:val="single"/>
        </w:rPr>
        <w:t>podpísan</w:t>
      </w:r>
      <w:r w:rsidR="00B35C6A" w:rsidRPr="00274938">
        <w:rPr>
          <w:b/>
          <w:szCs w:val="20"/>
          <w:u w:val="single"/>
        </w:rPr>
        <w:t>ý</w:t>
      </w:r>
      <w:r w:rsidRPr="00274938">
        <w:rPr>
          <w:b/>
          <w:szCs w:val="20"/>
          <w:u w:val="single"/>
        </w:rPr>
        <w:t xml:space="preserve"> treťou osobou</w:t>
      </w:r>
      <w:r w:rsidRPr="00274938">
        <w:rPr>
          <w:szCs w:val="20"/>
        </w:rPr>
        <w:t xml:space="preserve">, ktorá ho vydáva, resp. jej štatutárnym </w:t>
      </w:r>
      <w:r w:rsidR="006803F9" w:rsidRPr="00274938">
        <w:rPr>
          <w:szCs w:val="20"/>
        </w:rPr>
        <w:t xml:space="preserve">orgánom </w:t>
      </w:r>
      <w:r w:rsidRPr="00274938">
        <w:rPr>
          <w:szCs w:val="20"/>
        </w:rPr>
        <w:t>alebo iným ňou splnomocneným zástupcom.</w:t>
      </w:r>
    </w:p>
    <w:p w14:paraId="375413F6" w14:textId="279A7E96" w:rsidR="003D02B1" w:rsidRPr="00274938" w:rsidRDefault="00B35C6A" w:rsidP="003207A0">
      <w:pPr>
        <w:pStyle w:val="Nadpis6"/>
      </w:pPr>
      <w:r w:rsidRPr="00274938">
        <w:rPr>
          <w:b/>
          <w:u w:val="single"/>
        </w:rPr>
        <w:t>naskenovaný</w:t>
      </w:r>
      <w:r w:rsidRPr="00274938">
        <w:rPr>
          <w:b/>
        </w:rPr>
        <w:t xml:space="preserve"> </w:t>
      </w:r>
      <w:r w:rsidR="003D02B1" w:rsidRPr="00274938">
        <w:t xml:space="preserve">(odporúčaný formát je „PDF“), </w:t>
      </w:r>
      <w:r w:rsidR="00AD76AA" w:rsidRPr="00274938">
        <w:t>a</w:t>
      </w:r>
    </w:p>
    <w:p w14:paraId="2F8E92D2" w14:textId="29ABB05D" w:rsidR="003D02B1" w:rsidRPr="00274938" w:rsidRDefault="00B35C6A" w:rsidP="003207A0">
      <w:pPr>
        <w:pStyle w:val="Nadpis6"/>
      </w:pPr>
      <w:r w:rsidRPr="00274938">
        <w:rPr>
          <w:b/>
          <w:u w:val="single"/>
        </w:rPr>
        <w:t>vložený</w:t>
      </w:r>
      <w:r w:rsidRPr="00274938">
        <w:t xml:space="preserve"> </w:t>
      </w:r>
      <w:r w:rsidR="003D02B1" w:rsidRPr="00274938">
        <w:t xml:space="preserve">do systému JOSEPHINE spôsobom uvedeným v bode </w:t>
      </w:r>
      <w:r w:rsidR="006149E7" w:rsidRPr="00274938">
        <w:fldChar w:fldCharType="begin"/>
      </w:r>
      <w:r w:rsidR="006149E7" w:rsidRPr="00274938">
        <w:instrText xml:space="preserve"> REF _Ref4422725 \n \h </w:instrText>
      </w:r>
      <w:r w:rsidR="008501A8" w:rsidRPr="00274938">
        <w:instrText xml:space="preserve"> \* MERGEFORMAT </w:instrText>
      </w:r>
      <w:r w:rsidR="006149E7" w:rsidRPr="00274938">
        <w:fldChar w:fldCharType="separate"/>
      </w:r>
      <w:r w:rsidR="00CC2364" w:rsidRPr="00274938">
        <w:t>19</w:t>
      </w:r>
      <w:r w:rsidR="006149E7" w:rsidRPr="00274938">
        <w:fldChar w:fldCharType="end"/>
      </w:r>
      <w:r w:rsidR="006149E7" w:rsidRPr="00274938">
        <w:t xml:space="preserve"> </w:t>
      </w:r>
      <w:r w:rsidR="003D02B1" w:rsidRPr="00274938">
        <w:t>tejto časti súťažných podkladov.</w:t>
      </w:r>
    </w:p>
    <w:p w14:paraId="27ED9FE9" w14:textId="355C1565" w:rsidR="00AD76AA" w:rsidRPr="00274938" w:rsidRDefault="00AD76AA" w:rsidP="000149EA">
      <w:pPr>
        <w:pStyle w:val="Nadpis4"/>
        <w:rPr>
          <w:rFonts w:ascii="Cambria" w:hAnsi="Cambria"/>
        </w:rPr>
      </w:pPr>
      <w:bookmarkStart w:id="81" w:name="_Ref102729727"/>
      <w:bookmarkStart w:id="82" w:name="_Ref4422514"/>
      <w:r w:rsidRPr="00274938">
        <w:rPr>
          <w:rFonts w:ascii="Cambria" w:hAnsi="Cambria"/>
        </w:rPr>
        <w:lastRenderedPageBreak/>
        <w:t xml:space="preserve">V prípade, ak sa vyskytnú pochybnosti o pravosti dokumentov predložených v ponuke vo forme </w:t>
      </w:r>
      <w:proofErr w:type="spellStart"/>
      <w:r w:rsidRPr="00274938">
        <w:rPr>
          <w:rFonts w:ascii="Cambria" w:hAnsi="Cambria"/>
        </w:rPr>
        <w:t>scanu</w:t>
      </w:r>
      <w:proofErr w:type="spellEnd"/>
      <w:r w:rsidRPr="00274938">
        <w:rPr>
          <w:rFonts w:ascii="Cambria" w:hAnsi="Cambria"/>
        </w:rPr>
        <w:t xml:space="preserve"> alebo pravdivosti informácií v nich uvedených alebo ak je to potrebné na zabezpečenie riadneho priebehu verejného obstarávania, verejný obstarávateľ má právo požiadať uchádzača o predloženie originálu príslušného dokumentu, úradne osvedčenej kópie originálu príslušného dokumentu alebo zaručenej konverzie podľa zákona č. 305/2013 Z. z. o e-</w:t>
      </w:r>
      <w:proofErr w:type="spellStart"/>
      <w:r w:rsidRPr="00274938">
        <w:rPr>
          <w:rFonts w:ascii="Cambria" w:hAnsi="Cambria"/>
        </w:rPr>
        <w:t>Governmente</w:t>
      </w:r>
      <w:proofErr w:type="spellEnd"/>
      <w:r w:rsidRPr="00274938">
        <w:rPr>
          <w:rFonts w:ascii="Cambria" w:hAnsi="Cambria"/>
        </w:rPr>
        <w:t xml:space="preserve"> v znení neskorších predpisov.</w:t>
      </w:r>
      <w:bookmarkEnd w:id="81"/>
      <w:r w:rsidRPr="00274938">
        <w:rPr>
          <w:rFonts w:ascii="Cambria" w:hAnsi="Cambria"/>
        </w:rPr>
        <w:t xml:space="preserve"> </w:t>
      </w:r>
    </w:p>
    <w:p w14:paraId="3F0AEAE1" w14:textId="65B25AED" w:rsidR="003D02B1" w:rsidRPr="00274938" w:rsidRDefault="003D02B1" w:rsidP="000149EA">
      <w:pPr>
        <w:pStyle w:val="Nadpis4"/>
        <w:rPr>
          <w:rFonts w:ascii="Cambria" w:hAnsi="Cambria"/>
        </w:rPr>
      </w:pPr>
      <w:bookmarkStart w:id="83" w:name="_Ref534358796"/>
      <w:bookmarkEnd w:id="82"/>
      <w:r w:rsidRPr="00274938">
        <w:rPr>
          <w:rFonts w:ascii="Cambria" w:hAnsi="Cambria"/>
        </w:rPr>
        <w:t xml:space="preserve">V prípade poskytnutia zábezpeky formou bankovej záruky alebo poistenia záruky, uchádzač predloží doklad o zložení bankovej záruky alebo doklad o poistení záruky podľa bodu </w:t>
      </w:r>
      <w:r w:rsidR="006149E7" w:rsidRPr="00274938">
        <w:rPr>
          <w:rFonts w:ascii="Cambria" w:hAnsi="Cambria"/>
        </w:rPr>
        <w:fldChar w:fldCharType="begin"/>
      </w:r>
      <w:r w:rsidR="006149E7" w:rsidRPr="00274938">
        <w:rPr>
          <w:rFonts w:ascii="Cambria" w:hAnsi="Cambria"/>
        </w:rPr>
        <w:instrText xml:space="preserve"> REF _Ref4422691 \r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6149E7" w:rsidRPr="00274938">
        <w:rPr>
          <w:rFonts w:ascii="Cambria" w:hAnsi="Cambria"/>
        </w:rPr>
      </w:r>
      <w:r w:rsidR="006149E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7.3d)</w:t>
      </w:r>
      <w:r w:rsidR="006149E7" w:rsidRPr="00274938">
        <w:rPr>
          <w:rFonts w:ascii="Cambria" w:hAnsi="Cambria"/>
        </w:rPr>
        <w:fldChar w:fldCharType="end"/>
      </w:r>
      <w:r w:rsidR="006149E7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 xml:space="preserve">tejto časti súťažných podkladov </w:t>
      </w:r>
      <w:r w:rsidR="00FE6F3A" w:rsidRPr="00274938">
        <w:rPr>
          <w:rFonts w:ascii="Cambria" w:hAnsi="Cambria"/>
        </w:rPr>
        <w:t xml:space="preserve">v ponuke </w:t>
      </w:r>
      <w:r w:rsidRPr="00274938">
        <w:rPr>
          <w:rFonts w:ascii="Cambria" w:hAnsi="Cambria"/>
        </w:rPr>
        <w:t>buď</w:t>
      </w:r>
      <w:bookmarkEnd w:id="83"/>
      <w:r w:rsidRPr="00274938">
        <w:rPr>
          <w:rFonts w:ascii="Cambria" w:hAnsi="Cambria"/>
        </w:rPr>
        <w:t xml:space="preserve"> </w:t>
      </w:r>
    </w:p>
    <w:p w14:paraId="20E19E4B" w14:textId="7DAF58F1" w:rsidR="003D02B1" w:rsidRPr="00274938" w:rsidRDefault="003D02B1" w:rsidP="003207A0">
      <w:pPr>
        <w:pStyle w:val="Nadpis6"/>
      </w:pPr>
      <w:r w:rsidRPr="00274938">
        <w:t>vo forme elektronického dokumentu s kvalifikovaným elektronickým podpisom banky</w:t>
      </w:r>
      <w:r w:rsidR="00E17111" w:rsidRPr="00274938">
        <w:t>,</w:t>
      </w:r>
      <w:r w:rsidRPr="00274938">
        <w:t xml:space="preserve"> </w:t>
      </w:r>
      <w:r w:rsidR="00AA0E4D" w:rsidRPr="00274938">
        <w:t xml:space="preserve">resp. poisťovne </w:t>
      </w:r>
      <w:r w:rsidRPr="00274938">
        <w:t xml:space="preserve">v súlade s </w:t>
      </w:r>
      <w:r w:rsidR="00AD76AA" w:rsidRPr="00274938">
        <w:t>N</w:t>
      </w:r>
      <w:r w:rsidRPr="00274938">
        <w:t xml:space="preserve">ariadením </w:t>
      </w:r>
      <w:r w:rsidR="00AD76AA" w:rsidRPr="00274938">
        <w:t>Európskeho parlamentu a Rady (EÚ) č. 910/2014 zo dňa 23. júla 2014 o elektronickej identifikácii a dôveryhodných službách pre elektronické transakcie na vnútornom trhu a o zrušení smernice 1999/93/ES (ďalej len „</w:t>
      </w:r>
      <w:r w:rsidR="00AD76AA" w:rsidRPr="00274938">
        <w:rPr>
          <w:b/>
          <w:bCs/>
        </w:rPr>
        <w:t xml:space="preserve">nariadenie </w:t>
      </w:r>
      <w:proofErr w:type="spellStart"/>
      <w:r w:rsidR="00AD76AA" w:rsidRPr="00274938">
        <w:rPr>
          <w:b/>
          <w:bCs/>
        </w:rPr>
        <w:t>eIDAS</w:t>
      </w:r>
      <w:proofErr w:type="spellEnd"/>
      <w:r w:rsidR="00AD76AA" w:rsidRPr="00274938">
        <w:t xml:space="preserve">“) </w:t>
      </w:r>
      <w:r w:rsidRPr="00274938">
        <w:t>v prípade, ak banka</w:t>
      </w:r>
      <w:r w:rsidR="00E17111" w:rsidRPr="00274938">
        <w:t>,</w:t>
      </w:r>
      <w:r w:rsidR="00AA0E4D" w:rsidRPr="00274938">
        <w:t xml:space="preserve"> resp. poisťovňa</w:t>
      </w:r>
      <w:r w:rsidRPr="00274938">
        <w:t xml:space="preserve"> uchádzača takúto formu vystavenia bankovej záruky</w:t>
      </w:r>
      <w:r w:rsidR="00E17111" w:rsidRPr="00274938">
        <w:t>,</w:t>
      </w:r>
      <w:r w:rsidRPr="00274938">
        <w:t xml:space="preserve"> </w:t>
      </w:r>
      <w:r w:rsidR="00AA0E4D" w:rsidRPr="00274938">
        <w:t xml:space="preserve">resp. poistenia záruky </w:t>
      </w:r>
      <w:r w:rsidRPr="00274938">
        <w:t>pripúšťa. V takom prípade nesmie byť uplatnenie bankovej záruky</w:t>
      </w:r>
      <w:r w:rsidR="00E17111" w:rsidRPr="00274938">
        <w:t>,</w:t>
      </w:r>
      <w:r w:rsidRPr="00274938">
        <w:t xml:space="preserve"> </w:t>
      </w:r>
      <w:r w:rsidR="00AA0E4D" w:rsidRPr="00274938">
        <w:t xml:space="preserve">resp. poistenia záruky </w:t>
      </w:r>
      <w:r w:rsidRPr="00274938">
        <w:t xml:space="preserve">zo strany </w:t>
      </w:r>
      <w:r w:rsidR="003716D2" w:rsidRPr="00274938">
        <w:t>V</w:t>
      </w:r>
      <w:r w:rsidRPr="00274938">
        <w:t>erejného obstarávateľa spojené so žiadnou prekážkou vyplývajúcou z elektronickej formy bankovej záruky</w:t>
      </w:r>
      <w:r w:rsidR="00E17111" w:rsidRPr="00274938">
        <w:t>,</w:t>
      </w:r>
      <w:r w:rsidR="00AA0E4D" w:rsidRPr="00274938">
        <w:t xml:space="preserve"> resp. poistenia záruky</w:t>
      </w:r>
      <w:r w:rsidRPr="00274938">
        <w:t xml:space="preserve"> oproti uplatneniu plnenia z písomnej bankovej záruky</w:t>
      </w:r>
      <w:r w:rsidR="00E17111" w:rsidRPr="00274938">
        <w:t>,</w:t>
      </w:r>
      <w:r w:rsidR="00AA0E4D" w:rsidRPr="00274938">
        <w:t xml:space="preserve"> resp. poistenia záruky</w:t>
      </w:r>
      <w:r w:rsidRPr="00274938">
        <w:t xml:space="preserve">; alebo </w:t>
      </w:r>
    </w:p>
    <w:p w14:paraId="18493218" w14:textId="288030D9" w:rsidR="007E65F6" w:rsidRPr="00274938" w:rsidRDefault="003D02B1" w:rsidP="003207A0">
      <w:pPr>
        <w:pStyle w:val="Nadpis6"/>
      </w:pPr>
      <w:bookmarkStart w:id="84" w:name="_Ref4422822"/>
      <w:r w:rsidRPr="00274938">
        <w:t xml:space="preserve">vo forme </w:t>
      </w:r>
      <w:proofErr w:type="spellStart"/>
      <w:r w:rsidRPr="00274938">
        <w:t>s</w:t>
      </w:r>
      <w:r w:rsidR="00C5338A" w:rsidRPr="00274938">
        <w:t>ke</w:t>
      </w:r>
      <w:r w:rsidRPr="00274938">
        <w:t>nu</w:t>
      </w:r>
      <w:proofErr w:type="spellEnd"/>
      <w:r w:rsidR="00353352" w:rsidRPr="00274938">
        <w:t xml:space="preserve"> bankovej záruky, resp. poistenia záruky</w:t>
      </w:r>
      <w:r w:rsidRPr="00274938">
        <w:t xml:space="preserve"> vloženého do systému JOSEPHINE</w:t>
      </w:r>
      <w:r w:rsidR="00454A83" w:rsidRPr="00274938">
        <w:t>, pričom v takom prípade</w:t>
      </w:r>
      <w:r w:rsidRPr="00274938">
        <w:t xml:space="preserve"> tiež zároveň samostatne doručí </w:t>
      </w:r>
      <w:r w:rsidRPr="00274938">
        <w:rPr>
          <w:b/>
          <w:u w:val="single"/>
        </w:rPr>
        <w:t>originál záručnej listiny resp. poistenia záruky</w:t>
      </w:r>
      <w:r w:rsidRPr="00274938">
        <w:t xml:space="preserve"> (notársky overená kópia nie je postačujúca) na adresu </w:t>
      </w:r>
      <w:r w:rsidR="00A8587F" w:rsidRPr="00274938">
        <w:rPr>
          <w:b/>
          <w:bCs/>
        </w:rPr>
        <w:t xml:space="preserve">Tatra Tender </w:t>
      </w:r>
      <w:proofErr w:type="spellStart"/>
      <w:r w:rsidR="00A8587F" w:rsidRPr="00274938">
        <w:rPr>
          <w:b/>
          <w:bCs/>
        </w:rPr>
        <w:t>s.r.o</w:t>
      </w:r>
      <w:proofErr w:type="spellEnd"/>
      <w:r w:rsidR="00A8587F" w:rsidRPr="00274938">
        <w:rPr>
          <w:b/>
          <w:bCs/>
        </w:rPr>
        <w:t>. Krčméryho 16, 811 04 Bratislava, Slovenská republika</w:t>
      </w:r>
      <w:r w:rsidR="00672CF4" w:rsidRPr="00274938">
        <w:t xml:space="preserve"> </w:t>
      </w:r>
      <w:r w:rsidRPr="00274938">
        <w:t xml:space="preserve">v súlade s bodom </w:t>
      </w:r>
      <w:r w:rsidR="006149E7" w:rsidRPr="00274938">
        <w:fldChar w:fldCharType="begin"/>
      </w:r>
      <w:r w:rsidR="006149E7" w:rsidRPr="00274938">
        <w:instrText xml:space="preserve"> REF _Ref4422770 \n \h </w:instrText>
      </w:r>
      <w:r w:rsidR="008501A8" w:rsidRPr="00274938">
        <w:instrText xml:space="preserve"> \* MERGEFORMAT </w:instrText>
      </w:r>
      <w:r w:rsidR="006149E7" w:rsidRPr="00274938">
        <w:fldChar w:fldCharType="separate"/>
      </w:r>
      <w:r w:rsidR="00CC2364" w:rsidRPr="00274938">
        <w:t>20</w:t>
      </w:r>
      <w:r w:rsidR="006149E7" w:rsidRPr="00274938">
        <w:fldChar w:fldCharType="end"/>
      </w:r>
      <w:r w:rsidRPr="00274938">
        <w:t xml:space="preserve"> tejto časti súťažných podkladov.</w:t>
      </w:r>
      <w:bookmarkEnd w:id="84"/>
      <w:r w:rsidRPr="00274938">
        <w:t xml:space="preserve"> </w:t>
      </w:r>
    </w:p>
    <w:p w14:paraId="49A6D671" w14:textId="73155E84" w:rsidR="003D02B1" w:rsidRPr="00274938" w:rsidRDefault="003D02B1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 prípade zloženia finančných prostriedkov na bankový účet </w:t>
      </w:r>
      <w:r w:rsidR="00E17111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erejného obstarávateľa sa odporúča, aby uchádzač predložil výpis z bankového účtu, resp. iné vyjadrenie uchádzača potvrdzujúce skutočnosť, že finančné prostriedky budú pripísané na účet </w:t>
      </w:r>
      <w:r w:rsidR="00E17111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erejného obstarávateľa najneskôr v deň uplynutia lehoty na predkladanie ponúk.</w:t>
      </w:r>
    </w:p>
    <w:p w14:paraId="0B36A44C" w14:textId="2874C6D7" w:rsidR="003D02B1" w:rsidRPr="00274938" w:rsidRDefault="003D02B1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Všetky doklady a dokumenty tvoriace obsah ponuky</w:t>
      </w:r>
      <w:r w:rsidR="004E5778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požadované v týchto súťažných podkladoch, musia byť k termínu predloženia ponuky platné a aktuálne.</w:t>
      </w:r>
    </w:p>
    <w:p w14:paraId="1AF667DA" w14:textId="3F9F0328" w:rsidR="00414230" w:rsidRPr="00274938" w:rsidRDefault="00414230" w:rsidP="000149EA">
      <w:pPr>
        <w:pStyle w:val="Nadpis3"/>
      </w:pPr>
      <w:bookmarkStart w:id="85" w:name="_Toc102737461"/>
      <w:bookmarkStart w:id="86" w:name="_Toc522635383"/>
      <w:bookmarkStart w:id="87" w:name="_Toc525293197"/>
      <w:bookmarkStart w:id="88" w:name="_Toc522635384"/>
      <w:bookmarkStart w:id="89" w:name="_Toc525293198"/>
      <w:bookmarkStart w:id="90" w:name="_Toc522635385"/>
      <w:bookmarkStart w:id="91" w:name="_Toc525293199"/>
      <w:bookmarkStart w:id="92" w:name="_Toc447725750"/>
      <w:bookmarkStart w:id="93" w:name="_Toc4416612"/>
      <w:bookmarkStart w:id="94" w:name="_Toc4416906"/>
      <w:bookmarkStart w:id="95" w:name="_Toc4416955"/>
      <w:bookmarkStart w:id="96" w:name="_Toc113524030"/>
      <w:bookmarkEnd w:id="80"/>
      <w:bookmarkEnd w:id="85"/>
      <w:bookmarkEnd w:id="86"/>
      <w:bookmarkEnd w:id="87"/>
      <w:bookmarkEnd w:id="88"/>
      <w:bookmarkEnd w:id="89"/>
      <w:bookmarkEnd w:id="90"/>
      <w:bookmarkEnd w:id="91"/>
      <w:r w:rsidRPr="00274938">
        <w:t>Variantné riešenie</w:t>
      </w:r>
      <w:bookmarkEnd w:id="92"/>
      <w:bookmarkEnd w:id="93"/>
      <w:bookmarkEnd w:id="94"/>
      <w:bookmarkEnd w:id="95"/>
      <w:bookmarkEnd w:id="96"/>
    </w:p>
    <w:p w14:paraId="79FAE4A4" w14:textId="77777777" w:rsidR="00414230" w:rsidRPr="00274938" w:rsidRDefault="0041423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Neumožňuje sa predložiť variantné riešenie.</w:t>
      </w:r>
    </w:p>
    <w:p w14:paraId="29226E9A" w14:textId="10D8A82C" w:rsidR="00414230" w:rsidRPr="00274938" w:rsidRDefault="00414230" w:rsidP="000149EA">
      <w:pPr>
        <w:pStyle w:val="Nadpis3"/>
      </w:pPr>
      <w:bookmarkStart w:id="97" w:name="_Toc447725751"/>
      <w:bookmarkStart w:id="98" w:name="_Toc4416613"/>
      <w:bookmarkStart w:id="99" w:name="_Toc4416907"/>
      <w:bookmarkStart w:id="100" w:name="_Toc4416956"/>
      <w:bookmarkStart w:id="101" w:name="_Toc113524031"/>
      <w:r w:rsidRPr="00274938">
        <w:t>Platnosť ponúk</w:t>
      </w:r>
      <w:bookmarkEnd w:id="97"/>
      <w:bookmarkEnd w:id="98"/>
      <w:bookmarkEnd w:id="99"/>
      <w:bookmarkEnd w:id="100"/>
      <w:bookmarkEnd w:id="101"/>
    </w:p>
    <w:p w14:paraId="28F9C9B6" w14:textId="78AEFE02" w:rsidR="00414230" w:rsidRPr="00274938" w:rsidRDefault="0041423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Ponuky zostávajú platné počas lehoty viazanosti ponúk stanovenej do </w:t>
      </w:r>
      <w:r w:rsidR="00DB1FC5" w:rsidRPr="00274938">
        <w:rPr>
          <w:rFonts w:ascii="Cambria" w:hAnsi="Cambria"/>
          <w:b/>
          <w:bCs/>
        </w:rPr>
        <w:t>31.12.2022</w:t>
      </w:r>
      <w:r w:rsidR="00A03C39" w:rsidRPr="00274938">
        <w:rPr>
          <w:rFonts w:ascii="Cambria" w:hAnsi="Cambria"/>
        </w:rPr>
        <w:t>.</w:t>
      </w:r>
    </w:p>
    <w:p w14:paraId="1F269BF8" w14:textId="77777777" w:rsidR="00084E6E" w:rsidRPr="00274938" w:rsidRDefault="00084E6E" w:rsidP="000149EA">
      <w:pPr>
        <w:pStyle w:val="Nadpis4"/>
        <w:rPr>
          <w:rFonts w:ascii="Cambria" w:hAnsi="Cambria"/>
        </w:rPr>
      </w:pPr>
      <w:bookmarkStart w:id="102" w:name="_Hlk53058079"/>
      <w:r w:rsidRPr="00274938">
        <w:rPr>
          <w:rFonts w:ascii="Cambria" w:hAnsi="Cambria"/>
        </w:rPr>
        <w:t>V prípade podania námietok proti postupu Verejného obstarávateľa, alebo v prípade predĺženia procesu Verejného obstarávania z iných objektívnych dôvodov, sa uchádzačom oznámi predpokladané predĺženie lehoty viazanosti ponúk.</w:t>
      </w:r>
    </w:p>
    <w:p w14:paraId="2D668B92" w14:textId="6040F09C" w:rsidR="00084E6E" w:rsidRPr="00274938" w:rsidRDefault="00084E6E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Lehota viazanosti ponúk nepresiahne 12 mesiacov od uplynutia lehoty na predkladanie ponúk</w:t>
      </w:r>
      <w:bookmarkEnd w:id="102"/>
      <w:r w:rsidRPr="00274938">
        <w:rPr>
          <w:rFonts w:ascii="Cambria" w:hAnsi="Cambria"/>
        </w:rPr>
        <w:t>.</w:t>
      </w:r>
    </w:p>
    <w:p w14:paraId="7772D8BD" w14:textId="3A6DAF7A" w:rsidR="00414230" w:rsidRPr="00274938" w:rsidRDefault="00414230" w:rsidP="000149EA">
      <w:pPr>
        <w:pStyle w:val="Nadpis3"/>
      </w:pPr>
      <w:bookmarkStart w:id="103" w:name="_Toc447725752"/>
      <w:bookmarkStart w:id="104" w:name="_Toc4416614"/>
      <w:bookmarkStart w:id="105" w:name="_Toc4416908"/>
      <w:bookmarkStart w:id="106" w:name="_Toc4416957"/>
      <w:bookmarkStart w:id="107" w:name="_Toc113524032"/>
      <w:r w:rsidRPr="00274938">
        <w:t>Náklady na ponuky</w:t>
      </w:r>
      <w:bookmarkEnd w:id="103"/>
      <w:bookmarkEnd w:id="104"/>
      <w:bookmarkEnd w:id="105"/>
      <w:bookmarkEnd w:id="106"/>
      <w:bookmarkEnd w:id="107"/>
    </w:p>
    <w:p w14:paraId="552948B9" w14:textId="02D4C007" w:rsidR="0055100E" w:rsidRPr="00274938" w:rsidRDefault="0041423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Všetky výdavky spojené s prípravou a predložením ponúk znášajú uchádzači bez finančného nároku voči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ému obstarávateľovi. </w:t>
      </w:r>
    </w:p>
    <w:p w14:paraId="40967EA5" w14:textId="79D9054F" w:rsidR="00414230" w:rsidRPr="00274938" w:rsidRDefault="00414230" w:rsidP="000149EA">
      <w:pPr>
        <w:pStyle w:val="Nadpis2"/>
        <w:rPr>
          <w:rFonts w:ascii="Cambria" w:hAnsi="Cambria"/>
        </w:rPr>
      </w:pPr>
      <w:bookmarkStart w:id="108" w:name="_Toc4416497"/>
      <w:bookmarkStart w:id="109" w:name="_Toc4416615"/>
      <w:bookmarkStart w:id="110" w:name="_Toc4416909"/>
      <w:bookmarkStart w:id="111" w:name="_Toc4416958"/>
      <w:bookmarkStart w:id="112" w:name="_Toc113524033"/>
      <w:r w:rsidRPr="00274938">
        <w:rPr>
          <w:rFonts w:ascii="Cambria" w:hAnsi="Cambria"/>
        </w:rPr>
        <w:t xml:space="preserve">Dorozumievanie medzi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ým obstarávateľom a</w:t>
      </w:r>
      <w:r w:rsidRPr="00274938">
        <w:rPr>
          <w:rFonts w:ascii="Cambria" w:hAnsi="Cambria" w:cs="Calibri"/>
        </w:rPr>
        <w:t> </w:t>
      </w:r>
      <w:r w:rsidRPr="00274938">
        <w:rPr>
          <w:rFonts w:ascii="Cambria" w:hAnsi="Cambria"/>
        </w:rPr>
        <w:t>uch</w:t>
      </w:r>
      <w:r w:rsidRPr="00274938">
        <w:rPr>
          <w:rFonts w:ascii="Cambria" w:hAnsi="Cambria" w:cs="Proba Pro"/>
        </w:rPr>
        <w:t>á</w:t>
      </w:r>
      <w:r w:rsidRPr="00274938">
        <w:rPr>
          <w:rFonts w:ascii="Cambria" w:hAnsi="Cambria"/>
        </w:rPr>
        <w:t>dza</w:t>
      </w:r>
      <w:r w:rsidRPr="00274938">
        <w:rPr>
          <w:rFonts w:ascii="Cambria" w:hAnsi="Cambria" w:cs="Proba Pro"/>
        </w:rPr>
        <w:t>č</w:t>
      </w:r>
      <w:r w:rsidRPr="00274938">
        <w:rPr>
          <w:rFonts w:ascii="Cambria" w:hAnsi="Cambria"/>
        </w:rPr>
        <w:t>mi alebo z</w:t>
      </w:r>
      <w:r w:rsidRPr="00274938">
        <w:rPr>
          <w:rFonts w:ascii="Cambria" w:hAnsi="Cambria" w:cs="Proba Pro"/>
        </w:rPr>
        <w:t>á</w:t>
      </w:r>
      <w:r w:rsidRPr="00274938">
        <w:rPr>
          <w:rFonts w:ascii="Cambria" w:hAnsi="Cambria"/>
        </w:rPr>
        <w:t>ujemcami</w:t>
      </w:r>
      <w:bookmarkEnd w:id="108"/>
      <w:bookmarkEnd w:id="109"/>
      <w:bookmarkEnd w:id="110"/>
      <w:bookmarkEnd w:id="111"/>
      <w:bookmarkEnd w:id="112"/>
    </w:p>
    <w:p w14:paraId="6885611F" w14:textId="52979C1D" w:rsidR="00414230" w:rsidRPr="00274938" w:rsidRDefault="00414230" w:rsidP="000149EA">
      <w:pPr>
        <w:pStyle w:val="Nadpis3"/>
      </w:pPr>
      <w:bookmarkStart w:id="113" w:name="_Toc444084946"/>
      <w:bookmarkStart w:id="114" w:name="_Toc4416616"/>
      <w:bookmarkStart w:id="115" w:name="_Toc4416910"/>
      <w:bookmarkStart w:id="116" w:name="_Toc4416959"/>
      <w:bookmarkStart w:id="117" w:name="_Toc113524034"/>
      <w:r w:rsidRPr="00274938">
        <w:t xml:space="preserve">Dorozumievanie medzi </w:t>
      </w:r>
      <w:r w:rsidR="00A04C69" w:rsidRPr="00274938">
        <w:t>Verejn</w:t>
      </w:r>
      <w:r w:rsidRPr="00274938">
        <w:t>ým obstarávateľom a uchádzačmi alebo záujemcami</w:t>
      </w:r>
      <w:bookmarkEnd w:id="113"/>
      <w:bookmarkEnd w:id="114"/>
      <w:bookmarkEnd w:id="115"/>
      <w:bookmarkEnd w:id="116"/>
      <w:bookmarkEnd w:id="117"/>
    </w:p>
    <w:p w14:paraId="0597632B" w14:textId="0DA50C36" w:rsidR="00672CF4" w:rsidRPr="00274938" w:rsidRDefault="00672CF4" w:rsidP="000149EA">
      <w:pPr>
        <w:pStyle w:val="Nadpis4"/>
        <w:rPr>
          <w:rFonts w:ascii="Cambria" w:hAnsi="Cambria"/>
        </w:rPr>
      </w:pPr>
      <w:bookmarkStart w:id="118" w:name="_Toc522635391"/>
      <w:bookmarkStart w:id="119" w:name="_Toc525293205"/>
      <w:bookmarkStart w:id="120" w:name="_Toc522635392"/>
      <w:bookmarkStart w:id="121" w:name="_Toc525293206"/>
      <w:bookmarkStart w:id="122" w:name="_Toc522635393"/>
      <w:bookmarkStart w:id="123" w:name="_Toc525293207"/>
      <w:bookmarkStart w:id="124" w:name="_Toc522635394"/>
      <w:bookmarkStart w:id="125" w:name="_Toc525293208"/>
      <w:bookmarkStart w:id="126" w:name="_Toc522635395"/>
      <w:bookmarkStart w:id="127" w:name="_Toc525293209"/>
      <w:bookmarkStart w:id="128" w:name="_Toc522635396"/>
      <w:bookmarkStart w:id="129" w:name="_Toc525293210"/>
      <w:bookmarkStart w:id="130" w:name="_Toc522635397"/>
      <w:bookmarkStart w:id="131" w:name="_Toc525293211"/>
      <w:bookmarkStart w:id="132" w:name="_Toc522635398"/>
      <w:bookmarkStart w:id="133" w:name="_Toc525293212"/>
      <w:bookmarkStart w:id="134" w:name="_Toc522635399"/>
      <w:bookmarkStart w:id="135" w:name="_Toc525293213"/>
      <w:bookmarkStart w:id="136" w:name="_Toc522635400"/>
      <w:bookmarkStart w:id="137" w:name="_Toc525293214"/>
      <w:bookmarkStart w:id="138" w:name="_Toc522635401"/>
      <w:bookmarkStart w:id="139" w:name="_Toc525293215"/>
      <w:bookmarkStart w:id="140" w:name="_Toc522635402"/>
      <w:bookmarkStart w:id="141" w:name="_Toc525293216"/>
      <w:bookmarkStart w:id="142" w:name="_Toc522635403"/>
      <w:bookmarkStart w:id="143" w:name="_Toc525293217"/>
      <w:bookmarkStart w:id="144" w:name="_Toc522635404"/>
      <w:bookmarkStart w:id="145" w:name="_Toc525293218"/>
      <w:bookmarkStart w:id="146" w:name="_Toc444084947"/>
      <w:bookmarkStart w:id="147" w:name="_Toc4416617"/>
      <w:bookmarkStart w:id="148" w:name="_Toc4416911"/>
      <w:bookmarkStart w:id="149" w:name="_Toc4416960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274938">
        <w:rPr>
          <w:rFonts w:ascii="Cambria" w:hAnsi="Cambria"/>
        </w:rPr>
        <w:t>Poskytovanie vysvetlení, odovzdávanie podkladov a komunikácia (ďalej len „</w:t>
      </w:r>
      <w:r w:rsidRPr="00274938">
        <w:rPr>
          <w:rFonts w:ascii="Cambria" w:hAnsi="Cambria"/>
          <w:b/>
        </w:rPr>
        <w:t>komunikácia</w:t>
      </w:r>
      <w:r w:rsidRPr="00274938">
        <w:rPr>
          <w:rFonts w:ascii="Cambria" w:hAnsi="Cambria"/>
        </w:rPr>
        <w:t xml:space="preserve">“) medzi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erejným obstarávateľom/záujemcami a uchádzačmi sa bude uskutočňovať v štátnom </w:t>
      </w:r>
      <w:r w:rsidRPr="00274938">
        <w:rPr>
          <w:rFonts w:ascii="Cambria" w:hAnsi="Cambria"/>
        </w:rPr>
        <w:lastRenderedPageBreak/>
        <w:t xml:space="preserve">(slovenskom) jazyku. </w:t>
      </w:r>
    </w:p>
    <w:p w14:paraId="1BC40C37" w14:textId="4C7C7F2C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erejným obstarávateľom </w:t>
      </w:r>
      <w:r w:rsidR="007E5BFA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a uchádzačmi, resp. záujemcami,  počas celého procesu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erejného obstarávania. </w:t>
      </w:r>
    </w:p>
    <w:p w14:paraId="4B15582C" w14:textId="76BE9391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JOSEPHINE je na účely tohto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erejného obstarávania softvér pre elektronizáciu zadávania verejných zákaziek. JOSEPHINE je webová aplikácia na doméne</w:t>
      </w:r>
      <w:r w:rsidR="00EF2DB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https://josephine.proebiz.com.</w:t>
      </w:r>
    </w:p>
    <w:p w14:paraId="0CE460B0" w14:textId="77777777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Na bezproblémové používanie systému JOSEPHINE je nutné používať jeden z podporovaných internetových prehliadačov: </w:t>
      </w:r>
    </w:p>
    <w:p w14:paraId="13DAEBFD" w14:textId="77777777" w:rsidR="00672CF4" w:rsidRPr="00274938" w:rsidRDefault="00672CF4" w:rsidP="000149EA">
      <w:pPr>
        <w:pStyle w:val="Nadpis4"/>
        <w:numPr>
          <w:ilvl w:val="3"/>
          <w:numId w:val="17"/>
        </w:numPr>
        <w:rPr>
          <w:rFonts w:ascii="Cambria" w:hAnsi="Cambria"/>
        </w:rPr>
      </w:pPr>
      <w:r w:rsidRPr="00274938">
        <w:rPr>
          <w:rFonts w:ascii="Cambria" w:hAnsi="Cambria"/>
        </w:rPr>
        <w:t xml:space="preserve">Microsoft Internet Explorer verzia 11.0 a vyššia, </w:t>
      </w:r>
    </w:p>
    <w:p w14:paraId="509BF5F1" w14:textId="77777777" w:rsidR="00672CF4" w:rsidRPr="00274938" w:rsidRDefault="00672CF4" w:rsidP="000149EA">
      <w:pPr>
        <w:pStyle w:val="Nadpis4"/>
        <w:numPr>
          <w:ilvl w:val="3"/>
          <w:numId w:val="17"/>
        </w:numPr>
        <w:rPr>
          <w:rFonts w:ascii="Cambria" w:hAnsi="Cambria"/>
        </w:rPr>
      </w:pPr>
      <w:proofErr w:type="spellStart"/>
      <w:r w:rsidRPr="00274938">
        <w:rPr>
          <w:rFonts w:ascii="Cambria" w:hAnsi="Cambria"/>
        </w:rPr>
        <w:t>Mozilla</w:t>
      </w:r>
      <w:proofErr w:type="spellEnd"/>
      <w:r w:rsidRPr="00274938">
        <w:rPr>
          <w:rFonts w:ascii="Cambria" w:hAnsi="Cambria"/>
        </w:rPr>
        <w:t xml:space="preserve"> Firefox verzia 13.0 a vyššia,</w:t>
      </w:r>
    </w:p>
    <w:p w14:paraId="0A36FEC3" w14:textId="77777777" w:rsidR="00672CF4" w:rsidRPr="00274938" w:rsidRDefault="00672CF4" w:rsidP="000149EA">
      <w:pPr>
        <w:pStyle w:val="Nadpis4"/>
        <w:numPr>
          <w:ilvl w:val="3"/>
          <w:numId w:val="17"/>
        </w:numPr>
        <w:rPr>
          <w:rFonts w:ascii="Cambria" w:hAnsi="Cambria"/>
        </w:rPr>
      </w:pPr>
      <w:r w:rsidRPr="00274938">
        <w:rPr>
          <w:rFonts w:ascii="Cambria" w:hAnsi="Cambria"/>
        </w:rPr>
        <w:t xml:space="preserve">Google Chrome, alebo </w:t>
      </w:r>
    </w:p>
    <w:p w14:paraId="7AD83B01" w14:textId="77777777" w:rsidR="00672CF4" w:rsidRPr="00274938" w:rsidRDefault="00672CF4" w:rsidP="000149EA">
      <w:pPr>
        <w:pStyle w:val="Nadpis4"/>
        <w:numPr>
          <w:ilvl w:val="3"/>
          <w:numId w:val="17"/>
        </w:numPr>
        <w:rPr>
          <w:rFonts w:ascii="Cambria" w:hAnsi="Cambria"/>
        </w:rPr>
      </w:pPr>
      <w:r w:rsidRPr="00274938">
        <w:rPr>
          <w:rFonts w:ascii="Cambria" w:hAnsi="Cambria"/>
        </w:rPr>
        <w:t xml:space="preserve">Microsoft </w:t>
      </w:r>
      <w:proofErr w:type="spellStart"/>
      <w:r w:rsidRPr="00274938">
        <w:rPr>
          <w:rFonts w:ascii="Cambria" w:hAnsi="Cambria"/>
        </w:rPr>
        <w:t>Edge</w:t>
      </w:r>
      <w:proofErr w:type="spellEnd"/>
      <w:r w:rsidRPr="00274938">
        <w:rPr>
          <w:rFonts w:ascii="Cambria" w:hAnsi="Cambria"/>
        </w:rPr>
        <w:t>.</w:t>
      </w:r>
    </w:p>
    <w:p w14:paraId="545C9018" w14:textId="77777777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v komunikačnom rozhraní zobraziť celú históriu o svojej komunikácií s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erejným obstarávateľom.</w:t>
      </w:r>
    </w:p>
    <w:p w14:paraId="67129671" w14:textId="6AD9E1D1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Ak je odosielateľom informácie uchádzač, resp. záujemca, tak po prihlásení do systému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a predmetnej zákazky môže prostredníctvom komunikačného rozhrania odosielať správy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a potrebné prílohy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erejnému obstarávateľovi. Takáto zásielka sa považuje za doručenú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erejnému obstarávateľovi okamihom jej odoslania v systému JOSEPHINE v súlade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>s funkcionalitou systému.</w:t>
      </w:r>
    </w:p>
    <w:p w14:paraId="4F226490" w14:textId="77777777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umožňuje neobmedzený a priamy prístup elektronickými prostriedkami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>k všetkým poskytnutým dokumentom / informáciám počas lehoty na predkladanie ponúk. Verejný obstarávateľ bude všetky dokumenty uverejňovať ako elektronické dokumenty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>v príslušnej časti zákazky v systéme JOSEPHINE</w:t>
      </w:r>
      <w:r w:rsidR="00FE397B" w:rsidRPr="00274938">
        <w:rPr>
          <w:rFonts w:ascii="Cambria" w:hAnsi="Cambria"/>
        </w:rPr>
        <w:t xml:space="preserve">, na ktorý bude odkazovať </w:t>
      </w:r>
      <w:proofErr w:type="spellStart"/>
      <w:r w:rsidR="00FE397B" w:rsidRPr="00274938">
        <w:rPr>
          <w:rFonts w:ascii="Cambria" w:hAnsi="Cambria"/>
        </w:rPr>
        <w:t>link</w:t>
      </w:r>
      <w:proofErr w:type="spellEnd"/>
      <w:r w:rsidR="00FE397B" w:rsidRPr="00274938">
        <w:rPr>
          <w:rFonts w:ascii="Cambria" w:hAnsi="Cambria"/>
        </w:rPr>
        <w:t xml:space="preserve"> uverejnený</w:t>
      </w:r>
      <w:r w:rsidRPr="00274938">
        <w:rPr>
          <w:rFonts w:ascii="Cambria" w:hAnsi="Cambria"/>
        </w:rPr>
        <w:t xml:space="preserve"> v profile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erejného obstarávateľa zriadenom v elektronickom úložisku na webovej stránke Úradu pre verejné obstarávanie</w:t>
      </w:r>
      <w:r w:rsidR="00793365" w:rsidRPr="00274938">
        <w:rPr>
          <w:rFonts w:ascii="Cambria" w:hAnsi="Cambria"/>
        </w:rPr>
        <w:t xml:space="preserve"> (ďalej len „</w:t>
      </w:r>
      <w:r w:rsidR="00793365" w:rsidRPr="00274938">
        <w:rPr>
          <w:rFonts w:ascii="Cambria" w:hAnsi="Cambria"/>
          <w:b/>
        </w:rPr>
        <w:t>Profil</w:t>
      </w:r>
      <w:r w:rsidR="00793365" w:rsidRPr="00274938">
        <w:rPr>
          <w:rFonts w:ascii="Cambria" w:hAnsi="Cambria"/>
        </w:rPr>
        <w:t>“)</w:t>
      </w:r>
      <w:r w:rsidRPr="00274938">
        <w:rPr>
          <w:rFonts w:ascii="Cambria" w:hAnsi="Cambria"/>
        </w:rPr>
        <w:t>.</w:t>
      </w:r>
    </w:p>
    <w:p w14:paraId="331C5698" w14:textId="24F57155" w:rsidR="00672CF4" w:rsidRPr="00274938" w:rsidRDefault="00672CF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Podania a dokumenty súvisiace s uplatnením revíznych postupov budú medzi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erejným obstarávateľom a záujemcami/uchádzačmi doručované v súlade </w:t>
      </w:r>
      <w:r w:rsidR="007620F3" w:rsidRPr="00274938">
        <w:rPr>
          <w:rFonts w:ascii="Cambria" w:hAnsi="Cambria"/>
        </w:rPr>
        <w:t>s príslušnými ustanoveniami ZVO</w:t>
      </w:r>
      <w:r w:rsidR="00A55585" w:rsidRPr="00274938">
        <w:rPr>
          <w:rFonts w:ascii="Cambria" w:hAnsi="Cambria"/>
        </w:rPr>
        <w:t xml:space="preserve">, pričom Verejnému obstarávateľovi budú podania doručované v elektronickej podobe funkcionalitou informačného systému, prostredníctvom ktorého </w:t>
      </w:r>
      <w:r w:rsidR="00C61498" w:rsidRPr="00274938">
        <w:rPr>
          <w:rFonts w:ascii="Cambria" w:hAnsi="Cambria"/>
        </w:rPr>
        <w:t>je</w:t>
      </w:r>
      <w:r w:rsidR="00A55585" w:rsidRPr="00274938">
        <w:rPr>
          <w:rFonts w:ascii="Cambria" w:hAnsi="Cambria"/>
        </w:rPr>
        <w:t xml:space="preserve"> verejné obstarávanie </w:t>
      </w:r>
      <w:r w:rsidR="00C61498" w:rsidRPr="00274938">
        <w:rPr>
          <w:rFonts w:ascii="Cambria" w:hAnsi="Cambria"/>
        </w:rPr>
        <w:t xml:space="preserve">realizované </w:t>
      </w:r>
      <w:r w:rsidR="00A55585" w:rsidRPr="00274938">
        <w:rPr>
          <w:rFonts w:ascii="Cambria" w:hAnsi="Cambria"/>
        </w:rPr>
        <w:t>(t.</w:t>
      </w:r>
      <w:r w:rsidR="00FE397B" w:rsidRPr="00274938">
        <w:rPr>
          <w:rFonts w:ascii="Cambria" w:hAnsi="Cambria"/>
        </w:rPr>
        <w:t xml:space="preserve"> </w:t>
      </w:r>
      <w:r w:rsidR="00A55585" w:rsidRPr="00274938">
        <w:rPr>
          <w:rFonts w:ascii="Cambria" w:hAnsi="Cambria"/>
        </w:rPr>
        <w:t>j. JOSEPHINE)</w:t>
      </w:r>
      <w:r w:rsidRPr="00274938">
        <w:rPr>
          <w:rFonts w:ascii="Cambria" w:hAnsi="Cambria"/>
        </w:rPr>
        <w:t>.</w:t>
      </w:r>
    </w:p>
    <w:p w14:paraId="4D0E3D4C" w14:textId="3B58037C" w:rsidR="003E395A" w:rsidRPr="00274938" w:rsidRDefault="003E395A" w:rsidP="000149EA">
      <w:pPr>
        <w:pStyle w:val="Nadpis3"/>
      </w:pPr>
      <w:bookmarkStart w:id="150" w:name="_Toc113524035"/>
      <w:r w:rsidRPr="00274938">
        <w:t>Vysvetľovanie a doplnenie súťažných podkladov</w:t>
      </w:r>
      <w:bookmarkEnd w:id="146"/>
      <w:bookmarkEnd w:id="147"/>
      <w:bookmarkEnd w:id="148"/>
      <w:bookmarkEnd w:id="149"/>
      <w:bookmarkEnd w:id="150"/>
    </w:p>
    <w:p w14:paraId="509936A0" w14:textId="190D616A" w:rsidR="00AA4123" w:rsidRPr="00274938" w:rsidRDefault="00AA4123" w:rsidP="000149EA">
      <w:pPr>
        <w:pStyle w:val="Nadpis4"/>
        <w:rPr>
          <w:rFonts w:ascii="Cambria" w:hAnsi="Cambria"/>
        </w:rPr>
      </w:pPr>
      <w:bookmarkStart w:id="151" w:name="_Hlk522551241"/>
      <w:r w:rsidRPr="00274938">
        <w:rPr>
          <w:rFonts w:ascii="Cambria" w:hAnsi="Cambria"/>
        </w:rPr>
        <w:t>Adresa stránky, kde je možný prístup k dokumentáci</w:t>
      </w:r>
      <w:r w:rsidR="0032604B" w:rsidRPr="00274938">
        <w:rPr>
          <w:rFonts w:ascii="Cambria" w:hAnsi="Cambria"/>
        </w:rPr>
        <w:t>i</w:t>
      </w:r>
      <w:r w:rsidRPr="00274938">
        <w:rPr>
          <w:rFonts w:ascii="Cambria" w:hAnsi="Cambria"/>
        </w:rPr>
        <w:t xml:space="preserve">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erejného obstarávania: </w:t>
      </w:r>
      <w:r w:rsidR="008C21B5" w:rsidRPr="00274938">
        <w:rPr>
          <w:rFonts w:ascii="Cambria" w:hAnsi="Cambria"/>
        </w:rPr>
        <w:lastRenderedPageBreak/>
        <w:t>https://josephine.proebiz.com/sk/tender/31097/summary</w:t>
      </w:r>
    </w:p>
    <w:p w14:paraId="0F04AFDC" w14:textId="2F039C62" w:rsidR="008E67C5" w:rsidRPr="00274938" w:rsidRDefault="00D61ABB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 </w:t>
      </w:r>
      <w:r w:rsidR="00793365" w:rsidRPr="00274938">
        <w:rPr>
          <w:rFonts w:ascii="Cambria" w:hAnsi="Cambria"/>
        </w:rPr>
        <w:t>P</w:t>
      </w:r>
      <w:r w:rsidRPr="00274938">
        <w:rPr>
          <w:rFonts w:ascii="Cambria" w:hAnsi="Cambria"/>
        </w:rPr>
        <w:t xml:space="preserve">rofile sa bude nachádzať odkaz na verejný portál systému JOSEPHINE, kde sú všetky informácie verejne </w:t>
      </w:r>
      <w:r w:rsidR="00640029" w:rsidRPr="00274938">
        <w:rPr>
          <w:rFonts w:ascii="Cambria" w:hAnsi="Cambria"/>
        </w:rPr>
        <w:t>prístupné</w:t>
      </w:r>
      <w:r w:rsidR="008E67C5" w:rsidRPr="00274938">
        <w:rPr>
          <w:rFonts w:ascii="Cambria" w:hAnsi="Cambria"/>
        </w:rPr>
        <w:t>.</w:t>
      </w:r>
      <w:r w:rsidR="008E67C5" w:rsidRPr="00274938" w:rsidDel="000A67EA">
        <w:rPr>
          <w:rFonts w:ascii="Cambria" w:hAnsi="Cambria"/>
        </w:rPr>
        <w:t xml:space="preserve"> </w:t>
      </w:r>
    </w:p>
    <w:p w14:paraId="1F3F35A4" w14:textId="060E7C68" w:rsidR="00AA4123" w:rsidRPr="00274938" w:rsidRDefault="00AA4123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 prípade nejasností alebo potreby objasnenia akýchkoľvek poskytnutých informácií v lehote na predkladanie ponúk, môže ktorýkoľvek zo záujemcov požiadať </w:t>
      </w:r>
      <w:r w:rsidR="00A55585" w:rsidRPr="00274938">
        <w:rPr>
          <w:rFonts w:ascii="Cambria" w:hAnsi="Cambria"/>
        </w:rPr>
        <w:t xml:space="preserve">o vysvetlenie </w:t>
      </w:r>
      <w:r w:rsidRPr="00274938">
        <w:rPr>
          <w:rFonts w:ascii="Cambria" w:hAnsi="Cambria"/>
        </w:rPr>
        <w:t>prostredníctvom komunikačného rozhrania systému JOSEPHINE podľa vyššie uvedených pravidiel komunikácie. 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</w:p>
    <w:p w14:paraId="10AA791C" w14:textId="37B7D258" w:rsidR="003E395A" w:rsidRPr="00274938" w:rsidRDefault="003E395A" w:rsidP="000149EA">
      <w:pPr>
        <w:pStyle w:val="Nadpis3"/>
      </w:pPr>
      <w:bookmarkStart w:id="152" w:name="_Toc534377202"/>
      <w:bookmarkStart w:id="153" w:name="_Toc522635406"/>
      <w:bookmarkStart w:id="154" w:name="_Toc525293220"/>
      <w:bookmarkStart w:id="155" w:name="_Toc522635407"/>
      <w:bookmarkStart w:id="156" w:name="_Toc525293221"/>
      <w:bookmarkStart w:id="157" w:name="_Toc444084948"/>
      <w:bookmarkStart w:id="158" w:name="_Toc4416618"/>
      <w:bookmarkStart w:id="159" w:name="_Toc4416912"/>
      <w:bookmarkStart w:id="160" w:name="_Toc4416961"/>
      <w:bookmarkStart w:id="161" w:name="_Toc113524036"/>
      <w:bookmarkEnd w:id="151"/>
      <w:bookmarkEnd w:id="152"/>
      <w:bookmarkEnd w:id="153"/>
      <w:bookmarkEnd w:id="154"/>
      <w:bookmarkEnd w:id="155"/>
      <w:bookmarkEnd w:id="156"/>
      <w:r w:rsidRPr="00274938">
        <w:t xml:space="preserve">Obhliadka miesta </w:t>
      </w:r>
      <w:r w:rsidR="00A55585" w:rsidRPr="00274938">
        <w:t xml:space="preserve">realizácie </w:t>
      </w:r>
      <w:r w:rsidR="0068594A" w:rsidRPr="00274938">
        <w:t>p</w:t>
      </w:r>
      <w:r w:rsidR="007D674D" w:rsidRPr="00274938">
        <w:t>redmet</w:t>
      </w:r>
      <w:r w:rsidRPr="00274938">
        <w:t>u zákazky</w:t>
      </w:r>
      <w:bookmarkEnd w:id="157"/>
      <w:bookmarkEnd w:id="158"/>
      <w:bookmarkEnd w:id="159"/>
      <w:bookmarkEnd w:id="160"/>
      <w:bookmarkEnd w:id="161"/>
    </w:p>
    <w:p w14:paraId="3EA84477" w14:textId="09C48338" w:rsidR="00545C62" w:rsidRPr="00274938" w:rsidRDefault="00545C62" w:rsidP="000149EA">
      <w:pPr>
        <w:pStyle w:val="Nadpis4"/>
        <w:rPr>
          <w:rFonts w:ascii="Cambria" w:hAnsi="Cambria"/>
        </w:rPr>
      </w:pPr>
      <w:bookmarkStart w:id="162" w:name="_Toc4416498"/>
      <w:bookmarkStart w:id="163" w:name="_Toc4416619"/>
      <w:bookmarkStart w:id="164" w:name="_Toc4416913"/>
      <w:bookmarkStart w:id="165" w:name="_Toc4416962"/>
      <w:r w:rsidRPr="00274938">
        <w:rPr>
          <w:rFonts w:ascii="Cambria" w:hAnsi="Cambria"/>
        </w:rPr>
        <w:t xml:space="preserve">Verejný obstarávateľ záujemcom odporúča vykonať obhliadku miesta realizácie predmetu zákazky. Obhliadka bude organizovaná pre záujemcov samostatne. Termín obhliadky je záujemca povinný si dohodnúť s Verejným obstarávateľom individuálne na kontaktných údajoch na strane Verejného obstarávateľa  uvedených v bode </w:t>
      </w:r>
      <w:r w:rsidR="00ED7F4A" w:rsidRPr="00274938">
        <w:rPr>
          <w:rFonts w:ascii="Cambria" w:hAnsi="Cambria"/>
        </w:rPr>
        <w:fldChar w:fldCharType="begin"/>
      </w:r>
      <w:r w:rsidR="00ED7F4A" w:rsidRPr="00274938">
        <w:rPr>
          <w:rFonts w:ascii="Cambria" w:hAnsi="Cambria"/>
        </w:rPr>
        <w:instrText xml:space="preserve"> REF _Ref64980700 \r \h </w:instrText>
      </w:r>
      <w:r w:rsidR="00533A6E" w:rsidRPr="00274938">
        <w:rPr>
          <w:rFonts w:ascii="Cambria" w:hAnsi="Cambria"/>
        </w:rPr>
        <w:instrText xml:space="preserve"> \* MERGEFORMAT </w:instrText>
      </w:r>
      <w:r w:rsidR="00ED7F4A" w:rsidRPr="00274938">
        <w:rPr>
          <w:rFonts w:ascii="Cambria" w:hAnsi="Cambria"/>
        </w:rPr>
      </w:r>
      <w:r w:rsidR="00ED7F4A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13.2</w:t>
      </w:r>
      <w:r w:rsidR="00ED7F4A" w:rsidRPr="00274938">
        <w:rPr>
          <w:rFonts w:ascii="Cambria" w:hAnsi="Cambria"/>
        </w:rPr>
        <w:fldChar w:fldCharType="end"/>
      </w:r>
      <w:r w:rsidR="00ED7F4A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 xml:space="preserve">nižšie. Obhliadka miesta realizácie predmetu zákazky nie je povinná. </w:t>
      </w:r>
    </w:p>
    <w:p w14:paraId="6F1F931F" w14:textId="19179D47" w:rsidR="006216D6" w:rsidRPr="00274938" w:rsidRDefault="006216D6" w:rsidP="000149EA">
      <w:pPr>
        <w:pStyle w:val="Nadpis4"/>
        <w:rPr>
          <w:rFonts w:ascii="Cambria" w:hAnsi="Cambria"/>
        </w:rPr>
      </w:pPr>
      <w:bookmarkStart w:id="166" w:name="_Ref17375144"/>
      <w:bookmarkStart w:id="167" w:name="_Ref64980700"/>
      <w:r w:rsidRPr="00274938">
        <w:rPr>
          <w:rFonts w:ascii="Cambria" w:hAnsi="Cambria"/>
        </w:rPr>
        <w:t xml:space="preserve">Kontaktnou osobou na účely obhliadky je </w:t>
      </w:r>
      <w:r w:rsidR="00741359" w:rsidRPr="00274938">
        <w:rPr>
          <w:rFonts w:ascii="Cambria" w:hAnsi="Cambria"/>
        </w:rPr>
        <w:t xml:space="preserve">Ing. Vladimír </w:t>
      </w:r>
      <w:proofErr w:type="spellStart"/>
      <w:r w:rsidR="00741359" w:rsidRPr="00274938">
        <w:rPr>
          <w:rFonts w:ascii="Cambria" w:hAnsi="Cambria"/>
        </w:rPr>
        <w:t>Hlivák</w:t>
      </w:r>
      <w:proofErr w:type="spellEnd"/>
      <w:r w:rsidR="00713D44" w:rsidRPr="00274938">
        <w:rPr>
          <w:rFonts w:ascii="Cambria" w:hAnsi="Cambria"/>
        </w:rPr>
        <w:t xml:space="preserve">, </w:t>
      </w:r>
      <w:r w:rsidR="00B27DB0" w:rsidRPr="00274938">
        <w:rPr>
          <w:rFonts w:ascii="Cambria" w:hAnsi="Cambria"/>
        </w:rPr>
        <w:t xml:space="preserve">e-mail: </w:t>
      </w:r>
      <w:hyperlink r:id="rId15" w:history="1">
        <w:r w:rsidR="00741359" w:rsidRPr="00274938">
          <w:rPr>
            <w:rStyle w:val="Hypertextovprepojenie"/>
            <w:rFonts w:ascii="Cambria" w:hAnsi="Cambria"/>
          </w:rPr>
          <w:t>Vladimir.Hlivak@vucke.sk</w:t>
        </w:r>
      </w:hyperlink>
      <w:r w:rsidR="00741359" w:rsidRPr="00274938">
        <w:rPr>
          <w:rFonts w:ascii="Cambria" w:hAnsi="Cambria"/>
        </w:rPr>
        <w:t xml:space="preserve">, </w:t>
      </w:r>
      <w:r w:rsidR="00C73AFB" w:rsidRPr="00274938">
        <w:rPr>
          <w:rFonts w:ascii="Cambria" w:hAnsi="Cambria"/>
        </w:rPr>
        <w:t xml:space="preserve"> tel. č.: </w:t>
      </w:r>
      <w:bookmarkEnd w:id="166"/>
      <w:r w:rsidR="00741359" w:rsidRPr="00274938">
        <w:rPr>
          <w:rFonts w:ascii="Cambria" w:hAnsi="Cambria"/>
        </w:rPr>
        <w:t>+421 910 </w:t>
      </w:r>
      <w:bookmarkEnd w:id="167"/>
      <w:r w:rsidR="00741359" w:rsidRPr="00274938">
        <w:rPr>
          <w:rFonts w:ascii="Cambria" w:hAnsi="Cambria"/>
        </w:rPr>
        <w:t>322 559.</w:t>
      </w:r>
    </w:p>
    <w:p w14:paraId="6B3A92EC" w14:textId="053ADB88" w:rsidR="00F46482" w:rsidRPr="00274938" w:rsidRDefault="00F46482" w:rsidP="000149EA">
      <w:pPr>
        <w:pStyle w:val="Nadpis2"/>
        <w:rPr>
          <w:rFonts w:ascii="Cambria" w:hAnsi="Cambria"/>
        </w:rPr>
      </w:pPr>
      <w:bookmarkStart w:id="168" w:name="_Toc113524037"/>
      <w:r w:rsidRPr="00274938">
        <w:rPr>
          <w:rFonts w:ascii="Cambria" w:hAnsi="Cambria"/>
        </w:rPr>
        <w:t>Príprava ponuky</w:t>
      </w:r>
      <w:bookmarkEnd w:id="162"/>
      <w:bookmarkEnd w:id="163"/>
      <w:bookmarkEnd w:id="164"/>
      <w:bookmarkEnd w:id="165"/>
      <w:bookmarkEnd w:id="168"/>
    </w:p>
    <w:p w14:paraId="41235DAC" w14:textId="55180F82" w:rsidR="00B25D70" w:rsidRPr="00274938" w:rsidRDefault="00B25D70" w:rsidP="000149EA">
      <w:pPr>
        <w:pStyle w:val="Nadpis3"/>
      </w:pPr>
      <w:bookmarkStart w:id="169" w:name="_Toc444084950"/>
      <w:bookmarkStart w:id="170" w:name="_Toc4416620"/>
      <w:bookmarkStart w:id="171" w:name="_Toc4416914"/>
      <w:bookmarkStart w:id="172" w:name="_Toc4416963"/>
      <w:bookmarkStart w:id="173" w:name="_Toc113524038"/>
      <w:r w:rsidRPr="00274938">
        <w:t>Jazyk ponúk</w:t>
      </w:r>
      <w:bookmarkEnd w:id="169"/>
      <w:bookmarkEnd w:id="170"/>
      <w:bookmarkEnd w:id="171"/>
      <w:bookmarkEnd w:id="172"/>
      <w:bookmarkEnd w:id="173"/>
    </w:p>
    <w:p w14:paraId="2AC2FF94" w14:textId="7F5BE42A" w:rsidR="0033293A" w:rsidRPr="00274938" w:rsidRDefault="00B25D7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Ponuky, doklady a dokumenty v nich predložené sa predkladajú v štátnom jazyku Slovenskej republiky</w:t>
      </w:r>
      <w:r w:rsidR="001F4B8F" w:rsidRPr="00274938">
        <w:rPr>
          <w:rFonts w:ascii="Cambria" w:hAnsi="Cambria"/>
        </w:rPr>
        <w:t xml:space="preserve"> alebo v českom jazyku</w:t>
      </w:r>
      <w:r w:rsidRPr="00274938">
        <w:rPr>
          <w:rFonts w:ascii="Cambria" w:hAnsi="Cambria"/>
        </w:rPr>
        <w:t xml:space="preserve">. </w:t>
      </w:r>
      <w:bookmarkStart w:id="174" w:name="jazyky"/>
      <w:bookmarkEnd w:id="174"/>
    </w:p>
    <w:p w14:paraId="7301851D" w14:textId="2AAEBA1E" w:rsidR="0033293A" w:rsidRPr="00274938" w:rsidRDefault="00B25D7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Ak je doklad alebo dokument vyhotovený v </w:t>
      </w:r>
      <w:r w:rsidR="001C73ED" w:rsidRPr="00274938">
        <w:rPr>
          <w:rFonts w:ascii="Cambria" w:hAnsi="Cambria"/>
        </w:rPr>
        <w:t>inom ako štátnom jazyku alebo českom jazyku</w:t>
      </w:r>
      <w:r w:rsidRPr="00274938">
        <w:rPr>
          <w:rFonts w:ascii="Cambria" w:hAnsi="Cambria"/>
        </w:rPr>
        <w:t xml:space="preserve">, predkladá sa spolu s jeho </w:t>
      </w:r>
      <w:r w:rsidR="00826B07" w:rsidRPr="00274938">
        <w:rPr>
          <w:rFonts w:ascii="Cambria" w:hAnsi="Cambria"/>
        </w:rPr>
        <w:t xml:space="preserve">úradným </w:t>
      </w:r>
      <w:r w:rsidRPr="00274938">
        <w:rPr>
          <w:rFonts w:ascii="Cambria" w:hAnsi="Cambria"/>
        </w:rPr>
        <w:t xml:space="preserve">prekladom do štátneho jazyka; </w:t>
      </w:r>
      <w:r w:rsidR="001C73ED" w:rsidRPr="00274938">
        <w:rPr>
          <w:rFonts w:ascii="Cambria" w:hAnsi="Cambria"/>
        </w:rPr>
        <w:t>Ak sa zistí rozdiel v obsahu dokladu alebo dokumentu predloženom podľa predchádzajúcej vety, rozhodujúci je úradný preklad do štátneho jazyka</w:t>
      </w:r>
      <w:r w:rsidRPr="00274938">
        <w:rPr>
          <w:rFonts w:ascii="Cambria" w:hAnsi="Cambria"/>
        </w:rPr>
        <w:t xml:space="preserve">. </w:t>
      </w:r>
    </w:p>
    <w:p w14:paraId="4897AB4A" w14:textId="03B38178" w:rsidR="00F46482" w:rsidRPr="00274938" w:rsidRDefault="00F46482" w:rsidP="000149EA">
      <w:pPr>
        <w:pStyle w:val="Nadpis3"/>
      </w:pPr>
      <w:bookmarkStart w:id="175" w:name="_Toc400006275"/>
      <w:bookmarkStart w:id="176" w:name="_Toc444084951"/>
      <w:bookmarkStart w:id="177" w:name="_Toc4416621"/>
      <w:bookmarkStart w:id="178" w:name="_Toc4416915"/>
      <w:bookmarkStart w:id="179" w:name="_Toc4416964"/>
      <w:bookmarkStart w:id="180" w:name="_Ref106269483"/>
      <w:bookmarkStart w:id="181" w:name="_Toc113524039"/>
      <w:r w:rsidRPr="00274938">
        <w:t>Zábezpeka</w:t>
      </w:r>
      <w:bookmarkEnd w:id="175"/>
      <w:bookmarkEnd w:id="176"/>
      <w:bookmarkEnd w:id="177"/>
      <w:bookmarkEnd w:id="178"/>
      <w:bookmarkEnd w:id="179"/>
      <w:bookmarkEnd w:id="180"/>
      <w:bookmarkEnd w:id="181"/>
    </w:p>
    <w:p w14:paraId="3813543C" w14:textId="120EB73D" w:rsidR="00AB238B" w:rsidRPr="00274938" w:rsidRDefault="00A04C69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Verejn</w:t>
      </w:r>
      <w:r w:rsidR="00AB238B" w:rsidRPr="00274938">
        <w:rPr>
          <w:rFonts w:ascii="Cambria" w:hAnsi="Cambria"/>
        </w:rPr>
        <w:t xml:space="preserve">ý obstarávateľ vyžaduje na zabezpečenie ponuky zloženie zábezpeky vo výške </w:t>
      </w:r>
      <w:r w:rsidR="00BE01E9" w:rsidRPr="00274938">
        <w:rPr>
          <w:rFonts w:ascii="Cambria" w:hAnsi="Cambria"/>
          <w:b/>
          <w:bCs/>
        </w:rPr>
        <w:t>30.000</w:t>
      </w:r>
      <w:r w:rsidR="00741359" w:rsidRPr="00274938">
        <w:rPr>
          <w:rFonts w:ascii="Cambria" w:hAnsi="Cambria"/>
          <w:b/>
          <w:bCs/>
        </w:rPr>
        <w:t>,-</w:t>
      </w:r>
      <w:r w:rsidR="0037088E" w:rsidRPr="00274938">
        <w:rPr>
          <w:rFonts w:ascii="Cambria" w:hAnsi="Cambria"/>
          <w:b/>
          <w:bCs/>
        </w:rPr>
        <w:t xml:space="preserve"> </w:t>
      </w:r>
      <w:r w:rsidR="00B27DB0" w:rsidRPr="00274938">
        <w:rPr>
          <w:rFonts w:ascii="Cambria" w:hAnsi="Cambria"/>
          <w:b/>
          <w:bCs/>
        </w:rPr>
        <w:t>EUR</w:t>
      </w:r>
      <w:r w:rsidR="00B27DB0" w:rsidRPr="00274938">
        <w:rPr>
          <w:rFonts w:ascii="Cambria" w:hAnsi="Cambria"/>
        </w:rPr>
        <w:t>.</w:t>
      </w:r>
    </w:p>
    <w:p w14:paraId="136AEE0A" w14:textId="2ACB770C" w:rsidR="00DB3EC1" w:rsidRPr="00274938" w:rsidRDefault="00AB238B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Zábezpeku je možné zložiť</w:t>
      </w:r>
      <w:r w:rsidR="00F17020" w:rsidRPr="00274938">
        <w:rPr>
          <w:rFonts w:ascii="Cambria" w:hAnsi="Cambria"/>
        </w:rPr>
        <w:t xml:space="preserve"> nasledovnou formou</w:t>
      </w:r>
      <w:r w:rsidRPr="00274938">
        <w:rPr>
          <w:rFonts w:ascii="Cambria" w:hAnsi="Cambria"/>
        </w:rPr>
        <w:t>:</w:t>
      </w:r>
    </w:p>
    <w:p w14:paraId="25359029" w14:textId="77777777" w:rsidR="00AB238B" w:rsidRPr="00274938" w:rsidRDefault="00AB238B" w:rsidP="00CC6870">
      <w:pPr>
        <w:pStyle w:val="Nadpis5"/>
        <w:rPr>
          <w:szCs w:val="20"/>
        </w:rPr>
      </w:pPr>
      <w:r w:rsidRPr="00274938">
        <w:rPr>
          <w:szCs w:val="20"/>
        </w:rPr>
        <w:t>Poskytnutím bankovej záruky za uchádzača</w:t>
      </w:r>
    </w:p>
    <w:p w14:paraId="5A228EB7" w14:textId="540D3F16" w:rsidR="00425530" w:rsidRPr="00274938" w:rsidRDefault="00AB238B" w:rsidP="003207A0">
      <w:pPr>
        <w:pStyle w:val="Nadpis6"/>
        <w:rPr>
          <w:rFonts w:eastAsia="Times New Roman"/>
        </w:rPr>
      </w:pPr>
      <w:r w:rsidRPr="00274938">
        <w:rPr>
          <w:rFonts w:eastAsia="Times New Roman"/>
        </w:rPr>
        <w:t xml:space="preserve">Poskytnutie bankovej záruky nesmie byť v rozpore s ustanoveniami § 313 až § 322 Obchodného zákonníka, v platnom znení. Banková záruka môže byť vystavená bankou so sídlom v Slovenskej republike, pobočkou zahraničnej banky v Slovenskej republike alebo zahraničnou bankou. Doba platnosti bankovej záruky musí byť určená v bankovej záruke do skončenia lehoty viazanosti ponúk (resp. predĺženej lehoty viazanosti), </w:t>
      </w:r>
      <w:r w:rsidR="00BD4CE3" w:rsidRPr="00274938">
        <w:rPr>
          <w:rFonts w:eastAsia="Times New Roman"/>
        </w:rPr>
        <w:br/>
      </w:r>
      <w:r w:rsidRPr="00274938">
        <w:rPr>
          <w:rFonts w:eastAsia="Times New Roman"/>
        </w:rPr>
        <w:t>t.</w:t>
      </w:r>
      <w:r w:rsidR="00BD4CE3" w:rsidRPr="00274938">
        <w:rPr>
          <w:rFonts w:eastAsia="Times New Roman"/>
        </w:rPr>
        <w:t xml:space="preserve"> </w:t>
      </w:r>
      <w:r w:rsidRPr="00274938">
        <w:rPr>
          <w:rFonts w:eastAsia="Times New Roman"/>
        </w:rPr>
        <w:t xml:space="preserve">j. </w:t>
      </w:r>
      <w:r w:rsidR="00FD751C" w:rsidRPr="00274938">
        <w:rPr>
          <w:rFonts w:eastAsia="Times New Roman"/>
        </w:rPr>
        <w:t>do</w:t>
      </w:r>
      <w:r w:rsidR="00BD4CE3" w:rsidRPr="00274938">
        <w:rPr>
          <w:rFonts w:eastAsia="Times New Roman"/>
        </w:rPr>
        <w:t xml:space="preserve"> </w:t>
      </w:r>
      <w:r w:rsidR="00DB1FC5" w:rsidRPr="00274938">
        <w:rPr>
          <w:rFonts w:eastAsia="Times New Roman"/>
        </w:rPr>
        <w:t>31.12.2022</w:t>
      </w:r>
      <w:r w:rsidR="00BD4CE3" w:rsidRPr="00274938">
        <w:rPr>
          <w:rFonts w:eastAsia="Times New Roman"/>
        </w:rPr>
        <w:t>.</w:t>
      </w:r>
      <w:r w:rsidRPr="00274938">
        <w:rPr>
          <w:rFonts w:eastAsia="Times New Roman"/>
        </w:rPr>
        <w:t xml:space="preserve"> Z bankovej záruky vystavenej bankou musí ďalej vyplývať, že banka uspokojí veriteľa (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 xml:space="preserve">ého obstarávateľa) za dlžníka (uchádzača) v prípade prepadnutia jeho zábezpeky v prospech 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>ého obstarávateľa</w:t>
      </w:r>
      <w:r w:rsidR="00AA4DCA" w:rsidRPr="00274938">
        <w:t xml:space="preserve"> </w:t>
      </w:r>
      <w:r w:rsidR="00E6388E" w:rsidRPr="00274938">
        <w:t>v tomto Verejnom obstarávaní</w:t>
      </w:r>
      <w:r w:rsidR="00851C8C" w:rsidRPr="00274938">
        <w:rPr>
          <w:b/>
        </w:rPr>
        <w:t xml:space="preserve">, pričom v texte dokladu vystaveného bankou musí byť </w:t>
      </w:r>
      <w:r w:rsidR="00E6388E" w:rsidRPr="00274938">
        <w:rPr>
          <w:b/>
        </w:rPr>
        <w:t>Verejné obstarávanie</w:t>
      </w:r>
      <w:r w:rsidR="00851C8C" w:rsidRPr="00274938">
        <w:rPr>
          <w:b/>
        </w:rPr>
        <w:t xml:space="preserve"> nezameniteľne identifikovateľná napr. číslom </w:t>
      </w:r>
      <w:r w:rsidR="002D160A" w:rsidRPr="00274938">
        <w:rPr>
          <w:b/>
        </w:rPr>
        <w:t>o</w:t>
      </w:r>
      <w:r w:rsidR="00851C8C" w:rsidRPr="00274938">
        <w:rPr>
          <w:b/>
        </w:rPr>
        <w:t>známenia</w:t>
      </w:r>
      <w:r w:rsidR="002D160A" w:rsidRPr="00274938">
        <w:rPr>
          <w:b/>
        </w:rPr>
        <w:t xml:space="preserve"> o vyhlásení tohto </w:t>
      </w:r>
      <w:r w:rsidR="003716D2" w:rsidRPr="00274938">
        <w:rPr>
          <w:b/>
        </w:rPr>
        <w:t>V</w:t>
      </w:r>
      <w:r w:rsidR="002D160A" w:rsidRPr="00274938">
        <w:rPr>
          <w:b/>
        </w:rPr>
        <w:t>erejného obstarávania</w:t>
      </w:r>
      <w:r w:rsidRPr="00274938">
        <w:rPr>
          <w:rFonts w:eastAsia="Times New Roman"/>
        </w:rPr>
        <w:t xml:space="preserve">. Banka sa musí bezpodmienečne </w:t>
      </w:r>
      <w:r w:rsidR="00573E7C" w:rsidRPr="00274938">
        <w:t xml:space="preserve">a neodvolateľne </w:t>
      </w:r>
      <w:r w:rsidRPr="00274938">
        <w:rPr>
          <w:rFonts w:eastAsia="Times New Roman"/>
        </w:rPr>
        <w:t xml:space="preserve">zaviazať zaplatiť na účet 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>ého obstarávateľa pohľadávku krytú bankovou zárukou</w:t>
      </w:r>
      <w:r w:rsidR="005B5D45" w:rsidRPr="00274938">
        <w:rPr>
          <w:rFonts w:eastAsia="Times New Roman"/>
        </w:rPr>
        <w:t xml:space="preserve"> najneskôr</w:t>
      </w:r>
      <w:r w:rsidRPr="00274938">
        <w:rPr>
          <w:rFonts w:eastAsia="Times New Roman"/>
        </w:rPr>
        <w:t xml:space="preserve"> do 7 </w:t>
      </w:r>
      <w:r w:rsidR="00A55585" w:rsidRPr="00274938">
        <w:t xml:space="preserve">(siedmich) </w:t>
      </w:r>
      <w:r w:rsidR="005B5D45" w:rsidRPr="00274938">
        <w:t>pracovných</w:t>
      </w:r>
      <w:r w:rsidR="00A55585" w:rsidRPr="00274938">
        <w:t xml:space="preserve"> </w:t>
      </w:r>
      <w:r w:rsidRPr="00274938">
        <w:rPr>
          <w:rFonts w:eastAsia="Times New Roman"/>
        </w:rPr>
        <w:t xml:space="preserve">dní po doručení výzvy 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 xml:space="preserve">ého obstarávateľa na jej zaplatenie. Banková záruka vzniká dňom písomného vyhlásenia banky a zábezpeka vzniká doručením záručnej listiny 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 xml:space="preserve">ému obstarávateľovi. </w:t>
      </w:r>
      <w:bookmarkStart w:id="182" w:name="_Hlk522551263"/>
    </w:p>
    <w:p w14:paraId="12E839D5" w14:textId="2D8E653D" w:rsidR="00AB238B" w:rsidRPr="00274938" w:rsidRDefault="00425530" w:rsidP="003207A0">
      <w:pPr>
        <w:pStyle w:val="Nadpis6"/>
        <w:rPr>
          <w:rFonts w:eastAsia="Times New Roman" w:cs="Arial"/>
          <w:lang w:eastAsia="sk-SK"/>
        </w:rPr>
      </w:pPr>
      <w:r w:rsidRPr="00274938">
        <w:rPr>
          <w:rFonts w:eastAsia="Times New Roman"/>
          <w:lang w:eastAsia="sk-SK"/>
        </w:rPr>
        <w:t>V</w:t>
      </w:r>
      <w:r w:rsidRPr="00274938">
        <w:t xml:space="preserve"> pr</w:t>
      </w:r>
      <w:r w:rsidRPr="00274938">
        <w:rPr>
          <w:rFonts w:cs="Proba Pro"/>
        </w:rPr>
        <w:t>í</w:t>
      </w:r>
      <w:r w:rsidRPr="00274938">
        <w:t>pade poskytnutia z</w:t>
      </w:r>
      <w:r w:rsidRPr="00274938">
        <w:rPr>
          <w:rFonts w:cs="Proba Pro"/>
        </w:rPr>
        <w:t>á</w:t>
      </w:r>
      <w:r w:rsidRPr="00274938">
        <w:t>bezpeky formou bankovej z</w:t>
      </w:r>
      <w:r w:rsidRPr="00274938">
        <w:rPr>
          <w:rFonts w:cs="Proba Pro"/>
        </w:rPr>
        <w:t>á</w:t>
      </w:r>
      <w:r w:rsidRPr="00274938">
        <w:t>ruky, uch</w:t>
      </w:r>
      <w:r w:rsidRPr="00274938">
        <w:rPr>
          <w:rFonts w:cs="Proba Pro"/>
        </w:rPr>
        <w:t>á</w:t>
      </w:r>
      <w:r w:rsidRPr="00274938">
        <w:t>dza</w:t>
      </w:r>
      <w:r w:rsidRPr="00274938">
        <w:rPr>
          <w:rFonts w:cs="Proba Pro"/>
        </w:rPr>
        <w:t>č</w:t>
      </w:r>
      <w:r w:rsidRPr="00274938">
        <w:t xml:space="preserve"> predlo</w:t>
      </w:r>
      <w:r w:rsidRPr="00274938">
        <w:rPr>
          <w:rFonts w:cs="Proba Pro"/>
        </w:rPr>
        <w:t>ží</w:t>
      </w:r>
      <w:r w:rsidRPr="00274938">
        <w:t xml:space="preserve"> bankovú </w:t>
      </w:r>
      <w:r w:rsidRPr="00274938">
        <w:lastRenderedPageBreak/>
        <w:t>záruku vo forme a spôsobom uvedeným v ustanovení bodu</w:t>
      </w:r>
      <w:r w:rsidR="00AA4DCA" w:rsidRPr="00274938">
        <w:t xml:space="preserve"> </w:t>
      </w:r>
      <w:r w:rsidR="006149E7" w:rsidRPr="00274938">
        <w:fldChar w:fldCharType="begin"/>
      </w:r>
      <w:r w:rsidR="006149E7" w:rsidRPr="00274938">
        <w:instrText xml:space="preserve"> REF _Ref534358796 \n \h </w:instrText>
      </w:r>
      <w:r w:rsidR="008501A8" w:rsidRPr="00274938">
        <w:instrText xml:space="preserve"> \* MERGEFORMAT </w:instrText>
      </w:r>
      <w:r w:rsidR="006149E7" w:rsidRPr="00274938">
        <w:fldChar w:fldCharType="separate"/>
      </w:r>
      <w:r w:rsidR="00CC2364" w:rsidRPr="00274938">
        <w:t>7.6</w:t>
      </w:r>
      <w:r w:rsidR="006149E7" w:rsidRPr="00274938">
        <w:fldChar w:fldCharType="end"/>
      </w:r>
      <w:r w:rsidR="006149E7" w:rsidRPr="00274938">
        <w:t xml:space="preserve"> </w:t>
      </w:r>
      <w:r w:rsidRPr="00274938">
        <w:t>tejto časti súťažných podkladov</w:t>
      </w:r>
      <w:bookmarkEnd w:id="182"/>
      <w:r w:rsidR="00AB238B" w:rsidRPr="00274938">
        <w:rPr>
          <w:rFonts w:eastAsia="Times New Roman" w:cs="Arial"/>
          <w:lang w:eastAsia="sk-SK"/>
        </w:rPr>
        <w:t xml:space="preserve">. </w:t>
      </w:r>
    </w:p>
    <w:p w14:paraId="7375043C" w14:textId="77777777" w:rsidR="00AA4DCA" w:rsidRPr="00274938" w:rsidRDefault="00AA4DCA" w:rsidP="00CC6870">
      <w:pPr>
        <w:pStyle w:val="Nadpis5"/>
        <w:rPr>
          <w:szCs w:val="20"/>
        </w:rPr>
      </w:pPr>
      <w:r w:rsidRPr="00274938">
        <w:rPr>
          <w:szCs w:val="20"/>
        </w:rPr>
        <w:t>Poskytnutím poistenia záruky za uchádzača</w:t>
      </w:r>
    </w:p>
    <w:p w14:paraId="3B440B24" w14:textId="78DF2AD3" w:rsidR="002D0834" w:rsidRPr="00274938" w:rsidRDefault="00AA4DCA" w:rsidP="003207A0">
      <w:pPr>
        <w:pStyle w:val="Nadpis6"/>
      </w:pPr>
      <w:r w:rsidRPr="00274938">
        <w:t>Poskytnutie poistenia záruky nesmie byť v rozpore s ustanoveniami zákona č. 39/2015 Z. z. o poisťovníctve a o zmene a doplnení niektorých zákonov, v platnom znení. Poistná zmluva musí byť uzatvorená tak, že poisteným je uchádzač a</w:t>
      </w:r>
      <w:r w:rsidRPr="00274938">
        <w:rPr>
          <w:rFonts w:cs="Calibri"/>
        </w:rPr>
        <w:t> </w:t>
      </w:r>
      <w:r w:rsidRPr="00274938">
        <w:t>oprávnenou osobou z</w:t>
      </w:r>
      <w:r w:rsidRPr="00274938">
        <w:rPr>
          <w:rFonts w:cs="Calibri"/>
        </w:rPr>
        <w:t> </w:t>
      </w:r>
      <w:r w:rsidRPr="00274938">
        <w:t xml:space="preserve">poistnej zmluvy je </w:t>
      </w:r>
      <w:r w:rsidR="003716D2" w:rsidRPr="00274938">
        <w:t>V</w:t>
      </w:r>
      <w:r w:rsidRPr="00274938">
        <w:t>erejný obstarávateľ. Doba platnosti poistenia záruky musí byť určená v</w:t>
      </w:r>
      <w:r w:rsidRPr="00274938">
        <w:rPr>
          <w:rFonts w:cs="Calibri"/>
        </w:rPr>
        <w:t> </w:t>
      </w:r>
      <w:r w:rsidRPr="00274938">
        <w:t>poistnej zmluve, ako aj v</w:t>
      </w:r>
      <w:r w:rsidRPr="00274938">
        <w:rPr>
          <w:rFonts w:cs="Calibri"/>
        </w:rPr>
        <w:t> </w:t>
      </w:r>
      <w:r w:rsidRPr="00274938">
        <w:t xml:space="preserve">doklade </w:t>
      </w:r>
      <w:r w:rsidRPr="00274938">
        <w:rPr>
          <w:rFonts w:eastAsia="Times New Roman"/>
          <w:lang w:eastAsia="sk-SK"/>
        </w:rPr>
        <w:t>vystavenom</w:t>
      </w:r>
      <w:r w:rsidRPr="00274938">
        <w:t xml:space="preserve"> poisťovňou o</w:t>
      </w:r>
      <w:r w:rsidRPr="00274938">
        <w:rPr>
          <w:rFonts w:cs="Calibri"/>
        </w:rPr>
        <w:t> </w:t>
      </w:r>
      <w:r w:rsidRPr="00274938">
        <w:t xml:space="preserve">existencii poistenia záruky </w:t>
      </w:r>
      <w:r w:rsidRPr="00274938">
        <w:rPr>
          <w:rFonts w:eastAsia="Times New Roman"/>
          <w:lang w:eastAsia="sk-SK"/>
        </w:rPr>
        <w:t>do skončenia lehoty viazanosti ponúk (resp. predĺženej lehoty viazanosti), t.</w:t>
      </w:r>
      <w:r w:rsidR="00BE5BF7" w:rsidRPr="00274938">
        <w:rPr>
          <w:rFonts w:eastAsia="Times New Roman"/>
          <w:lang w:eastAsia="sk-SK"/>
        </w:rPr>
        <w:t xml:space="preserve"> </w:t>
      </w:r>
      <w:r w:rsidRPr="00274938">
        <w:rPr>
          <w:rFonts w:eastAsia="Times New Roman"/>
          <w:lang w:eastAsia="sk-SK"/>
        </w:rPr>
        <w:t>j. do</w:t>
      </w:r>
      <w:r w:rsidR="00BD4CE3" w:rsidRPr="00274938">
        <w:rPr>
          <w:rFonts w:eastAsia="Times New Roman"/>
          <w:lang w:eastAsia="sk-SK"/>
        </w:rPr>
        <w:t xml:space="preserve"> </w:t>
      </w:r>
      <w:r w:rsidR="00741359" w:rsidRPr="00274938">
        <w:rPr>
          <w:rFonts w:eastAsia="Times New Roman"/>
          <w:lang w:eastAsia="sk-SK"/>
        </w:rPr>
        <w:t>31.12.2022</w:t>
      </w:r>
      <w:r w:rsidR="00BD4CE3" w:rsidRPr="00274938">
        <w:rPr>
          <w:rFonts w:eastAsia="Times New Roman"/>
          <w:lang w:eastAsia="sk-SK"/>
        </w:rPr>
        <w:t xml:space="preserve">. </w:t>
      </w:r>
      <w:r w:rsidRPr="00274938">
        <w:t>Z</w:t>
      </w:r>
      <w:r w:rsidRPr="00274938">
        <w:rPr>
          <w:rFonts w:cs="Calibri"/>
        </w:rPr>
        <w:t> </w:t>
      </w:r>
      <w:r w:rsidRPr="00274938">
        <w:t>dokladu vystaveného poisťovňou musí ďalej vyplývať, že poisťovňa uspokojí oprávnenú osobu (Verejného obstarávateľa) za poisteného (uchádzača) v prípade prepadnutia jeho zábezpeky v prospech Verejného obstarávateľa v</w:t>
      </w:r>
      <w:r w:rsidR="00E6388E" w:rsidRPr="00274938">
        <w:t> tomto Verejnom obstarávaní</w:t>
      </w:r>
      <w:r w:rsidR="00851C8C" w:rsidRPr="00274938">
        <w:rPr>
          <w:b/>
        </w:rPr>
        <w:t xml:space="preserve">, pričom v texte dokladu vystaveného poisťovňou musí byť </w:t>
      </w:r>
      <w:r w:rsidR="00E6388E" w:rsidRPr="00274938">
        <w:rPr>
          <w:b/>
        </w:rPr>
        <w:t>Verejné obstarávanie</w:t>
      </w:r>
      <w:r w:rsidR="00851C8C" w:rsidRPr="00274938">
        <w:rPr>
          <w:b/>
        </w:rPr>
        <w:t xml:space="preserve"> nezameniteľne identifikovateľná napr. číslom </w:t>
      </w:r>
      <w:r w:rsidR="00F17020" w:rsidRPr="00274938">
        <w:rPr>
          <w:b/>
        </w:rPr>
        <w:t>oznámenia o vyhlásení tohto Verejného obstarávania</w:t>
      </w:r>
      <w:r w:rsidRPr="00274938">
        <w:t xml:space="preserve">. Poisťovňa sa musí bezpodmienečne </w:t>
      </w:r>
      <w:r w:rsidR="00573E7C" w:rsidRPr="00274938">
        <w:t xml:space="preserve">a neodvolateľne </w:t>
      </w:r>
      <w:r w:rsidRPr="00274938">
        <w:t xml:space="preserve">zaviazať zaplatiť na účet Verejného obstarávateľa pohľadávku krytú poistením záruky </w:t>
      </w:r>
      <w:r w:rsidR="005B5D45" w:rsidRPr="00274938">
        <w:rPr>
          <w:rFonts w:eastAsia="Times New Roman"/>
          <w:lang w:eastAsia="sk-SK"/>
        </w:rPr>
        <w:t xml:space="preserve">najneskôr do 7 </w:t>
      </w:r>
      <w:r w:rsidR="005B5D45" w:rsidRPr="00274938">
        <w:t xml:space="preserve">(siedmich) pracovných </w:t>
      </w:r>
      <w:r w:rsidR="005B5D45" w:rsidRPr="00274938">
        <w:rPr>
          <w:rFonts w:eastAsia="Times New Roman"/>
          <w:lang w:eastAsia="sk-SK"/>
        </w:rPr>
        <w:t xml:space="preserve">dní </w:t>
      </w:r>
      <w:r w:rsidRPr="00274938">
        <w:t>po doručení výzvy Verejného obstarávateľa na jej zaplatenie. Poistenie záruky vzniká dňom uzavretia poistnej zmluvy medzi poisťovňou a</w:t>
      </w:r>
      <w:r w:rsidRPr="00274938">
        <w:rPr>
          <w:rFonts w:cs="Calibri"/>
        </w:rPr>
        <w:t> </w:t>
      </w:r>
      <w:r w:rsidRPr="00274938">
        <w:t>poisteným (uchádzačom) a zábezpeka vzniká doručením dokladu vystaveného poisťovňou o</w:t>
      </w:r>
      <w:r w:rsidRPr="00274938">
        <w:rPr>
          <w:rFonts w:cs="Calibri"/>
        </w:rPr>
        <w:t> </w:t>
      </w:r>
      <w:r w:rsidRPr="00274938">
        <w:t xml:space="preserve">poistení záruky Verejnému obstarávateľovi. </w:t>
      </w:r>
    </w:p>
    <w:p w14:paraId="6B30627D" w14:textId="4ACEAF00" w:rsidR="00AA4DCA" w:rsidRPr="00274938" w:rsidRDefault="00AA4DCA" w:rsidP="003207A0">
      <w:pPr>
        <w:pStyle w:val="Nadpis6"/>
      </w:pPr>
      <w:r w:rsidRPr="00274938">
        <w:t>V prípade poskytnutia zábezpeky formou poistenia záruky, uchádzač predloží doklad vystavený poisťovňou vo forme a</w:t>
      </w:r>
      <w:r w:rsidRPr="00274938">
        <w:rPr>
          <w:rFonts w:cs="Calibri"/>
        </w:rPr>
        <w:t> </w:t>
      </w:r>
      <w:r w:rsidRPr="00274938">
        <w:t>sp</w:t>
      </w:r>
      <w:r w:rsidRPr="00274938">
        <w:rPr>
          <w:rFonts w:cs="Proba Pro"/>
        </w:rPr>
        <w:t>ô</w:t>
      </w:r>
      <w:r w:rsidRPr="00274938">
        <w:t>sobom uveden</w:t>
      </w:r>
      <w:r w:rsidRPr="00274938">
        <w:rPr>
          <w:rFonts w:cs="Proba Pro"/>
        </w:rPr>
        <w:t>ý</w:t>
      </w:r>
      <w:r w:rsidRPr="00274938">
        <w:t>m v</w:t>
      </w:r>
      <w:r w:rsidRPr="00274938">
        <w:rPr>
          <w:rFonts w:cs="Calibri"/>
        </w:rPr>
        <w:t> </w:t>
      </w:r>
      <w:r w:rsidRPr="00274938">
        <w:t>ustanoven</w:t>
      </w:r>
      <w:r w:rsidRPr="00274938">
        <w:rPr>
          <w:rFonts w:cs="Proba Pro"/>
        </w:rPr>
        <w:t>í</w:t>
      </w:r>
      <w:r w:rsidRPr="00274938">
        <w:t xml:space="preserve"> bodu </w:t>
      </w:r>
      <w:r w:rsidR="00473CD7" w:rsidRPr="00274938">
        <w:fldChar w:fldCharType="begin"/>
      </w:r>
      <w:r w:rsidR="00473CD7" w:rsidRPr="00274938">
        <w:instrText xml:space="preserve"> REF _Ref534358796 \n \h </w:instrText>
      </w:r>
      <w:r w:rsidR="008501A8" w:rsidRPr="00274938">
        <w:instrText xml:space="preserve"> \* MERGEFORMAT </w:instrText>
      </w:r>
      <w:r w:rsidR="00473CD7" w:rsidRPr="00274938">
        <w:fldChar w:fldCharType="separate"/>
      </w:r>
      <w:r w:rsidR="00CC2364" w:rsidRPr="00274938">
        <w:t>7.6</w:t>
      </w:r>
      <w:r w:rsidR="00473CD7" w:rsidRPr="00274938">
        <w:fldChar w:fldCharType="end"/>
      </w:r>
      <w:r w:rsidR="00473CD7" w:rsidRPr="00274938">
        <w:t xml:space="preserve"> </w:t>
      </w:r>
      <w:r w:rsidRPr="00274938">
        <w:t>tejto časti súťažných podkladov.</w:t>
      </w:r>
    </w:p>
    <w:p w14:paraId="2D23B1CF" w14:textId="13FA4C0C" w:rsidR="00AB238B" w:rsidRPr="00274938" w:rsidRDefault="00AB238B" w:rsidP="00CC6870">
      <w:pPr>
        <w:pStyle w:val="Nadpis5"/>
        <w:rPr>
          <w:szCs w:val="20"/>
        </w:rPr>
      </w:pPr>
      <w:bookmarkStart w:id="183" w:name="_Ref4422903"/>
      <w:r w:rsidRPr="00274938">
        <w:rPr>
          <w:szCs w:val="20"/>
        </w:rPr>
        <w:t xml:space="preserve">Zložením finančných prostriedkov na bankový účet </w:t>
      </w:r>
      <w:r w:rsidR="00A04C69" w:rsidRPr="00274938">
        <w:rPr>
          <w:szCs w:val="20"/>
        </w:rPr>
        <w:t>Verejn</w:t>
      </w:r>
      <w:r w:rsidRPr="00274938">
        <w:rPr>
          <w:szCs w:val="20"/>
        </w:rPr>
        <w:t>ého obstarávateľa</w:t>
      </w:r>
      <w:bookmarkEnd w:id="183"/>
    </w:p>
    <w:p w14:paraId="4D6917CF" w14:textId="6E373A7B" w:rsidR="00AB238B" w:rsidRPr="00274938" w:rsidRDefault="00AB238B" w:rsidP="003207A0">
      <w:pPr>
        <w:pStyle w:val="Nadpis6"/>
        <w:rPr>
          <w:rFonts w:eastAsia="Times New Roman"/>
        </w:rPr>
      </w:pPr>
      <w:r w:rsidRPr="00274938">
        <w:rPr>
          <w:rFonts w:eastAsia="Times New Roman"/>
        </w:rPr>
        <w:t xml:space="preserve">V </w:t>
      </w:r>
      <w:r w:rsidRPr="00274938">
        <w:t>prípade</w:t>
      </w:r>
      <w:r w:rsidRPr="00274938">
        <w:rPr>
          <w:rFonts w:eastAsia="Times New Roman"/>
        </w:rPr>
        <w:t xml:space="preserve"> zloženia finančných prostriedkov na bankový účet 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 xml:space="preserve">ého obstarávateľa musia byť zložené na účet: </w:t>
      </w:r>
    </w:p>
    <w:p w14:paraId="48865D91" w14:textId="116C5F77" w:rsidR="003B1650" w:rsidRPr="007F72C7" w:rsidRDefault="00D22E34" w:rsidP="00A27E8E">
      <w:pPr>
        <w:ind w:left="1134"/>
        <w:rPr>
          <w:rFonts w:ascii="Cambria" w:hAnsi="Cambria"/>
          <w:sz w:val="20"/>
          <w:szCs w:val="20"/>
        </w:rPr>
      </w:pPr>
      <w:bookmarkStart w:id="184" w:name="_Hlk13560011"/>
      <w:r w:rsidRPr="00274938">
        <w:rPr>
          <w:rFonts w:ascii="Cambria" w:eastAsiaTheme="majorEastAsia" w:hAnsi="Cambria" w:cstheme="majorBidi"/>
          <w:sz w:val="20"/>
          <w:szCs w:val="20"/>
        </w:rPr>
        <w:t>Názov</w:t>
      </w:r>
      <w:r w:rsidR="00AB238B" w:rsidRPr="007F72C7">
        <w:rPr>
          <w:rFonts w:ascii="Cambria" w:hAnsi="Cambria"/>
          <w:sz w:val="20"/>
          <w:szCs w:val="20"/>
        </w:rPr>
        <w:t>:</w:t>
      </w:r>
      <w:r w:rsidR="00F92D0A" w:rsidRPr="007F72C7">
        <w:rPr>
          <w:rFonts w:ascii="Cambria" w:hAnsi="Cambria"/>
          <w:sz w:val="20"/>
          <w:szCs w:val="20"/>
        </w:rPr>
        <w:t xml:space="preserve"> </w:t>
      </w:r>
      <w:r w:rsidR="00EE4AAC" w:rsidRPr="007F72C7">
        <w:rPr>
          <w:rFonts w:ascii="Cambria" w:hAnsi="Cambria"/>
          <w:sz w:val="20"/>
          <w:szCs w:val="20"/>
        </w:rPr>
        <w:t>Štátna pokladnica</w:t>
      </w:r>
    </w:p>
    <w:p w14:paraId="4BC4D890" w14:textId="3717B5C0" w:rsidR="00D22E34" w:rsidRPr="007F72C7" w:rsidRDefault="00AB238B" w:rsidP="00A27E8E">
      <w:pPr>
        <w:ind w:left="1134"/>
        <w:rPr>
          <w:rFonts w:ascii="Cambria" w:eastAsiaTheme="majorEastAsia" w:hAnsi="Cambria" w:cstheme="majorBidi"/>
          <w:sz w:val="20"/>
          <w:szCs w:val="20"/>
        </w:rPr>
      </w:pPr>
      <w:r w:rsidRPr="007F72C7">
        <w:rPr>
          <w:rFonts w:ascii="Cambria" w:eastAsiaTheme="majorEastAsia" w:hAnsi="Cambria" w:cstheme="majorBidi"/>
          <w:sz w:val="20"/>
          <w:szCs w:val="20"/>
        </w:rPr>
        <w:t>IBAN kód:</w:t>
      </w:r>
      <w:r w:rsidR="00E64446" w:rsidRPr="007F72C7">
        <w:rPr>
          <w:rFonts w:ascii="Cambria" w:eastAsiaTheme="majorEastAsia" w:hAnsi="Cambria" w:cstheme="majorBidi"/>
          <w:sz w:val="20"/>
          <w:szCs w:val="20"/>
        </w:rPr>
        <w:t xml:space="preserve"> </w:t>
      </w:r>
      <w:r w:rsidR="008160B8" w:rsidRPr="007F72C7">
        <w:rPr>
          <w:rFonts w:ascii="Cambria" w:eastAsiaTheme="majorEastAsia" w:hAnsi="Cambria" w:cstheme="majorBidi"/>
          <w:sz w:val="20"/>
          <w:szCs w:val="20"/>
        </w:rPr>
        <w:t>SK 77 8180 00000070 0018 6249</w:t>
      </w:r>
    </w:p>
    <w:p w14:paraId="74C3ABC3" w14:textId="7A80CEBA" w:rsidR="00D22E34" w:rsidRPr="007F72C7" w:rsidRDefault="00AB238B" w:rsidP="00A27E8E">
      <w:pPr>
        <w:ind w:left="1134"/>
        <w:rPr>
          <w:rFonts w:ascii="Cambria" w:eastAsiaTheme="majorEastAsia" w:hAnsi="Cambria" w:cstheme="majorBidi"/>
          <w:sz w:val="20"/>
          <w:szCs w:val="20"/>
        </w:rPr>
      </w:pPr>
      <w:proofErr w:type="spellStart"/>
      <w:r w:rsidRPr="007F72C7">
        <w:rPr>
          <w:rFonts w:ascii="Cambria" w:eastAsiaTheme="majorEastAsia" w:hAnsi="Cambria" w:cstheme="majorBidi"/>
          <w:sz w:val="20"/>
          <w:szCs w:val="20"/>
        </w:rPr>
        <w:t>SWIFTová</w:t>
      </w:r>
      <w:proofErr w:type="spellEnd"/>
      <w:r w:rsidRPr="007F72C7">
        <w:rPr>
          <w:rFonts w:ascii="Cambria" w:eastAsiaTheme="majorEastAsia" w:hAnsi="Cambria" w:cstheme="majorBidi"/>
          <w:sz w:val="20"/>
          <w:szCs w:val="20"/>
        </w:rPr>
        <w:t xml:space="preserve"> adresa banky:</w:t>
      </w:r>
      <w:r w:rsidR="00672CF4" w:rsidRPr="007F72C7">
        <w:rPr>
          <w:rFonts w:ascii="Cambria" w:hAnsi="Cambria"/>
          <w:sz w:val="20"/>
          <w:szCs w:val="20"/>
        </w:rPr>
        <w:t xml:space="preserve"> </w:t>
      </w:r>
      <w:r w:rsidR="00F92D0A" w:rsidRPr="007F72C7">
        <w:rPr>
          <w:rFonts w:ascii="Cambria" w:hAnsi="Cambria"/>
          <w:sz w:val="20"/>
          <w:szCs w:val="20"/>
        </w:rPr>
        <w:t>SPSRSKBAXXX</w:t>
      </w:r>
      <w:r w:rsidR="00F92D0A" w:rsidRPr="007F72C7" w:rsidDel="00F92D0A">
        <w:rPr>
          <w:rFonts w:ascii="Cambria" w:hAnsi="Cambria"/>
          <w:sz w:val="20"/>
          <w:szCs w:val="20"/>
        </w:rPr>
        <w:t xml:space="preserve"> </w:t>
      </w:r>
    </w:p>
    <w:p w14:paraId="61029886" w14:textId="53213F0C" w:rsidR="00AB238B" w:rsidRPr="00274938" w:rsidRDefault="00AB238B" w:rsidP="00E20B74">
      <w:pPr>
        <w:ind w:left="1134"/>
        <w:rPr>
          <w:rFonts w:ascii="Cambria" w:hAnsi="Cambria" w:cs="Arial"/>
          <w:sz w:val="20"/>
          <w:szCs w:val="20"/>
        </w:rPr>
      </w:pPr>
      <w:r w:rsidRPr="007F72C7">
        <w:rPr>
          <w:rFonts w:ascii="Cambria" w:eastAsiaTheme="majorEastAsia" w:hAnsi="Cambria" w:cstheme="majorBidi"/>
          <w:sz w:val="20"/>
          <w:szCs w:val="20"/>
        </w:rPr>
        <w:t>Variabilný</w:t>
      </w:r>
      <w:r w:rsidRPr="007F72C7">
        <w:rPr>
          <w:rFonts w:ascii="Cambria" w:hAnsi="Cambria" w:cs="Arial"/>
          <w:sz w:val="20"/>
          <w:szCs w:val="20"/>
        </w:rPr>
        <w:t xml:space="preserve"> symbol:</w:t>
      </w:r>
      <w:r w:rsidR="00E20B74" w:rsidRPr="007F72C7">
        <w:rPr>
          <w:rFonts w:ascii="Cambria" w:hAnsi="Cambria" w:cs="Arial"/>
          <w:sz w:val="20"/>
          <w:szCs w:val="20"/>
        </w:rPr>
        <w:t xml:space="preserve"> [</w:t>
      </w:r>
      <w:r w:rsidR="00E20B74" w:rsidRPr="007F72C7">
        <w:rPr>
          <w:rFonts w:ascii="Cambria" w:hAnsi="Cambria" w:cs="Arial"/>
          <w:i/>
          <w:sz w:val="20"/>
          <w:szCs w:val="20"/>
        </w:rPr>
        <w:t>uchádzač doplní svoje IČO</w:t>
      </w:r>
      <w:r w:rsidR="00E20B74" w:rsidRPr="007F72C7">
        <w:rPr>
          <w:rFonts w:ascii="Cambria" w:hAnsi="Cambria" w:cs="Arial"/>
          <w:sz w:val="20"/>
          <w:szCs w:val="20"/>
        </w:rPr>
        <w:t>]</w:t>
      </w:r>
    </w:p>
    <w:bookmarkEnd w:id="184"/>
    <w:p w14:paraId="4BBF0E12" w14:textId="1710074F" w:rsidR="00851C8C" w:rsidRPr="00274938" w:rsidRDefault="00244C1B" w:rsidP="00851C8C">
      <w:pPr>
        <w:ind w:left="1134"/>
        <w:rPr>
          <w:rFonts w:ascii="Cambria" w:hAnsi="Cambria" w:cstheme="majorBidi"/>
          <w:sz w:val="20"/>
          <w:szCs w:val="20"/>
        </w:rPr>
      </w:pPr>
      <w:r w:rsidRPr="00274938">
        <w:rPr>
          <w:rFonts w:ascii="Cambria" w:hAnsi="Cambria" w:cstheme="majorBidi"/>
          <w:sz w:val="20"/>
          <w:szCs w:val="20"/>
        </w:rPr>
        <w:t xml:space="preserve">Poznámka pre prijímateľa: </w:t>
      </w:r>
      <w:r w:rsidR="00875718" w:rsidRPr="00274938">
        <w:rPr>
          <w:rFonts w:ascii="Cambria" w:hAnsi="Cambria" w:cstheme="majorBidi"/>
          <w:sz w:val="20"/>
          <w:szCs w:val="20"/>
        </w:rPr>
        <w:t xml:space="preserve">zábezpeka </w:t>
      </w:r>
      <w:r w:rsidR="00BE0366" w:rsidRPr="00274938">
        <w:rPr>
          <w:rFonts w:ascii="Cambria" w:hAnsi="Cambria" w:cstheme="majorBidi"/>
          <w:sz w:val="20"/>
          <w:szCs w:val="20"/>
        </w:rPr>
        <w:t xml:space="preserve">DSS </w:t>
      </w:r>
      <w:proofErr w:type="spellStart"/>
      <w:r w:rsidR="000615CD" w:rsidRPr="00274938">
        <w:rPr>
          <w:rFonts w:ascii="Cambria" w:hAnsi="Cambria" w:cstheme="majorBidi"/>
          <w:sz w:val="20"/>
          <w:szCs w:val="20"/>
        </w:rPr>
        <w:t>Harmonia</w:t>
      </w:r>
      <w:proofErr w:type="spellEnd"/>
      <w:r w:rsidR="00875718" w:rsidRPr="00274938">
        <w:rPr>
          <w:rFonts w:ascii="Cambria" w:hAnsi="Cambria" w:cstheme="majorBidi"/>
          <w:sz w:val="20"/>
          <w:szCs w:val="20"/>
        </w:rPr>
        <w:t xml:space="preserve"> </w:t>
      </w:r>
    </w:p>
    <w:p w14:paraId="3BA243D1" w14:textId="558433AB" w:rsidR="00AB238B" w:rsidRPr="00274938" w:rsidRDefault="00AB238B" w:rsidP="00851C8C">
      <w:pPr>
        <w:ind w:left="1134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Finančné prostriedky musia byť pripísané na účet </w:t>
      </w:r>
      <w:r w:rsidR="00A04C69" w:rsidRPr="00274938">
        <w:rPr>
          <w:rFonts w:ascii="Cambria" w:hAnsi="Cambria"/>
          <w:sz w:val="20"/>
          <w:szCs w:val="20"/>
        </w:rPr>
        <w:t>Verejn</w:t>
      </w:r>
      <w:r w:rsidRPr="00274938">
        <w:rPr>
          <w:rFonts w:ascii="Cambria" w:hAnsi="Cambria"/>
          <w:sz w:val="20"/>
          <w:szCs w:val="20"/>
        </w:rPr>
        <w:t>ého obstarávateľa najneskôr v deň uplynutia lehoty na predkladanie ponúk.</w:t>
      </w:r>
    </w:p>
    <w:p w14:paraId="7513E064" w14:textId="77777777" w:rsidR="00741359" w:rsidRPr="00274938" w:rsidRDefault="00741359" w:rsidP="000149EA">
      <w:pPr>
        <w:pStyle w:val="Nadpis4"/>
        <w:numPr>
          <w:ilvl w:val="0"/>
          <w:numId w:val="0"/>
        </w:numPr>
        <w:ind w:left="709"/>
        <w:rPr>
          <w:rFonts w:ascii="Cambria" w:hAnsi="Cambria"/>
        </w:rPr>
      </w:pPr>
    </w:p>
    <w:p w14:paraId="225BB78D" w14:textId="5C2791DE" w:rsidR="00AB238B" w:rsidRPr="00274938" w:rsidRDefault="00A04C69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Verejn</w:t>
      </w:r>
      <w:r w:rsidR="00AB238B" w:rsidRPr="00274938">
        <w:rPr>
          <w:rFonts w:ascii="Cambria" w:hAnsi="Cambria"/>
        </w:rPr>
        <w:t>ý obstarávateľ uvoľní alebo vráti uchádzačovi zábezpeku do siedmich dní odo dňa</w:t>
      </w:r>
      <w:r w:rsidR="003C6C25" w:rsidRPr="00274938">
        <w:rPr>
          <w:rFonts w:ascii="Cambria" w:hAnsi="Cambria"/>
        </w:rPr>
        <w:t xml:space="preserve"> (podľa okolností)</w:t>
      </w:r>
      <w:r w:rsidR="00AB238B" w:rsidRPr="00274938">
        <w:rPr>
          <w:rFonts w:ascii="Cambria" w:hAnsi="Cambria"/>
        </w:rPr>
        <w:t>:</w:t>
      </w:r>
    </w:p>
    <w:p w14:paraId="2F60FAE5" w14:textId="3076D4F3" w:rsidR="00BD1089" w:rsidRPr="00274938" w:rsidRDefault="00BD1089" w:rsidP="003207A0">
      <w:pPr>
        <w:pStyle w:val="Nadpis6"/>
      </w:pPr>
      <w:bookmarkStart w:id="185" w:name="_Hlk534372822"/>
      <w:r w:rsidRPr="00274938">
        <w:t>uplynutia lehoty viazanosti ponúk</w:t>
      </w:r>
      <w:bookmarkEnd w:id="185"/>
      <w:r w:rsidRPr="00274938">
        <w:t xml:space="preserve">, </w:t>
      </w:r>
    </w:p>
    <w:p w14:paraId="339D637B" w14:textId="069337CB" w:rsidR="00AB238B" w:rsidRPr="00274938" w:rsidRDefault="00AD13D0" w:rsidP="003207A0">
      <w:pPr>
        <w:pStyle w:val="Nadpis6"/>
      </w:pPr>
      <w:r w:rsidRPr="00274938">
        <w:t xml:space="preserve">márneho uplynutia lehoty na doručenie námietky, ak ho Verejný obstarávateľ vylúčil </w:t>
      </w:r>
      <w:r w:rsidR="00AE5CE5" w:rsidRPr="00274938">
        <w:br/>
      </w:r>
      <w:r w:rsidRPr="00274938">
        <w:t xml:space="preserve">z </w:t>
      </w:r>
      <w:r w:rsidR="003716D2" w:rsidRPr="00274938">
        <w:t>V</w:t>
      </w:r>
      <w:r w:rsidRPr="00274938">
        <w:t xml:space="preserve">erejného obstarávania alebo ak Verejný obstarávateľ zruší použitý postup zadávania zákazky, </w:t>
      </w:r>
      <w:r w:rsidR="00012714" w:rsidRPr="00274938">
        <w:t xml:space="preserve">alebo </w:t>
      </w:r>
    </w:p>
    <w:p w14:paraId="37FE358F" w14:textId="5008ED3B" w:rsidR="00AB238B" w:rsidRPr="00274938" w:rsidRDefault="00AB238B" w:rsidP="003207A0">
      <w:pPr>
        <w:pStyle w:val="Nadpis6"/>
      </w:pPr>
      <w:r w:rsidRPr="00274938">
        <w:t xml:space="preserve">uzavretia </w:t>
      </w:r>
      <w:r w:rsidR="00437C48" w:rsidRPr="00274938">
        <w:t>z</w:t>
      </w:r>
      <w:r w:rsidR="00876192" w:rsidRPr="00274938">
        <w:t>mluv</w:t>
      </w:r>
      <w:r w:rsidRPr="00274938">
        <w:t>y.</w:t>
      </w:r>
    </w:p>
    <w:p w14:paraId="2E597A8E" w14:textId="6BECBADA" w:rsidR="00AB238B" w:rsidRPr="00274938" w:rsidRDefault="00AB238B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Zábezpeka prepadne v prospech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ého obstarávateľa</w:t>
      </w:r>
      <w:r w:rsidR="00437C48" w:rsidRPr="00274938">
        <w:rPr>
          <w:rFonts w:ascii="Cambria" w:hAnsi="Cambria"/>
        </w:rPr>
        <w:t>, ak uchádzač v lehote viazanosti ponúk</w:t>
      </w:r>
      <w:r w:rsidRPr="00274938">
        <w:rPr>
          <w:rFonts w:ascii="Cambria" w:hAnsi="Cambria"/>
        </w:rPr>
        <w:t xml:space="preserve">: </w:t>
      </w:r>
    </w:p>
    <w:p w14:paraId="39BF57A1" w14:textId="54D4E77D" w:rsidR="00AB238B" w:rsidRPr="00274938" w:rsidRDefault="00AB238B" w:rsidP="003207A0">
      <w:pPr>
        <w:pStyle w:val="Nadpis6"/>
      </w:pPr>
      <w:r w:rsidRPr="00274938">
        <w:t>odstúpi od svojej ponuky alebo</w:t>
      </w:r>
    </w:p>
    <w:p w14:paraId="41E6F5C0" w14:textId="403A2BB2" w:rsidR="00AE5CE5" w:rsidRPr="00274938" w:rsidRDefault="00AB238B" w:rsidP="003207A0">
      <w:pPr>
        <w:pStyle w:val="Nadpis6"/>
      </w:pPr>
      <w:r w:rsidRPr="00274938">
        <w:t xml:space="preserve">neposkytne súčinnosť alebo odmietne uzavrieť </w:t>
      </w:r>
      <w:r w:rsidR="00437C48" w:rsidRPr="00274938">
        <w:t>z</w:t>
      </w:r>
      <w:r w:rsidR="00876192" w:rsidRPr="00274938">
        <w:t>mluv</w:t>
      </w:r>
      <w:r w:rsidRPr="00274938">
        <w:t xml:space="preserve">u v súlade s § 56 ods. </w:t>
      </w:r>
      <w:r w:rsidR="007A7414" w:rsidRPr="00274938">
        <w:t xml:space="preserve">8 </w:t>
      </w:r>
      <w:r w:rsidRPr="00274938">
        <w:t xml:space="preserve">až </w:t>
      </w:r>
      <w:r w:rsidR="001B7ED9" w:rsidRPr="00274938">
        <w:t xml:space="preserve">15 </w:t>
      </w:r>
      <w:r w:rsidRPr="00274938">
        <w:t>ZVO.</w:t>
      </w:r>
    </w:p>
    <w:p w14:paraId="74A53104" w14:textId="5B1A2780" w:rsidR="00AB238B" w:rsidRPr="00274938" w:rsidRDefault="00AB238B" w:rsidP="000149EA">
      <w:pPr>
        <w:pStyle w:val="Nadpis3"/>
      </w:pPr>
      <w:bookmarkStart w:id="186" w:name="_Toc462050409"/>
      <w:bookmarkStart w:id="187" w:name="_Toc4416622"/>
      <w:bookmarkStart w:id="188" w:name="_Toc4416916"/>
      <w:bookmarkStart w:id="189" w:name="_Toc4416965"/>
      <w:bookmarkStart w:id="190" w:name="_Toc113524040"/>
      <w:r w:rsidRPr="00274938">
        <w:t>Mena a ceny uvádzané v ponukách</w:t>
      </w:r>
      <w:bookmarkEnd w:id="186"/>
      <w:bookmarkEnd w:id="187"/>
      <w:bookmarkEnd w:id="188"/>
      <w:bookmarkEnd w:id="189"/>
      <w:bookmarkEnd w:id="190"/>
    </w:p>
    <w:p w14:paraId="7474B54D" w14:textId="38195056" w:rsidR="003064EE" w:rsidRPr="00274938" w:rsidRDefault="00AB238B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Navrhovaná zmluvná cena musí byť stanovená podľa § 3 zákona č. 18/1996 Z. z. o cenách, v platnom znení</w:t>
      </w:r>
      <w:r w:rsidR="005369F0" w:rsidRPr="00274938">
        <w:rPr>
          <w:rFonts w:ascii="Cambria" w:hAnsi="Cambria"/>
        </w:rPr>
        <w:t xml:space="preserve"> a</w:t>
      </w:r>
      <w:r w:rsidR="003064EE" w:rsidRPr="00274938">
        <w:rPr>
          <w:rFonts w:ascii="Cambria" w:hAnsi="Cambria"/>
        </w:rPr>
        <w:t xml:space="preserve"> vyhlášky MF SR č.87/1996 Z. z.</w:t>
      </w:r>
      <w:r w:rsidR="005369F0" w:rsidRPr="00274938">
        <w:rPr>
          <w:rFonts w:ascii="Cambria" w:hAnsi="Cambria"/>
        </w:rPr>
        <w:t xml:space="preserve">, </w:t>
      </w:r>
      <w:r w:rsidR="003064EE" w:rsidRPr="00274938">
        <w:rPr>
          <w:rFonts w:ascii="Cambria" w:hAnsi="Cambria"/>
        </w:rPr>
        <w:t xml:space="preserve">ktorou sa vykonáva zákon o cenách. Navrhovaná zmluvná cena musí obsahovať cenu </w:t>
      </w:r>
      <w:r w:rsidR="005369F0" w:rsidRPr="00274938">
        <w:rPr>
          <w:rFonts w:ascii="Cambria" w:hAnsi="Cambria"/>
        </w:rPr>
        <w:t xml:space="preserve">a náklady </w:t>
      </w:r>
      <w:r w:rsidR="003064EE" w:rsidRPr="00274938">
        <w:rPr>
          <w:rFonts w:ascii="Cambria" w:hAnsi="Cambria"/>
        </w:rPr>
        <w:t xml:space="preserve">za celý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3064EE" w:rsidRPr="00274938">
        <w:rPr>
          <w:rFonts w:ascii="Cambria" w:hAnsi="Cambria"/>
        </w:rPr>
        <w:t xml:space="preserve"> zákazky a musí byť </w:t>
      </w:r>
      <w:r w:rsidR="003064EE" w:rsidRPr="00274938">
        <w:rPr>
          <w:rFonts w:ascii="Cambria" w:hAnsi="Cambria"/>
        </w:rPr>
        <w:lastRenderedPageBreak/>
        <w:t>v súlade s pokynmi uvedenými v</w:t>
      </w:r>
      <w:r w:rsidR="00101720" w:rsidRPr="00274938">
        <w:rPr>
          <w:rFonts w:ascii="Cambria" w:hAnsi="Cambria"/>
        </w:rPr>
        <w:t xml:space="preserve"> ostatných </w:t>
      </w:r>
      <w:r w:rsidR="003064EE" w:rsidRPr="00274938">
        <w:rPr>
          <w:rFonts w:ascii="Cambria" w:hAnsi="Cambria"/>
        </w:rPr>
        <w:t>súťažných podkladoch</w:t>
      </w:r>
      <w:r w:rsidR="00101720" w:rsidRPr="00274938">
        <w:rPr>
          <w:rFonts w:ascii="Cambria" w:hAnsi="Cambria"/>
        </w:rPr>
        <w:t xml:space="preserve">, najmä v časti C. Spôsob určenia ceny. </w:t>
      </w:r>
    </w:p>
    <w:p w14:paraId="756DF06D" w14:textId="292BC4BE" w:rsidR="004E55D1" w:rsidRPr="00274938" w:rsidRDefault="00067328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</w:t>
      </w:r>
      <w:r w:rsidR="004E55D1" w:rsidRPr="00274938">
        <w:rPr>
          <w:rFonts w:ascii="Cambria" w:hAnsi="Cambria"/>
        </w:rPr>
        <w:t xml:space="preserve">ovinnosťou uchádzača je dôsledne preskúmať celý obsah súťažných podkladov a návrhu Zmluvy, a na základe ich obsahu stanoviť cenu a náklady za uskutočnenie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4E55D1" w:rsidRPr="00274938">
        <w:rPr>
          <w:rFonts w:ascii="Cambria" w:hAnsi="Cambria"/>
        </w:rPr>
        <w:t xml:space="preserve">u zákazky. Uchádzač je vo svojej ponuke povinný zohľadniť všetko, čo je nevyhnutné na úplné a riadne plnenie svojich záväzkov zo </w:t>
      </w:r>
      <w:r w:rsidR="00437C48" w:rsidRPr="00274938">
        <w:rPr>
          <w:rFonts w:ascii="Cambria" w:hAnsi="Cambria"/>
        </w:rPr>
        <w:t>z</w:t>
      </w:r>
      <w:r w:rsidR="004E55D1" w:rsidRPr="00274938">
        <w:rPr>
          <w:rFonts w:ascii="Cambria" w:hAnsi="Cambria"/>
        </w:rPr>
        <w:t>mluvy, pričom do svojich ponukových cien</w:t>
      </w:r>
      <w:r w:rsidR="00DD37D9" w:rsidRPr="00274938">
        <w:rPr>
          <w:rFonts w:ascii="Cambria" w:hAnsi="Cambria"/>
        </w:rPr>
        <w:t xml:space="preserve"> a nákladov</w:t>
      </w:r>
      <w:r w:rsidR="004E55D1" w:rsidRPr="00274938">
        <w:rPr>
          <w:rFonts w:ascii="Cambria" w:hAnsi="Cambria"/>
        </w:rPr>
        <w:t xml:space="preserve"> zahrnie všetky náklady spojené s plnením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4E55D1" w:rsidRPr="00274938">
        <w:rPr>
          <w:rFonts w:ascii="Cambria" w:hAnsi="Cambria"/>
        </w:rPr>
        <w:t>u zákazky.</w:t>
      </w:r>
    </w:p>
    <w:p w14:paraId="405B5195" w14:textId="6A21A30B" w:rsidR="003D360F" w:rsidRPr="00274938" w:rsidRDefault="00AB238B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Uchádzačom navrhovaná zmluvná cena bude vyjadrená v mene EUR. </w:t>
      </w:r>
    </w:p>
    <w:p w14:paraId="7D93187C" w14:textId="0D39179C" w:rsidR="000F453A" w:rsidRPr="00274938" w:rsidRDefault="00AB238B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Časti ponúk uvádzajúce cenu musia obsahovať cenu každej z položiek uvedených v Časti C. Spôsob určenia ceny a celkovú cenu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Pr="00274938">
        <w:rPr>
          <w:rFonts w:ascii="Cambria" w:hAnsi="Cambria"/>
        </w:rPr>
        <w:t>u zákazky, t. j. súčet všetkých položiek, ako aj ďalšie tam uvedené náležitosti.</w:t>
      </w:r>
    </w:p>
    <w:p w14:paraId="214102C0" w14:textId="46259BAC" w:rsidR="00DD37D9" w:rsidRPr="00274938" w:rsidRDefault="00DD37D9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Cena musí zahŕňať všetky ekonomicky odôvodnené náklady uchádzača na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Pr="00274938">
        <w:rPr>
          <w:rFonts w:ascii="Cambria" w:hAnsi="Cambria"/>
        </w:rPr>
        <w:t xml:space="preserve"> zákazky v rozsahu a za podmienok uvedených v </w:t>
      </w:r>
      <w:r w:rsidR="00437C48" w:rsidRPr="00274938">
        <w:rPr>
          <w:rFonts w:ascii="Cambria" w:hAnsi="Cambria"/>
        </w:rPr>
        <w:t>z</w:t>
      </w:r>
      <w:r w:rsidRPr="00274938">
        <w:rPr>
          <w:rFonts w:ascii="Cambria" w:hAnsi="Cambria"/>
        </w:rPr>
        <w:t>mluve a primeraný zisk.</w:t>
      </w:r>
    </w:p>
    <w:p w14:paraId="60D44387" w14:textId="09452118" w:rsidR="00C2485B" w:rsidRPr="00274938" w:rsidRDefault="00C2485B" w:rsidP="000149EA">
      <w:pPr>
        <w:pStyle w:val="Nadpis3"/>
      </w:pPr>
      <w:bookmarkStart w:id="191" w:name="_Toc444084953"/>
      <w:bookmarkStart w:id="192" w:name="_Toc4416623"/>
      <w:bookmarkStart w:id="193" w:name="_Toc4416917"/>
      <w:bookmarkStart w:id="194" w:name="_Toc4416966"/>
      <w:bookmarkStart w:id="195" w:name="_Toc113524041"/>
      <w:r w:rsidRPr="00274938">
        <w:t>Vyhotovenie ponúk</w:t>
      </w:r>
      <w:bookmarkEnd w:id="191"/>
      <w:bookmarkEnd w:id="192"/>
      <w:bookmarkEnd w:id="193"/>
      <w:bookmarkEnd w:id="194"/>
      <w:bookmarkEnd w:id="195"/>
    </w:p>
    <w:p w14:paraId="1B7A6E70" w14:textId="3A4EF3E0" w:rsidR="00D64850" w:rsidRPr="00274938" w:rsidRDefault="00D64850" w:rsidP="000149EA">
      <w:pPr>
        <w:pStyle w:val="Nadpis4"/>
        <w:rPr>
          <w:rFonts w:ascii="Cambria" w:hAnsi="Cambria"/>
        </w:rPr>
      </w:pPr>
      <w:bookmarkStart w:id="196" w:name="_Hlk534372852"/>
      <w:bookmarkStart w:id="197" w:name="_Hlk522551303"/>
      <w:r w:rsidRPr="00274938">
        <w:rPr>
          <w:rFonts w:ascii="Cambria" w:hAnsi="Cambria"/>
        </w:rPr>
        <w:t xml:space="preserve">Ak nie je v bode </w:t>
      </w:r>
      <w:r w:rsidR="00473CD7" w:rsidRPr="00274938">
        <w:rPr>
          <w:rFonts w:ascii="Cambria" w:hAnsi="Cambria"/>
        </w:rPr>
        <w:fldChar w:fldCharType="begin"/>
      </w:r>
      <w:r w:rsidR="00473CD7" w:rsidRPr="00274938">
        <w:rPr>
          <w:rFonts w:ascii="Cambria" w:hAnsi="Cambria"/>
        </w:rPr>
        <w:instrText xml:space="preserve"> REF _Ref534358796 \n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473CD7" w:rsidRPr="00274938">
        <w:rPr>
          <w:rFonts w:ascii="Cambria" w:hAnsi="Cambria"/>
        </w:rPr>
      </w:r>
      <w:r w:rsidR="00473CD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473CD7" w:rsidRPr="00274938">
        <w:rPr>
          <w:rFonts w:ascii="Cambria" w:hAnsi="Cambria"/>
        </w:rPr>
        <w:fldChar w:fldCharType="end"/>
      </w:r>
      <w:r w:rsidR="00473CD7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tejto časti súťažných podkladov uvedené inak, uchádzač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</w:t>
      </w:r>
      <w:r w:rsidR="00E51EF7" w:rsidRPr="00274938">
        <w:rPr>
          <w:rFonts w:ascii="Cambria" w:hAnsi="Cambria"/>
        </w:rPr>
        <w:t xml:space="preserve"> https://josephine.proebiz.com.</w:t>
      </w:r>
      <w:r w:rsidR="00AB2E3F" w:rsidRPr="00274938" w:rsidDel="00AB2E3F">
        <w:rPr>
          <w:rFonts w:ascii="Cambria" w:hAnsi="Cambria"/>
        </w:rPr>
        <w:t xml:space="preserve"> </w:t>
      </w:r>
    </w:p>
    <w:p w14:paraId="42EB7130" w14:textId="77777777" w:rsidR="00D64850" w:rsidRPr="00274938" w:rsidRDefault="00D6485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Uzavretosť ponuky sa zabezpečí elektronickými prostriedkami komunikačného rozhrania systému JOSEPHINE tak, aby bola zabezpečená neporušiteľnosť a integrita ponuky.</w:t>
      </w:r>
    </w:p>
    <w:p w14:paraId="2779FA8E" w14:textId="77777777" w:rsidR="004F27F4" w:rsidRPr="00274938" w:rsidRDefault="00865F5A" w:rsidP="000149EA">
      <w:pPr>
        <w:pStyle w:val="Nadpis3"/>
      </w:pPr>
      <w:bookmarkStart w:id="198" w:name="_Toc522635414"/>
      <w:bookmarkStart w:id="199" w:name="_Toc525293228"/>
      <w:bookmarkStart w:id="200" w:name="_Toc522635415"/>
      <w:bookmarkStart w:id="201" w:name="_Toc525293229"/>
      <w:bookmarkStart w:id="202" w:name="_Toc522635416"/>
      <w:bookmarkStart w:id="203" w:name="_Toc525293230"/>
      <w:bookmarkStart w:id="204" w:name="_Toc522635417"/>
      <w:bookmarkStart w:id="205" w:name="_Toc525293231"/>
      <w:bookmarkStart w:id="206" w:name="_Toc4416624"/>
      <w:bookmarkStart w:id="207" w:name="_Toc4416918"/>
      <w:bookmarkStart w:id="208" w:name="_Toc4416967"/>
      <w:bookmarkStart w:id="209" w:name="_Ref4422488"/>
      <w:bookmarkStart w:id="210" w:name="_Toc113524042"/>
      <w:bookmarkStart w:id="211" w:name="_Toc444084954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r w:rsidRPr="00274938">
        <w:t>Konflikt záujmov</w:t>
      </w:r>
      <w:bookmarkEnd w:id="206"/>
      <w:bookmarkEnd w:id="207"/>
      <w:bookmarkEnd w:id="208"/>
      <w:bookmarkEnd w:id="209"/>
      <w:bookmarkEnd w:id="210"/>
    </w:p>
    <w:p w14:paraId="0D8DEC3C" w14:textId="2C1F2089" w:rsidR="00865F5A" w:rsidRPr="00274938" w:rsidRDefault="003B6043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zabezpečí, </w:t>
      </w:r>
      <w:r w:rsidR="00865F5A" w:rsidRPr="00274938">
        <w:rPr>
          <w:rFonts w:ascii="Cambria" w:hAnsi="Cambria"/>
        </w:rPr>
        <w:t xml:space="preserve">aby v tomto </w:t>
      </w:r>
      <w:r w:rsidR="00A04C69" w:rsidRPr="00274938">
        <w:rPr>
          <w:rFonts w:ascii="Cambria" w:hAnsi="Cambria"/>
        </w:rPr>
        <w:t>Verejn</w:t>
      </w:r>
      <w:r w:rsidR="00865F5A" w:rsidRPr="00274938">
        <w:rPr>
          <w:rFonts w:ascii="Cambria" w:hAnsi="Cambria"/>
        </w:rPr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274938" w:rsidRDefault="00865F5A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Konflikt záujmov zahŕňa najmä situácie</w:t>
      </w:r>
      <w:r w:rsidR="00726E43" w:rsidRPr="00274938">
        <w:rPr>
          <w:rFonts w:ascii="Cambria" w:hAnsi="Cambria"/>
        </w:rPr>
        <w:t>,</w:t>
      </w:r>
      <w:r w:rsidRPr="00274938">
        <w:rPr>
          <w:rFonts w:ascii="Cambria" w:hAnsi="Cambria"/>
        </w:rPr>
        <w:t xml:space="preserve"> kedy osoba, ktorá môže ovplyvniť výsledok alebo priebeh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ého obstarávania (vrátane osoby bez nutnosti formálneho zapojenia do priebehu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v súvislosti s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ým obstarávaním.</w:t>
      </w:r>
    </w:p>
    <w:p w14:paraId="2BEB70F4" w14:textId="6564F391" w:rsidR="00865F5A" w:rsidRPr="00274938" w:rsidRDefault="00865F5A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Verejný obstarávateľ pr</w:t>
      </w:r>
      <w:r w:rsidR="00793365" w:rsidRPr="00274938">
        <w:rPr>
          <w:rFonts w:ascii="Cambria" w:hAnsi="Cambria"/>
        </w:rPr>
        <w:t>i</w:t>
      </w:r>
      <w:r w:rsidRPr="00274938">
        <w:rPr>
          <w:rFonts w:ascii="Cambria" w:hAnsi="Cambria"/>
        </w:rPr>
        <w:t>j</w:t>
      </w:r>
      <w:r w:rsidR="003F6DF0" w:rsidRPr="00274938">
        <w:rPr>
          <w:rFonts w:ascii="Cambria" w:hAnsi="Cambria"/>
        </w:rPr>
        <w:t>me primerané opatrenia a vykoná</w:t>
      </w:r>
      <w:r w:rsidRPr="00274938">
        <w:rPr>
          <w:rFonts w:ascii="Cambria" w:hAnsi="Cambria"/>
        </w:rPr>
        <w:t xml:space="preserve"> nápravu, ak zistí konflikt záujmov. Opatreniami podľa prvej vety sú najmä vylúčenie zainteresovanej osoby z procesu prípravy alebo realizácie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ý obstarávateľ v súlade s ustanovením § 40 ods. 6 písm. f) ZVO uchádzača z tohto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ého obstarávania.</w:t>
      </w:r>
    </w:p>
    <w:p w14:paraId="02591144" w14:textId="29EE569D" w:rsidR="00865F5A" w:rsidRPr="00274938" w:rsidRDefault="00865F5A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Verejný obstarávateľ v rámci opatrení podľa predchádzajúceho bodu požaduje</w:t>
      </w:r>
      <w:r w:rsidR="00244C1B" w:rsidRPr="00274938">
        <w:rPr>
          <w:rFonts w:ascii="Cambria" w:hAnsi="Cambria"/>
        </w:rPr>
        <w:t>,</w:t>
      </w:r>
      <w:r w:rsidRPr="00274938">
        <w:rPr>
          <w:rFonts w:ascii="Cambria" w:hAnsi="Cambria"/>
        </w:rPr>
        <w:t xml:space="preserve"> aby záujemca / uchádzač / člen </w:t>
      </w:r>
      <w:r w:rsidR="00CE1FB3" w:rsidRPr="00274938">
        <w:rPr>
          <w:rFonts w:ascii="Cambria" w:hAnsi="Cambria"/>
        </w:rPr>
        <w:t xml:space="preserve">Skupiny </w:t>
      </w:r>
      <w:r w:rsidRPr="00274938">
        <w:rPr>
          <w:rFonts w:ascii="Cambria" w:hAnsi="Cambria"/>
        </w:rPr>
        <w:t xml:space="preserve">dodávateľov vo všetkých fázach procesu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ého obstarávania postupoval tak, aby nedošlo k vzniku konfliktu záujmov. Uchádzač je povinný vo svojej ponuke predložiť čestné vyhlásenie o neprítomnosti konfliktu záujmov (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ý obstarávateľ upozorňuje, že bude kontrolovať pravdivosť uchádzačmi predložených vyhlásení týkajúcich sa konfliktu záujmov)</w:t>
      </w:r>
      <w:r w:rsidR="00964ED6" w:rsidRPr="00274938">
        <w:rPr>
          <w:rFonts w:ascii="Cambria" w:hAnsi="Cambria"/>
        </w:rPr>
        <w:t xml:space="preserve"> spôsobom podľa </w:t>
      </w:r>
      <w:r w:rsidR="00F0494E" w:rsidRPr="00274938">
        <w:rPr>
          <w:rFonts w:ascii="Cambria" w:hAnsi="Cambria"/>
        </w:rPr>
        <w:t>P</w:t>
      </w:r>
      <w:r w:rsidR="00964ED6" w:rsidRPr="00274938">
        <w:rPr>
          <w:rFonts w:ascii="Cambria" w:hAnsi="Cambria"/>
        </w:rPr>
        <w:t xml:space="preserve">rílohy </w:t>
      </w:r>
      <w:r w:rsidR="00F376A8" w:rsidRPr="00274938">
        <w:rPr>
          <w:rFonts w:ascii="Cambria" w:hAnsi="Cambria"/>
        </w:rPr>
        <w:t>A3</w:t>
      </w:r>
      <w:r w:rsidR="002D4AD9" w:rsidRPr="00274938">
        <w:rPr>
          <w:rFonts w:ascii="Cambria" w:hAnsi="Cambria"/>
        </w:rPr>
        <w:t xml:space="preserve"> </w:t>
      </w:r>
      <w:r w:rsidR="00964ED6" w:rsidRPr="00274938">
        <w:rPr>
          <w:rFonts w:ascii="Cambria" w:hAnsi="Cambria"/>
        </w:rPr>
        <w:t>týchto súťažných podkladov</w:t>
      </w:r>
      <w:r w:rsidRPr="00274938">
        <w:rPr>
          <w:rFonts w:ascii="Cambria" w:hAnsi="Cambria"/>
        </w:rPr>
        <w:t>.</w:t>
      </w:r>
    </w:p>
    <w:p w14:paraId="2DF82244" w14:textId="1CF25E66" w:rsidR="00865F5A" w:rsidRPr="00274938" w:rsidRDefault="00865F5A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Uchádzač je povinný bezodkladne po tom, ako sa dozvie o konflikte záujmov alebo o možnosti jeho vzniku, informovať o tejto skutočnosti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ého obstarávateľa.</w:t>
      </w:r>
    </w:p>
    <w:p w14:paraId="234745E7" w14:textId="342D213F" w:rsidR="00C2485B" w:rsidRPr="00274938" w:rsidRDefault="00C2485B" w:rsidP="000149EA">
      <w:pPr>
        <w:pStyle w:val="Nadpis2"/>
        <w:rPr>
          <w:rFonts w:ascii="Cambria" w:hAnsi="Cambria"/>
        </w:rPr>
      </w:pPr>
      <w:bookmarkStart w:id="212" w:name="_Toc4416499"/>
      <w:bookmarkStart w:id="213" w:name="_Toc4416625"/>
      <w:bookmarkStart w:id="214" w:name="_Toc4416919"/>
      <w:bookmarkStart w:id="215" w:name="_Toc4416968"/>
      <w:bookmarkStart w:id="216" w:name="_Toc113524043"/>
      <w:r w:rsidRPr="00274938">
        <w:rPr>
          <w:rFonts w:ascii="Cambria" w:hAnsi="Cambria"/>
        </w:rPr>
        <w:t>Predkladanie ponúk</w:t>
      </w:r>
      <w:bookmarkEnd w:id="211"/>
      <w:bookmarkEnd w:id="212"/>
      <w:bookmarkEnd w:id="213"/>
      <w:bookmarkEnd w:id="214"/>
      <w:bookmarkEnd w:id="215"/>
      <w:bookmarkEnd w:id="216"/>
    </w:p>
    <w:p w14:paraId="00516612" w14:textId="68B64B98" w:rsidR="00C2485B" w:rsidRPr="00274938" w:rsidRDefault="008D1C77" w:rsidP="000149EA">
      <w:pPr>
        <w:pStyle w:val="Nadpis3"/>
      </w:pPr>
      <w:bookmarkStart w:id="217" w:name="_Toc4416626"/>
      <w:bookmarkStart w:id="218" w:name="_Toc4416920"/>
      <w:bookmarkStart w:id="219" w:name="_Toc4416969"/>
      <w:bookmarkStart w:id="220" w:name="_Ref4422340"/>
      <w:bookmarkStart w:id="221" w:name="_Ref4422394"/>
      <w:bookmarkStart w:id="222" w:name="_Ref4422409"/>
      <w:bookmarkStart w:id="223" w:name="_Ref4422725"/>
      <w:bookmarkStart w:id="224" w:name="_Toc113524044"/>
      <w:r w:rsidRPr="00274938">
        <w:t>Spôsob predloženia ponuky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14:paraId="0AF3E671" w14:textId="3B7D0D92" w:rsidR="00D64850" w:rsidRPr="00274938" w:rsidRDefault="00D64850" w:rsidP="000149EA">
      <w:pPr>
        <w:pStyle w:val="Nadpis4"/>
        <w:rPr>
          <w:rFonts w:ascii="Cambria" w:hAnsi="Cambria"/>
        </w:rPr>
      </w:pPr>
      <w:bookmarkStart w:id="225" w:name="_Hlk534372883"/>
      <w:bookmarkStart w:id="226" w:name="_Hlk522551330"/>
      <w:r w:rsidRPr="00274938">
        <w:rPr>
          <w:rFonts w:ascii="Cambria" w:hAnsi="Cambria"/>
        </w:rPr>
        <w:t xml:space="preserve">Ak nie je v bode </w:t>
      </w:r>
      <w:r w:rsidR="00473CD7" w:rsidRPr="00274938">
        <w:rPr>
          <w:rFonts w:ascii="Cambria" w:hAnsi="Cambria"/>
        </w:rPr>
        <w:fldChar w:fldCharType="begin"/>
      </w:r>
      <w:r w:rsidR="00473CD7" w:rsidRPr="00274938">
        <w:rPr>
          <w:rFonts w:ascii="Cambria" w:hAnsi="Cambria"/>
        </w:rPr>
        <w:instrText xml:space="preserve"> REF _Ref534358796 \n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473CD7" w:rsidRPr="00274938">
        <w:rPr>
          <w:rFonts w:ascii="Cambria" w:hAnsi="Cambria"/>
        </w:rPr>
      </w:r>
      <w:r w:rsidR="00473CD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473CD7" w:rsidRPr="00274938">
        <w:rPr>
          <w:rFonts w:ascii="Cambria" w:hAnsi="Cambria"/>
        </w:rPr>
        <w:fldChar w:fldCharType="end"/>
      </w:r>
      <w:r w:rsidR="00473CD7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 xml:space="preserve">uvedené inak, uchádzač predkladá ponuku v elektronickej podobe do systému JOSEPHINE, umiestnenom na webovej adrese: https://josephine.proebiz.com, a to v lehote na </w:t>
      </w:r>
      <w:r w:rsidRPr="00274938">
        <w:rPr>
          <w:rFonts w:ascii="Cambria" w:hAnsi="Cambria"/>
        </w:rPr>
        <w:lastRenderedPageBreak/>
        <w:t xml:space="preserve">predkladanie ponúk podľa požiadaviek uvedených v týchto súťažných podkladoch. Ponuka musí byť predložená v čitateľnej a reprodukovateľnej podobe. V prípade, že uchádzač predloží listinnú ponuku (okrem dokladov podľa bodu </w:t>
      </w:r>
      <w:r w:rsidR="00473CD7" w:rsidRPr="00274938">
        <w:rPr>
          <w:rFonts w:ascii="Cambria" w:hAnsi="Cambria"/>
        </w:rPr>
        <w:fldChar w:fldCharType="begin"/>
      </w:r>
      <w:r w:rsidR="00473CD7" w:rsidRPr="00274938">
        <w:rPr>
          <w:rFonts w:ascii="Cambria" w:hAnsi="Cambria"/>
        </w:rPr>
        <w:instrText xml:space="preserve"> REF _Ref534358796 \n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473CD7" w:rsidRPr="00274938">
        <w:rPr>
          <w:rFonts w:ascii="Cambria" w:hAnsi="Cambria"/>
        </w:rPr>
      </w:r>
      <w:r w:rsidR="00473CD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473CD7"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>), Verejný obstarávateľ na ňu nebude prihliadať.</w:t>
      </w:r>
    </w:p>
    <w:p w14:paraId="56AE194C" w14:textId="334B132A" w:rsidR="00D64850" w:rsidRPr="00274938" w:rsidRDefault="00D6485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274938" w:rsidRDefault="00D6485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Uchádzač má možnosť registrovať sa do systému JOSEPHINE pomocou hesla i registráciou </w:t>
      </w:r>
      <w:r w:rsidR="007615E6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>a prihlásením pomocou občianskeho preukazu s elektronickým čipom a bezpečnostným osobným kódom (</w:t>
      </w:r>
      <w:proofErr w:type="spellStart"/>
      <w:r w:rsidRPr="00274938">
        <w:rPr>
          <w:rFonts w:ascii="Cambria" w:hAnsi="Cambria"/>
        </w:rPr>
        <w:t>eID</w:t>
      </w:r>
      <w:proofErr w:type="spellEnd"/>
      <w:r w:rsidRPr="00274938">
        <w:rPr>
          <w:rFonts w:ascii="Cambria" w:hAnsi="Cambria"/>
        </w:rPr>
        <w:t>).</w:t>
      </w:r>
    </w:p>
    <w:p w14:paraId="4A269731" w14:textId="58C73A87" w:rsidR="00D64850" w:rsidRPr="00274938" w:rsidRDefault="00D6485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Predkladanie ponúk je umožnené iba autentifikovaným uchádzačom. Autentifikáciu je možné </w:t>
      </w:r>
      <w:r w:rsidR="00BC0CB4" w:rsidRPr="00274938">
        <w:rPr>
          <w:rFonts w:ascii="Cambria" w:hAnsi="Cambria"/>
        </w:rPr>
        <w:t xml:space="preserve">vykonať </w:t>
      </w:r>
      <w:r w:rsidRPr="00274938">
        <w:rPr>
          <w:rFonts w:ascii="Cambria" w:hAnsi="Cambria"/>
        </w:rPr>
        <w:t xml:space="preserve">nasledovnými spôsobmi: </w:t>
      </w:r>
    </w:p>
    <w:p w14:paraId="458303F3" w14:textId="6E1D2156" w:rsidR="00D64850" w:rsidRPr="00274938" w:rsidRDefault="00D64850" w:rsidP="003207A0">
      <w:pPr>
        <w:pStyle w:val="Nadpis6"/>
        <w:rPr>
          <w:rFonts w:cs="Arial"/>
          <w:color w:val="000000"/>
        </w:rPr>
      </w:pPr>
      <w:r w:rsidRPr="00274938">
        <w:t>v systéme JOSEPHINE registráciou a prihlásením pomocou občianskeho preukazu s elektronickým čipom a bezpečnostným osobným kódom (</w:t>
      </w:r>
      <w:proofErr w:type="spellStart"/>
      <w:r w:rsidRPr="00274938">
        <w:t>eID</w:t>
      </w:r>
      <w:proofErr w:type="spellEnd"/>
      <w:r w:rsidRPr="00274938">
        <w:t xml:space="preserve">). V systéme je </w:t>
      </w:r>
      <w:r w:rsidRPr="00274938">
        <w:rPr>
          <w:rFonts w:cs="Arial"/>
          <w:color w:val="000000"/>
        </w:rPr>
        <w:t xml:space="preserve">autentifikovaná spoločnosť, ktorú pomocou </w:t>
      </w:r>
      <w:proofErr w:type="spellStart"/>
      <w:r w:rsidRPr="00274938">
        <w:rPr>
          <w:rFonts w:cs="Arial"/>
          <w:color w:val="000000"/>
        </w:rPr>
        <w:t>eID</w:t>
      </w:r>
      <w:proofErr w:type="spellEnd"/>
      <w:r w:rsidRPr="00274938">
        <w:rPr>
          <w:rFonts w:cs="Arial"/>
          <w:color w:val="00000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274938" w:rsidRDefault="00D64850" w:rsidP="003207A0">
      <w:pPr>
        <w:pStyle w:val="Nadpis6"/>
      </w:pPr>
      <w:r w:rsidRPr="00274938">
        <w:t xml:space="preserve">nahraním kvalifikovaného elektronického podpisu (napríklad podpisu </w:t>
      </w:r>
      <w:proofErr w:type="spellStart"/>
      <w:r w:rsidRPr="00274938">
        <w:t>eID</w:t>
      </w:r>
      <w:proofErr w:type="spellEnd"/>
      <w:r w:rsidRPr="00274938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274938" w:rsidRDefault="00D64850" w:rsidP="003207A0">
      <w:pPr>
        <w:pStyle w:val="Nadpis6"/>
      </w:pPr>
      <w:r w:rsidRPr="00274938">
        <w:t xml:space="preserve">vložením </w:t>
      </w:r>
      <w:r w:rsidR="00BC0CB4" w:rsidRPr="00274938">
        <w:t>plnomocenstva</w:t>
      </w:r>
      <w:r w:rsidRPr="00274938">
        <w:t xml:space="preserve"> na kartu užívateľa po registrácii, ktor</w:t>
      </w:r>
      <w:r w:rsidR="00BC0CB4" w:rsidRPr="00274938">
        <w:t>é</w:t>
      </w:r>
      <w:r w:rsidRPr="00274938">
        <w:t xml:space="preserve"> je podpísan</w:t>
      </w:r>
      <w:r w:rsidR="00BC0CB4" w:rsidRPr="00274938">
        <w:t>é</w:t>
      </w:r>
      <w:r w:rsidRPr="00274938">
        <w:t xml:space="preserve"> elektronickým podpisom štatutára aj splnomocnenou osobou, alebo prešl</w:t>
      </w:r>
      <w:r w:rsidR="00BC0CB4" w:rsidRPr="00274938">
        <w:t>o</w:t>
      </w:r>
      <w:r w:rsidRPr="00274938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274938" w:rsidRDefault="00D64850" w:rsidP="003207A0">
      <w:pPr>
        <w:pStyle w:val="Nadpis6"/>
      </w:pPr>
      <w:r w:rsidRPr="00274938">
        <w:t xml:space="preserve">počkaním na autentifikačný kód, ktorý bude poslaný na adresu sídla </w:t>
      </w:r>
      <w:r w:rsidR="00BC0CB4" w:rsidRPr="00274938">
        <w:t xml:space="preserve">uchádzača </w:t>
      </w:r>
      <w:r w:rsidRPr="00274938">
        <w:t>do rúk štatutára uchádzača v list</w:t>
      </w:r>
      <w:r w:rsidR="00BC0CB4" w:rsidRPr="00274938">
        <w:t>innej</w:t>
      </w:r>
      <w:r w:rsidRPr="00274938">
        <w:t xml:space="preserve"> podobe formou doporučenej pošt</w:t>
      </w:r>
      <w:r w:rsidR="00BC0CB4" w:rsidRPr="00274938">
        <w:t>ovej zásielky</w:t>
      </w:r>
      <w:r w:rsidRPr="00274938">
        <w:t>. Lehota na tento úkon sú obvykle 3 pracovné dni a je potrebné s touto lehotou počítať pri vkladaní ponuky.</w:t>
      </w:r>
    </w:p>
    <w:p w14:paraId="600605C9" w14:textId="77777777" w:rsidR="00D64850" w:rsidRPr="00274938" w:rsidRDefault="00D6485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055F4A41" w14:textId="752FD2D8" w:rsidR="00835EA6" w:rsidRPr="00274938" w:rsidRDefault="00D64850" w:rsidP="000149EA">
      <w:pPr>
        <w:pStyle w:val="Nadpis4"/>
        <w:rPr>
          <w:rFonts w:ascii="Cambria" w:hAnsi="Cambria"/>
        </w:rPr>
      </w:pPr>
      <w:bookmarkStart w:id="227" w:name="_Hlk14249881"/>
      <w:r w:rsidRPr="00274938">
        <w:rPr>
          <w:rFonts w:ascii="Cambria" w:hAnsi="Cambria"/>
        </w:rPr>
        <w:t xml:space="preserve">Požiadavka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erejného obstarávateľa na doklady, dokumenty a ďalšie písomnosti, ktoré musia byť predložené v ponuke je uvedená v bode </w:t>
      </w:r>
      <w:r w:rsidR="00473CD7" w:rsidRPr="00274938">
        <w:rPr>
          <w:rFonts w:ascii="Cambria" w:hAnsi="Cambria"/>
        </w:rPr>
        <w:fldChar w:fldCharType="begin"/>
      </w:r>
      <w:r w:rsidR="00473CD7" w:rsidRPr="00274938">
        <w:rPr>
          <w:rFonts w:ascii="Cambria" w:hAnsi="Cambria"/>
        </w:rPr>
        <w:instrText xml:space="preserve"> REF _Ref4422946 \n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473CD7" w:rsidRPr="00274938">
        <w:rPr>
          <w:rFonts w:ascii="Cambria" w:hAnsi="Cambria"/>
        </w:rPr>
      </w:r>
      <w:r w:rsidR="00473CD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</w:t>
      </w:r>
      <w:r w:rsidR="00473CD7"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 xml:space="preserve"> tejto časti súťažných podkladov. </w:t>
      </w:r>
      <w:bookmarkEnd w:id="227"/>
      <w:r w:rsidR="00835EA6" w:rsidRPr="00274938">
        <w:rPr>
          <w:rFonts w:ascii="Cambria" w:hAnsi="Cambria"/>
        </w:rPr>
        <w:t xml:space="preserve">Uchádzač pri vkladaní ponuky samostatne vyplní </w:t>
      </w:r>
      <w:proofErr w:type="spellStart"/>
      <w:r w:rsidR="00835EA6" w:rsidRPr="00274938">
        <w:rPr>
          <w:rFonts w:ascii="Cambria" w:hAnsi="Cambria"/>
        </w:rPr>
        <w:t>položkový</w:t>
      </w:r>
      <w:proofErr w:type="spellEnd"/>
      <w:r w:rsidR="00835EA6" w:rsidRPr="00274938">
        <w:rPr>
          <w:rFonts w:ascii="Cambria" w:hAnsi="Cambria"/>
        </w:rPr>
        <w:t xml:space="preserve"> elektronický formulár, ktorý zodpovedá návrhu na plnenie kritérií uvedenom v súťažných podkladoch. </w:t>
      </w:r>
    </w:p>
    <w:p w14:paraId="22D9AD70" w14:textId="6F9CB916" w:rsidR="008D1C77" w:rsidRPr="00274938" w:rsidRDefault="00D64850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Ak ponuka obsahuje dôverné informácie, uchádzač ich v ponuke viditeľne označí. V prípade, ak uchádzač vyslovene neoznačí časti svojej ponuky ako dôverné</w:t>
      </w:r>
      <w:r w:rsidR="007615E6" w:rsidRPr="00274938">
        <w:rPr>
          <w:rFonts w:ascii="Cambria" w:hAnsi="Cambria"/>
        </w:rPr>
        <w:t>,</w:t>
      </w:r>
      <w:r w:rsidR="00793365" w:rsidRPr="00274938">
        <w:rPr>
          <w:rFonts w:ascii="Cambria" w:hAnsi="Cambria"/>
        </w:rPr>
        <w:t xml:space="preserve">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erejný obstarávateľ je oprávnený zverejniť celú ponuku uchádzača.</w:t>
      </w:r>
      <w:bookmarkEnd w:id="225"/>
    </w:p>
    <w:p w14:paraId="615B6045" w14:textId="21421FAA" w:rsidR="00AA405E" w:rsidRPr="00274938" w:rsidRDefault="00AA405E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V prípade, ak uchádzač v ponuke predkladá informácie o osobách, ktoré majú povahu osobných údajov podľa zákona č. 18/2018 Z. z. o ochrane osobných údajov a o zmene a doplnení niektorých zákonov v znení neskorších predpisov (ďalej aj ako „</w:t>
      </w:r>
      <w:proofErr w:type="spellStart"/>
      <w:r w:rsidRPr="00274938">
        <w:rPr>
          <w:rFonts w:ascii="Cambria" w:hAnsi="Cambria"/>
          <w:b/>
        </w:rPr>
        <w:t>ZoOÚ</w:t>
      </w:r>
      <w:proofErr w:type="spellEnd"/>
      <w:r w:rsidRPr="00274938">
        <w:rPr>
          <w:rFonts w:ascii="Cambria" w:hAnsi="Cambria"/>
        </w:rPr>
        <w:t xml:space="preserve">“), je zodpovedný za to, a predložením svojej ponuky potvrdzuje, že v rozsahu, v akom to predpisuje </w:t>
      </w:r>
      <w:proofErr w:type="spellStart"/>
      <w:r w:rsidRPr="00274938">
        <w:rPr>
          <w:rFonts w:ascii="Cambria" w:hAnsi="Cambria"/>
        </w:rPr>
        <w:t>ZoOÚ</w:t>
      </w:r>
      <w:proofErr w:type="spellEnd"/>
      <w:r w:rsidRPr="00274938">
        <w:rPr>
          <w:rFonts w:ascii="Cambria" w:hAnsi="Cambria"/>
        </w:rPr>
        <w:t xml:space="preserve"> si od všetkých dotknutých osôb, ktorých osobné údaje sú obsiahnuté v jeho ponuke, zabezpečil všetky potrebné súhlasy so spracovaním osobných údajov za účelom </w:t>
      </w:r>
      <w:r w:rsidR="00BC0CB4" w:rsidRPr="00274938">
        <w:rPr>
          <w:rFonts w:ascii="Cambria" w:hAnsi="Cambria"/>
        </w:rPr>
        <w:t xml:space="preserve">predloženia </w:t>
      </w:r>
      <w:r w:rsidRPr="00274938">
        <w:rPr>
          <w:rFonts w:ascii="Cambria" w:hAnsi="Cambria"/>
        </w:rPr>
        <w:t>jeho ponuky a poučil všetky dotknuté osoby o spôsobe a rozsahu spracovania ich osobných údajov na účel p</w:t>
      </w:r>
      <w:r w:rsidR="00BC0CB4" w:rsidRPr="00274938">
        <w:rPr>
          <w:rFonts w:ascii="Cambria" w:hAnsi="Cambria"/>
        </w:rPr>
        <w:t>redloženia</w:t>
      </w:r>
      <w:r w:rsidRPr="00274938">
        <w:rPr>
          <w:rFonts w:ascii="Cambria" w:hAnsi="Cambria"/>
        </w:rPr>
        <w:t xml:space="preserve"> ponuky uchádzača. Zároveň uchádzač predložením jeho ponuky potvrdzuje, že všetky dotknuté osoby mu udelili svoj súhlas na to, aby tieto osobné údaje boli poskytnuté a aby ich ďalej za deklarovaným účelom spracovával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erejný obstarávat</w:t>
      </w:r>
      <w:r w:rsidR="00B975A3" w:rsidRPr="00274938">
        <w:rPr>
          <w:rFonts w:ascii="Cambria" w:hAnsi="Cambria"/>
        </w:rPr>
        <w:t>eľ.</w:t>
      </w:r>
    </w:p>
    <w:p w14:paraId="32D61F14" w14:textId="26C28DBD" w:rsidR="00C2485B" w:rsidRPr="00274938" w:rsidRDefault="00C2485B" w:rsidP="000149EA">
      <w:pPr>
        <w:pStyle w:val="Nadpis3"/>
      </w:pPr>
      <w:bookmarkStart w:id="228" w:name="_Toc522635421"/>
      <w:bookmarkStart w:id="229" w:name="_Toc525293235"/>
      <w:bookmarkStart w:id="230" w:name="_Toc522635422"/>
      <w:bookmarkStart w:id="231" w:name="_Toc525293236"/>
      <w:bookmarkStart w:id="232" w:name="_Toc522635423"/>
      <w:bookmarkStart w:id="233" w:name="_Toc525293237"/>
      <w:bookmarkStart w:id="234" w:name="_Toc522635424"/>
      <w:bookmarkStart w:id="235" w:name="_Toc525293238"/>
      <w:bookmarkStart w:id="236" w:name="_Toc522635425"/>
      <w:bookmarkStart w:id="237" w:name="_Toc525293239"/>
      <w:bookmarkStart w:id="238" w:name="_Toc522635426"/>
      <w:bookmarkStart w:id="239" w:name="_Toc525293240"/>
      <w:bookmarkStart w:id="240" w:name="_Toc522635427"/>
      <w:bookmarkStart w:id="241" w:name="_Toc525293241"/>
      <w:bookmarkStart w:id="242" w:name="_Toc444084956"/>
      <w:bookmarkStart w:id="243" w:name="_Toc4416627"/>
      <w:bookmarkStart w:id="244" w:name="_Toc4416921"/>
      <w:bookmarkStart w:id="245" w:name="_Toc4416970"/>
      <w:bookmarkStart w:id="246" w:name="_Ref4422424"/>
      <w:bookmarkStart w:id="247" w:name="_Ref4422770"/>
      <w:bookmarkStart w:id="248" w:name="_Toc113524045"/>
      <w:bookmarkEnd w:id="226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r w:rsidRPr="00274938">
        <w:t>Miesto a lehota na predkladanie ponúk</w:t>
      </w:r>
      <w:bookmarkEnd w:id="242"/>
      <w:bookmarkEnd w:id="243"/>
      <w:bookmarkEnd w:id="244"/>
      <w:bookmarkEnd w:id="245"/>
      <w:bookmarkEnd w:id="246"/>
      <w:bookmarkEnd w:id="247"/>
      <w:bookmarkEnd w:id="248"/>
    </w:p>
    <w:p w14:paraId="0EB4F462" w14:textId="477E61E6" w:rsidR="00133B55" w:rsidRPr="00274938" w:rsidRDefault="00133B55" w:rsidP="000149EA">
      <w:pPr>
        <w:pStyle w:val="Nadpis4"/>
        <w:rPr>
          <w:rFonts w:ascii="Cambria" w:hAnsi="Cambria"/>
        </w:rPr>
      </w:pPr>
      <w:bookmarkStart w:id="249" w:name="_Ref528145558"/>
      <w:bookmarkStart w:id="250" w:name="_Hlk534372908"/>
      <w:bookmarkStart w:id="251" w:name="_Hlk522551343"/>
      <w:r w:rsidRPr="00274938">
        <w:rPr>
          <w:rFonts w:ascii="Cambria" w:hAnsi="Cambria"/>
        </w:rPr>
        <w:t xml:space="preserve">Ak je v bode </w:t>
      </w:r>
      <w:r w:rsidR="00473CD7" w:rsidRPr="00274938">
        <w:rPr>
          <w:rFonts w:ascii="Cambria" w:hAnsi="Cambria"/>
        </w:rPr>
        <w:fldChar w:fldCharType="begin"/>
      </w:r>
      <w:r w:rsidR="00473CD7" w:rsidRPr="00274938">
        <w:rPr>
          <w:rFonts w:ascii="Cambria" w:hAnsi="Cambria"/>
        </w:rPr>
        <w:instrText xml:space="preserve"> REF _Ref534358796 \n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473CD7" w:rsidRPr="00274938">
        <w:rPr>
          <w:rFonts w:ascii="Cambria" w:hAnsi="Cambria"/>
        </w:rPr>
      </w:r>
      <w:r w:rsidR="00473CD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473CD7"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 xml:space="preserve"> tejto časti súťažných podkladov uvedené, že doklady, dokumenty, iné písomnosti je uchádzač povinný doručiť na adresu: </w:t>
      </w:r>
      <w:r w:rsidR="00A32D6A" w:rsidRPr="00274938">
        <w:rPr>
          <w:rFonts w:ascii="Cambria" w:hAnsi="Cambria"/>
        </w:rPr>
        <w:t xml:space="preserve">Tatra Tender </w:t>
      </w:r>
      <w:proofErr w:type="spellStart"/>
      <w:r w:rsidR="00A32D6A" w:rsidRPr="00274938">
        <w:rPr>
          <w:rFonts w:ascii="Cambria" w:hAnsi="Cambria"/>
        </w:rPr>
        <w:t>s.r.o</w:t>
      </w:r>
      <w:proofErr w:type="spellEnd"/>
      <w:r w:rsidR="00A32D6A" w:rsidRPr="00274938">
        <w:rPr>
          <w:rFonts w:ascii="Cambria" w:hAnsi="Cambria"/>
        </w:rPr>
        <w:t>. Krčméryho 16, 811 04 Bratislava, Slovenská republika</w:t>
      </w:r>
      <w:r w:rsidRPr="00274938">
        <w:rPr>
          <w:rFonts w:ascii="Cambria" w:hAnsi="Cambria"/>
        </w:rPr>
        <w:t>, tieto musia byť vložené do samostatného uzatvoreného obalu.</w:t>
      </w:r>
      <w:bookmarkEnd w:id="249"/>
      <w:r w:rsidRPr="00274938">
        <w:rPr>
          <w:rFonts w:ascii="Cambria" w:hAnsi="Cambria"/>
        </w:rPr>
        <w:t xml:space="preserve"> </w:t>
      </w:r>
    </w:p>
    <w:p w14:paraId="4F0FFBEA" w14:textId="3BCA15ED" w:rsidR="00133B55" w:rsidRPr="00274938" w:rsidRDefault="00133B55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lastRenderedPageBreak/>
        <w:t xml:space="preserve">Obal časti ponuky </w:t>
      </w:r>
      <w:r w:rsidR="007615E6" w:rsidRPr="00274938">
        <w:rPr>
          <w:rFonts w:ascii="Cambria" w:hAnsi="Cambria"/>
        </w:rPr>
        <w:t xml:space="preserve">predkladanej podľa bodu 21.1 vyššie, </w:t>
      </w:r>
      <w:r w:rsidRPr="00274938">
        <w:rPr>
          <w:rFonts w:ascii="Cambria" w:hAnsi="Cambria"/>
        </w:rPr>
        <w:t xml:space="preserve">musí obsahovať nasledovné údaje:  </w:t>
      </w:r>
    </w:p>
    <w:p w14:paraId="33400F35" w14:textId="4F3E1799" w:rsidR="00133B55" w:rsidRPr="00274938" w:rsidRDefault="00133B55" w:rsidP="003207A0">
      <w:pPr>
        <w:pStyle w:val="Nadpis6"/>
      </w:pPr>
      <w:bookmarkStart w:id="252" w:name="_Ref6402090"/>
      <w:r w:rsidRPr="00274938">
        <w:t xml:space="preserve">adresu: </w:t>
      </w:r>
      <w:r w:rsidR="00A32D6A" w:rsidRPr="00274938">
        <w:rPr>
          <w:b/>
          <w:bCs/>
        </w:rPr>
        <w:t xml:space="preserve">Tatra Tender </w:t>
      </w:r>
      <w:proofErr w:type="spellStart"/>
      <w:r w:rsidR="00A32D6A" w:rsidRPr="00274938">
        <w:rPr>
          <w:b/>
          <w:bCs/>
        </w:rPr>
        <w:t>s.r.o</w:t>
      </w:r>
      <w:proofErr w:type="spellEnd"/>
      <w:r w:rsidR="00A32D6A" w:rsidRPr="00274938">
        <w:rPr>
          <w:b/>
          <w:bCs/>
        </w:rPr>
        <w:t>.</w:t>
      </w:r>
      <w:r w:rsidR="00A32D6A" w:rsidRPr="00274938">
        <w:t xml:space="preserve"> Krčméryho 16, 811 04 Bratislava, Slovenská republika</w:t>
      </w:r>
      <w:r w:rsidRPr="00274938">
        <w:t>,</w:t>
      </w:r>
      <w:bookmarkEnd w:id="252"/>
    </w:p>
    <w:p w14:paraId="3B943DDE" w14:textId="77777777" w:rsidR="00133B55" w:rsidRPr="00274938" w:rsidRDefault="00133B55" w:rsidP="003207A0">
      <w:pPr>
        <w:pStyle w:val="Nadpis6"/>
      </w:pPr>
      <w:r w:rsidRPr="00274938">
        <w:t>adresu uchádzača (názov alebo obchodné meno a adresu sídla alebo miesta podnikania),</w:t>
      </w:r>
    </w:p>
    <w:p w14:paraId="411650C7" w14:textId="192CAC6D" w:rsidR="00133B55" w:rsidRPr="00274938" w:rsidRDefault="00133B55" w:rsidP="003207A0">
      <w:pPr>
        <w:pStyle w:val="Nadpis6"/>
      </w:pPr>
      <w:r w:rsidRPr="00274938">
        <w:rPr>
          <w:rFonts w:cs="Arial"/>
          <w:color w:val="000000"/>
        </w:rPr>
        <w:t>označenie</w:t>
      </w:r>
      <w:r w:rsidRPr="00274938">
        <w:t xml:space="preserve"> „</w:t>
      </w:r>
      <w:r w:rsidR="00E07524" w:rsidRPr="00274938">
        <w:t xml:space="preserve">Zvýšenie prevádzkovej efektívnosti energetického hospodárstva Domova sociálnych služieb a zariadenia pre seniorov </w:t>
      </w:r>
      <w:proofErr w:type="spellStart"/>
      <w:r w:rsidR="00E07524" w:rsidRPr="00274938">
        <w:t>Harmonia</w:t>
      </w:r>
      <w:proofErr w:type="spellEnd"/>
      <w:r w:rsidR="00E07524" w:rsidRPr="00274938">
        <w:t xml:space="preserve"> </w:t>
      </w:r>
      <w:r w:rsidR="00460396" w:rsidRPr="00274938">
        <w:t>- neotvárať</w:t>
      </w:r>
      <w:r w:rsidR="001A249A" w:rsidRPr="00274938">
        <w:t xml:space="preserve"> </w:t>
      </w:r>
      <w:r w:rsidRPr="00274938">
        <w:t>“.</w:t>
      </w:r>
    </w:p>
    <w:p w14:paraId="1025C80D" w14:textId="17E557B4" w:rsidR="00133B55" w:rsidRPr="00274938" w:rsidRDefault="00133B55" w:rsidP="000149EA">
      <w:pPr>
        <w:pStyle w:val="Nadpis4"/>
        <w:rPr>
          <w:rFonts w:ascii="Cambria" w:hAnsi="Cambria"/>
        </w:rPr>
      </w:pPr>
      <w:bookmarkStart w:id="253" w:name="_Ref4423000"/>
      <w:r w:rsidRPr="00274938">
        <w:rPr>
          <w:rFonts w:ascii="Cambria" w:hAnsi="Cambria"/>
        </w:rPr>
        <w:t xml:space="preserve">Lehota na predkladanie ponúk uplynie: </w:t>
      </w:r>
      <w:r w:rsidR="00442FEC" w:rsidRPr="00274938">
        <w:rPr>
          <w:rFonts w:ascii="Cambria" w:hAnsi="Cambria"/>
          <w:b/>
          <w:bCs/>
        </w:rPr>
        <w:t>30.9.2022</w:t>
      </w:r>
      <w:r w:rsidR="00E4125D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  <w:b/>
          <w:bCs/>
        </w:rPr>
        <w:t>o</w:t>
      </w:r>
      <w:r w:rsidR="007464FD" w:rsidRPr="00274938">
        <w:rPr>
          <w:rFonts w:ascii="Cambria" w:hAnsi="Cambria"/>
          <w:b/>
          <w:bCs/>
        </w:rPr>
        <w:t> </w:t>
      </w:r>
      <w:r w:rsidR="00FF16DC" w:rsidRPr="00274938">
        <w:rPr>
          <w:rFonts w:ascii="Cambria" w:hAnsi="Cambria"/>
          <w:b/>
          <w:bCs/>
        </w:rPr>
        <w:t>10:00</w:t>
      </w:r>
      <w:r w:rsidR="007464FD" w:rsidRPr="00274938">
        <w:rPr>
          <w:rFonts w:ascii="Cambria" w:hAnsi="Cambria"/>
        </w:rPr>
        <w:t xml:space="preserve"> </w:t>
      </w:r>
      <w:r w:rsidR="00B96C0F" w:rsidRPr="00274938">
        <w:rPr>
          <w:rFonts w:ascii="Cambria" w:hAnsi="Cambria"/>
        </w:rPr>
        <w:t>h</w:t>
      </w:r>
      <w:r w:rsidRPr="00274938">
        <w:rPr>
          <w:rFonts w:ascii="Cambria" w:hAnsi="Cambria"/>
        </w:rPr>
        <w:t>od. miestneho času.</w:t>
      </w:r>
      <w:bookmarkEnd w:id="253"/>
    </w:p>
    <w:p w14:paraId="14784177" w14:textId="2388AB73" w:rsidR="00133B55" w:rsidRPr="00274938" w:rsidRDefault="00BC0CB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Časť ponuky predkladaná podľa bodu </w:t>
      </w:r>
      <w:r w:rsidRPr="00274938">
        <w:rPr>
          <w:rFonts w:ascii="Cambria" w:hAnsi="Cambria"/>
        </w:rPr>
        <w:fldChar w:fldCharType="begin"/>
      </w:r>
      <w:r w:rsidRPr="00274938">
        <w:rPr>
          <w:rFonts w:ascii="Cambria" w:hAnsi="Cambria"/>
        </w:rPr>
        <w:instrText xml:space="preserve"> REF _Ref528145558 \r \h </w:instrText>
      </w:r>
      <w:r w:rsidR="006D75A2" w:rsidRPr="00274938">
        <w:rPr>
          <w:rFonts w:ascii="Cambria" w:hAnsi="Cambria"/>
        </w:rPr>
        <w:instrText xml:space="preserve"> \* MERGEFORMAT </w:instrText>
      </w:r>
      <w:r w:rsidRPr="00274938">
        <w:rPr>
          <w:rFonts w:ascii="Cambria" w:hAnsi="Cambria"/>
        </w:rPr>
      </w:r>
      <w:r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20.1</w:t>
      </w:r>
      <w:r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 xml:space="preserve"> tejto časti súťažných podkladov doručená po uplynutí lehoty na predkladanie ponúk sa vráti uchádzačom neotvorená</w:t>
      </w:r>
      <w:r w:rsidR="00133B55" w:rsidRPr="00274938">
        <w:rPr>
          <w:rFonts w:ascii="Cambria" w:hAnsi="Cambria"/>
        </w:rPr>
        <w:t xml:space="preserve">. </w:t>
      </w:r>
    </w:p>
    <w:p w14:paraId="1B75DFD5" w14:textId="24A0454F" w:rsidR="008D1C77" w:rsidRPr="00274938" w:rsidRDefault="00133B55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Prípadné predĺženie lehoty na predkladanie ponúk bude uchádzačom dostatočne vopred oznámené formou elektronickej komunikácie v systéme JOSEPHINE.</w:t>
      </w:r>
      <w:bookmarkEnd w:id="250"/>
    </w:p>
    <w:p w14:paraId="54E73017" w14:textId="3107DF82" w:rsidR="00E4125D" w:rsidRPr="00274938" w:rsidRDefault="00E4125D" w:rsidP="000149EA">
      <w:pPr>
        <w:pStyle w:val="Nadpis3"/>
      </w:pPr>
      <w:bookmarkStart w:id="254" w:name="_Toc522635429"/>
      <w:bookmarkStart w:id="255" w:name="_Toc525293243"/>
      <w:bookmarkStart w:id="256" w:name="_Toc522635430"/>
      <w:bookmarkStart w:id="257" w:name="_Toc525293244"/>
      <w:bookmarkStart w:id="258" w:name="_Toc522635431"/>
      <w:bookmarkStart w:id="259" w:name="_Toc525293245"/>
      <w:bookmarkStart w:id="260" w:name="_Toc113524046"/>
      <w:bookmarkEnd w:id="251"/>
      <w:bookmarkEnd w:id="254"/>
      <w:bookmarkEnd w:id="255"/>
      <w:bookmarkEnd w:id="256"/>
      <w:bookmarkEnd w:id="257"/>
      <w:bookmarkEnd w:id="258"/>
      <w:bookmarkEnd w:id="259"/>
      <w:r w:rsidRPr="00274938">
        <w:t>Stiahnutie / vymazanie pôvodnej ponuky a predloženie novej ponuky</w:t>
      </w:r>
      <w:bookmarkEnd w:id="260"/>
      <w:r w:rsidRPr="00274938">
        <w:t xml:space="preserve"> </w:t>
      </w:r>
    </w:p>
    <w:p w14:paraId="2B201F99" w14:textId="567E8673" w:rsidR="007D783D" w:rsidRPr="00274938" w:rsidRDefault="007D783D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Uchádzač môže predloženú ponuku stiahnuť, resp. vymazať prostredníctvom funkcionality webovej aplikácie JOSEPHINE do uplynutia lehoty na predkladanie ponúk podľa bodu </w:t>
      </w:r>
      <w:r w:rsidRPr="00274938">
        <w:rPr>
          <w:rFonts w:ascii="Cambria" w:hAnsi="Cambria"/>
        </w:rPr>
        <w:fldChar w:fldCharType="begin"/>
      </w:r>
      <w:r w:rsidRPr="00274938">
        <w:rPr>
          <w:rFonts w:ascii="Cambria" w:hAnsi="Cambria"/>
        </w:rPr>
        <w:instrText xml:space="preserve"> REF _Ref4423000 \n \h </w:instrText>
      </w:r>
      <w:r w:rsidR="00D46D28" w:rsidRPr="00274938">
        <w:rPr>
          <w:rFonts w:ascii="Cambria" w:hAnsi="Cambria"/>
        </w:rPr>
        <w:instrText xml:space="preserve"> \* MERGEFORMAT </w:instrText>
      </w:r>
      <w:r w:rsidRPr="00274938">
        <w:rPr>
          <w:rFonts w:ascii="Cambria" w:hAnsi="Cambria"/>
        </w:rPr>
      </w:r>
      <w:r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20.3</w:t>
      </w:r>
      <w:r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Predloženie novej časti ponuky, ktorá bola predložená podľa bodu </w:t>
      </w:r>
      <w:r w:rsidR="00E4585F" w:rsidRPr="00274938">
        <w:rPr>
          <w:rFonts w:ascii="Cambria" w:hAnsi="Cambria"/>
        </w:rPr>
        <w:fldChar w:fldCharType="begin"/>
      </w:r>
      <w:r w:rsidR="00E4585F" w:rsidRPr="00274938">
        <w:rPr>
          <w:rFonts w:ascii="Cambria" w:hAnsi="Cambria"/>
        </w:rPr>
        <w:instrText xml:space="preserve"> REF _Ref534358796 \n \h </w:instrText>
      </w:r>
      <w:r w:rsidR="00D46D28" w:rsidRPr="00274938">
        <w:rPr>
          <w:rFonts w:ascii="Cambria" w:hAnsi="Cambria"/>
        </w:rPr>
        <w:instrText xml:space="preserve"> \* MERGEFORMAT </w:instrText>
      </w:r>
      <w:r w:rsidR="00E4585F" w:rsidRPr="00274938">
        <w:rPr>
          <w:rFonts w:ascii="Cambria" w:hAnsi="Cambria"/>
        </w:rPr>
      </w:r>
      <w:r w:rsidR="00E4585F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E4585F" w:rsidRPr="00274938">
        <w:rPr>
          <w:rFonts w:ascii="Cambria" w:hAnsi="Cambria"/>
        </w:rPr>
        <w:fldChar w:fldCharType="end"/>
      </w:r>
      <w:r w:rsidR="00E4585F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tejto časti súťažných podkladov, je možné vykonať tak, že uchádzač do uplynutia lehoty na predkladanie ponúk:</w:t>
      </w:r>
    </w:p>
    <w:p w14:paraId="0A68FED0" w14:textId="724FA20D" w:rsidR="007D783D" w:rsidRPr="00274938" w:rsidRDefault="007D783D" w:rsidP="003207A0">
      <w:pPr>
        <w:pStyle w:val="Nadpis6"/>
      </w:pPr>
      <w:r w:rsidRPr="00274938">
        <w:t>predloží novú (kompletnú) ponuku prostredníctvom funkcionality webovej aplikácie JOSEPHINE</w:t>
      </w:r>
      <w:r w:rsidR="00E4585F" w:rsidRPr="00274938">
        <w:t>;</w:t>
      </w:r>
      <w:r w:rsidRPr="00274938">
        <w:t xml:space="preserve"> a</w:t>
      </w:r>
      <w:r w:rsidRPr="00274938">
        <w:rPr>
          <w:rFonts w:cs="Arial"/>
        </w:rPr>
        <w:t> </w:t>
      </w:r>
    </w:p>
    <w:p w14:paraId="4699EEF5" w14:textId="5FC22665" w:rsidR="00454A07" w:rsidRPr="00274938" w:rsidRDefault="007D783D" w:rsidP="003207A0">
      <w:pPr>
        <w:pStyle w:val="Nadpis6"/>
      </w:pPr>
      <w:r w:rsidRPr="00274938">
        <w:t xml:space="preserve">doručí novú časť ponuky podľa bodu </w:t>
      </w:r>
      <w:r w:rsidR="00460396" w:rsidRPr="00274938">
        <w:fldChar w:fldCharType="begin"/>
      </w:r>
      <w:r w:rsidR="00460396" w:rsidRPr="00274938">
        <w:instrText xml:space="preserve"> REF _Ref102729727 \n \h </w:instrText>
      </w:r>
      <w:r w:rsidR="00BF6A10" w:rsidRPr="00274938">
        <w:instrText xml:space="preserve"> \* MERGEFORMAT </w:instrText>
      </w:r>
      <w:r w:rsidR="00460396" w:rsidRPr="00274938">
        <w:fldChar w:fldCharType="separate"/>
      </w:r>
      <w:r w:rsidR="00CC2364" w:rsidRPr="00274938">
        <w:t>7.5</w:t>
      </w:r>
      <w:r w:rsidR="00460396" w:rsidRPr="00274938">
        <w:fldChar w:fldCharType="end"/>
      </w:r>
      <w:bookmarkStart w:id="261" w:name="_Hlk522551351"/>
      <w:r w:rsidR="00E07524" w:rsidRPr="00274938">
        <w:t xml:space="preserve"> </w:t>
      </w:r>
      <w:r w:rsidRPr="00274938">
        <w:t>tejto časti súťažných podkladov na adresu uvedenú v</w:t>
      </w:r>
      <w:r w:rsidRPr="00274938">
        <w:rPr>
          <w:rFonts w:cs="Arial"/>
        </w:rPr>
        <w:t> </w:t>
      </w:r>
      <w:r w:rsidRPr="00274938">
        <w:t xml:space="preserve">bode </w:t>
      </w:r>
      <w:r w:rsidR="00793365" w:rsidRPr="00274938">
        <w:fldChar w:fldCharType="begin"/>
      </w:r>
      <w:r w:rsidR="00793365" w:rsidRPr="00274938">
        <w:instrText xml:space="preserve"> REF _Ref6402090 \r \h </w:instrText>
      </w:r>
      <w:r w:rsidR="00D46D28" w:rsidRPr="00274938">
        <w:instrText xml:space="preserve"> \* MERGEFORMAT </w:instrText>
      </w:r>
      <w:r w:rsidR="00793365" w:rsidRPr="00274938">
        <w:fldChar w:fldCharType="separate"/>
      </w:r>
      <w:r w:rsidR="00CC2364" w:rsidRPr="00274938">
        <w:t>20.2a)</w:t>
      </w:r>
      <w:r w:rsidR="00793365" w:rsidRPr="00274938">
        <w:fldChar w:fldCharType="end"/>
      </w:r>
      <w:r w:rsidR="00766049" w:rsidRPr="00274938">
        <w:t xml:space="preserve"> </w:t>
      </w:r>
      <w:r w:rsidRPr="00274938">
        <w:t>tejto časti súťažných podkladov.</w:t>
      </w:r>
    </w:p>
    <w:p w14:paraId="082CE091" w14:textId="20343DE6" w:rsidR="007600E6" w:rsidRPr="00274938" w:rsidRDefault="00EF2D37" w:rsidP="000149EA">
      <w:pPr>
        <w:pStyle w:val="Nadpis2"/>
        <w:rPr>
          <w:rFonts w:ascii="Cambria" w:hAnsi="Cambria"/>
        </w:rPr>
      </w:pPr>
      <w:bookmarkStart w:id="262" w:name="_Toc444084958"/>
      <w:bookmarkStart w:id="263" w:name="_Toc4416500"/>
      <w:bookmarkStart w:id="264" w:name="_Toc4416629"/>
      <w:bookmarkStart w:id="265" w:name="_Toc4416923"/>
      <w:bookmarkStart w:id="266" w:name="_Toc4416972"/>
      <w:bookmarkStart w:id="267" w:name="_Toc113524047"/>
      <w:bookmarkEnd w:id="261"/>
      <w:r w:rsidRPr="00274938">
        <w:rPr>
          <w:rFonts w:ascii="Cambria" w:hAnsi="Cambria"/>
        </w:rPr>
        <w:t>Otváranie a vyhodnotenie ponúk</w:t>
      </w:r>
      <w:bookmarkEnd w:id="262"/>
      <w:bookmarkEnd w:id="263"/>
      <w:bookmarkEnd w:id="264"/>
      <w:bookmarkEnd w:id="265"/>
      <w:bookmarkEnd w:id="266"/>
      <w:bookmarkEnd w:id="267"/>
    </w:p>
    <w:p w14:paraId="3CAFBEA5" w14:textId="3FC26E21" w:rsidR="00EF2D37" w:rsidRPr="00274938" w:rsidRDefault="00EF2D37" w:rsidP="000149EA">
      <w:pPr>
        <w:pStyle w:val="Nadpis3"/>
      </w:pPr>
      <w:bookmarkStart w:id="268" w:name="_Toc4416630"/>
      <w:bookmarkStart w:id="269" w:name="_Toc4416924"/>
      <w:bookmarkStart w:id="270" w:name="_Toc4416973"/>
      <w:bookmarkStart w:id="271" w:name="_Toc113524048"/>
      <w:bookmarkStart w:id="272" w:name="_Toc444084959"/>
      <w:r w:rsidRPr="00274938">
        <w:t>Otváranie ponúk</w:t>
      </w:r>
      <w:bookmarkEnd w:id="268"/>
      <w:bookmarkEnd w:id="269"/>
      <w:bookmarkEnd w:id="270"/>
      <w:bookmarkEnd w:id="271"/>
      <w:r w:rsidRPr="00274938">
        <w:t xml:space="preserve"> </w:t>
      </w:r>
      <w:bookmarkEnd w:id="272"/>
    </w:p>
    <w:p w14:paraId="002EA768" w14:textId="00C38473" w:rsidR="00454A07" w:rsidRPr="00274938" w:rsidRDefault="00454A07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Otváranie ponúk vykoná komisia sprístupnením jej obsahu</w:t>
      </w:r>
      <w:r w:rsidR="006740D2" w:rsidRPr="00274938">
        <w:rPr>
          <w:rFonts w:ascii="Cambria" w:hAnsi="Cambria"/>
        </w:rPr>
        <w:t xml:space="preserve"> v systéme JOSEPHINE</w:t>
      </w:r>
      <w:r w:rsidRPr="00274938">
        <w:rPr>
          <w:rFonts w:ascii="Cambria" w:hAnsi="Cambria"/>
        </w:rPr>
        <w:t xml:space="preserve">. </w:t>
      </w:r>
    </w:p>
    <w:p w14:paraId="147812F7" w14:textId="766BA256" w:rsidR="00783404" w:rsidRPr="00274938" w:rsidRDefault="0078340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Otváranie ponúk sa uskutoční elektronicky. Otváranie ponúk je plánované na </w:t>
      </w:r>
      <w:r w:rsidR="00442FEC" w:rsidRPr="00274938">
        <w:rPr>
          <w:rFonts w:ascii="Cambria" w:hAnsi="Cambria"/>
          <w:b/>
          <w:bCs/>
        </w:rPr>
        <w:t>30.9.2022</w:t>
      </w:r>
      <w:r w:rsidR="00442FEC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  <w:b/>
          <w:bCs/>
        </w:rPr>
        <w:t xml:space="preserve">o </w:t>
      </w:r>
      <w:r w:rsidR="00FF16DC" w:rsidRPr="00274938">
        <w:rPr>
          <w:rFonts w:ascii="Cambria" w:hAnsi="Cambria"/>
          <w:b/>
          <w:bCs/>
        </w:rPr>
        <w:t>12</w:t>
      </w:r>
      <w:r w:rsidRPr="00274938">
        <w:rPr>
          <w:rFonts w:ascii="Cambria" w:hAnsi="Cambria"/>
          <w:b/>
          <w:bCs/>
        </w:rPr>
        <w:t>:00</w:t>
      </w:r>
      <w:r w:rsidRPr="00274938">
        <w:rPr>
          <w:rFonts w:ascii="Cambria" w:hAnsi="Cambria"/>
        </w:rPr>
        <w:t xml:space="preserve">. Miestom sprístupnenia ponúk je webová adresa https://josephine.proebiz.com/ a totožná záložka ako pri predkladaní ponúk. </w:t>
      </w:r>
    </w:p>
    <w:p w14:paraId="5D7C4DCB" w14:textId="77777777" w:rsidR="00783404" w:rsidRPr="00274938" w:rsidRDefault="00783404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Otváranie ponúk komisiou bude v zmysle § 52 ods. 2 ZVO verejné. On-line sprístupnenia ponúk sa môže zúčastniť iba uchádzač, ktorého ponuka bola predložená v lehote na predkladanie ponúk. Pri on-line sprístupnení budú zverejnené informácie v zmysle ZVO. Všetky prístupy do „on-line“ prostredia zo strany uchádzačov bude systém JOSEPHINE zaznamenávať a budú súčasťou protokolov o procese verejného obstarávania. </w:t>
      </w:r>
    </w:p>
    <w:p w14:paraId="04C14A34" w14:textId="2D94DD5A" w:rsidR="00783404" w:rsidRPr="00274938" w:rsidRDefault="00460396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Komisia zverejní počet predložených ponúk, návrhy na plnenie kritérií, ktoré sa dajú vyjadriť číslom; ostatné údaje uvedené v ponuke vrátane obchodného mena alebo názvu, sídla, miesta podnikania alebo adresy pobytu všetkých uchádzačov sa nezverejňujú</w:t>
      </w:r>
      <w:r w:rsidR="00783404" w:rsidRPr="00274938">
        <w:rPr>
          <w:rFonts w:ascii="Cambria" w:hAnsi="Cambria"/>
        </w:rPr>
        <w:t>.</w:t>
      </w:r>
    </w:p>
    <w:p w14:paraId="42FC96D8" w14:textId="42BF257C" w:rsidR="00503743" w:rsidRPr="00274938" w:rsidRDefault="00503743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najneskôr do piatich pracovných dní odo dňa otvárania ponúk pošle všetkým uchádzačom, ktorí predložili ponuky v lehote na predkladanie ponúk zápisnicu z otvárania ponúk, ktorá obsahuje údaje zverejnené na otváraní ponúk podľa bodu </w:t>
      </w:r>
      <w:r w:rsidRPr="00274938">
        <w:rPr>
          <w:rFonts w:ascii="Cambria" w:hAnsi="Cambria"/>
        </w:rPr>
        <w:fldChar w:fldCharType="begin"/>
      </w:r>
      <w:r w:rsidRPr="00274938">
        <w:rPr>
          <w:rFonts w:ascii="Cambria" w:hAnsi="Cambria"/>
        </w:rPr>
        <w:instrText xml:space="preserve"> REF _Ref107393917 \r \h </w:instrText>
      </w:r>
      <w:r w:rsidR="00741359" w:rsidRPr="00274938">
        <w:rPr>
          <w:rFonts w:ascii="Cambria" w:hAnsi="Cambria"/>
        </w:rPr>
        <w:instrText xml:space="preserve"> \* MERGEFORMAT </w:instrText>
      </w:r>
      <w:r w:rsidRPr="00274938">
        <w:rPr>
          <w:rFonts w:ascii="Cambria" w:hAnsi="Cambria"/>
        </w:rPr>
      </w:r>
      <w:r w:rsidRPr="00274938">
        <w:rPr>
          <w:rFonts w:ascii="Cambria" w:hAnsi="Cambria"/>
        </w:rPr>
        <w:fldChar w:fldCharType="separate"/>
      </w:r>
      <w:r w:rsidRPr="00274938">
        <w:rPr>
          <w:rFonts w:ascii="Cambria" w:hAnsi="Cambria"/>
        </w:rPr>
        <w:t>23.4</w:t>
      </w:r>
      <w:r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 xml:space="preserve"> tejto časti súťažných podkladov.</w:t>
      </w:r>
    </w:p>
    <w:p w14:paraId="4325E6C3" w14:textId="6AEB3233" w:rsidR="00EF2D37" w:rsidRPr="00274938" w:rsidRDefault="00EF2D37" w:rsidP="000149EA">
      <w:pPr>
        <w:pStyle w:val="Nadpis3"/>
      </w:pPr>
      <w:bookmarkStart w:id="273" w:name="_Toc4416631"/>
      <w:bookmarkStart w:id="274" w:name="_Toc4416925"/>
      <w:bookmarkStart w:id="275" w:name="_Toc4416974"/>
      <w:bookmarkStart w:id="276" w:name="_Ref4423141"/>
      <w:bookmarkStart w:id="277" w:name="_Ref4423334"/>
      <w:bookmarkStart w:id="278" w:name="_Ref4423373"/>
      <w:bookmarkStart w:id="279" w:name="_Toc113524049"/>
      <w:bookmarkStart w:id="280" w:name="_Toc444084960"/>
      <w:r w:rsidRPr="00274938">
        <w:t>Vyhodnotenie splnenia podmienok účasti, vysvetľovanie a vyhodnocovanie ponúk</w:t>
      </w:r>
      <w:bookmarkEnd w:id="273"/>
      <w:bookmarkEnd w:id="274"/>
      <w:bookmarkEnd w:id="275"/>
      <w:bookmarkEnd w:id="276"/>
      <w:bookmarkEnd w:id="277"/>
      <w:bookmarkEnd w:id="278"/>
      <w:bookmarkEnd w:id="279"/>
      <w:r w:rsidRPr="00274938">
        <w:t xml:space="preserve"> </w:t>
      </w:r>
      <w:bookmarkEnd w:id="280"/>
    </w:p>
    <w:p w14:paraId="1F868360" w14:textId="48CAC1DD" w:rsidR="00F77287" w:rsidRPr="00274938" w:rsidRDefault="00F77287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Verejný obstarávateľ vyhodnotí splnenie podmienok účasti a vyhodnotenie ponúk z hľadiska splnenia požiadaviek na predmet zákazky po vyhodnotení ponúk na základe kritérií na vyhodnotenie ponúk v súlade s § 112 ods. 7 písm. b) ZVO.</w:t>
      </w:r>
    </w:p>
    <w:p w14:paraId="20129D3C" w14:textId="00EC41D4" w:rsidR="00EF2D37" w:rsidRPr="00274938" w:rsidRDefault="00006095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Po</w:t>
      </w:r>
      <w:r w:rsidR="00EF2D37" w:rsidRPr="00274938">
        <w:rPr>
          <w:rFonts w:ascii="Cambria" w:hAnsi="Cambria"/>
        </w:rPr>
        <w:t>súdenie splnenia podmienok účasti a vyhodnotenie ponúk komisiou je neverejné.</w:t>
      </w:r>
    </w:p>
    <w:p w14:paraId="718A6E93" w14:textId="0A3C8ED8" w:rsidR="0096255E" w:rsidRPr="00274938" w:rsidRDefault="00EF2D37" w:rsidP="000149EA">
      <w:pPr>
        <w:pStyle w:val="Nadpis4"/>
        <w:rPr>
          <w:rFonts w:ascii="Cambria" w:eastAsia="Times New Roman" w:hAnsi="Cambria"/>
          <w:lang w:eastAsia="sk-SK"/>
        </w:rPr>
      </w:pPr>
      <w:r w:rsidRPr="00274938">
        <w:rPr>
          <w:rFonts w:ascii="Cambria" w:hAnsi="Cambria"/>
        </w:rPr>
        <w:lastRenderedPageBreak/>
        <w:t>Splnenie podmienok účasti uchádzačov v</w:t>
      </w:r>
      <w:r w:rsidR="00483CE3" w:rsidRPr="00274938">
        <w:rPr>
          <w:rFonts w:ascii="Cambria" w:hAnsi="Cambria"/>
        </w:rPr>
        <w:t xml:space="preserve">o </w:t>
      </w:r>
      <w:r w:rsidR="00F77287" w:rsidRPr="00274938">
        <w:rPr>
          <w:rFonts w:ascii="Cambria" w:hAnsi="Cambria"/>
        </w:rPr>
        <w:t>Verejnom obstarávaní</w:t>
      </w:r>
      <w:r w:rsidRPr="00274938">
        <w:rPr>
          <w:rFonts w:ascii="Cambria" w:hAnsi="Cambria"/>
        </w:rPr>
        <w:t xml:space="preserve"> sa bude posudzovať na základe dokladov a dokumentov predložených podľa požiadaviek uvedených </w:t>
      </w:r>
      <w:r w:rsidR="00BC0CB4" w:rsidRPr="00274938">
        <w:rPr>
          <w:rFonts w:ascii="Cambria" w:hAnsi="Cambria"/>
        </w:rPr>
        <w:t xml:space="preserve">v </w:t>
      </w:r>
      <w:r w:rsidR="00486668" w:rsidRPr="00274938">
        <w:rPr>
          <w:rFonts w:ascii="Cambria" w:hAnsi="Cambria"/>
        </w:rPr>
        <w:t>Časti F. Podmienky účasti.</w:t>
      </w:r>
      <w:r w:rsidR="003F6DF0" w:rsidRPr="00274938">
        <w:rPr>
          <w:rFonts w:ascii="Cambria" w:hAnsi="Cambria"/>
        </w:rPr>
        <w:t xml:space="preserve"> Jednotným európskym dokumentom pre </w:t>
      </w:r>
      <w:r w:rsidR="003716D2" w:rsidRPr="00274938">
        <w:rPr>
          <w:rFonts w:ascii="Cambria" w:hAnsi="Cambria"/>
        </w:rPr>
        <w:t>v</w:t>
      </w:r>
      <w:r w:rsidR="003F6DF0" w:rsidRPr="00274938">
        <w:rPr>
          <w:rFonts w:ascii="Cambria" w:hAnsi="Cambria"/>
        </w:rPr>
        <w:t xml:space="preserve">erejné obstarávanie (JED) môže uchádzač predbežne nahradiť doklady na preukázanie splnenia podmienok účasti určené </w:t>
      </w:r>
      <w:r w:rsidR="00A04C69" w:rsidRPr="00274938">
        <w:rPr>
          <w:rFonts w:ascii="Cambria" w:hAnsi="Cambria"/>
        </w:rPr>
        <w:t>Verejn</w:t>
      </w:r>
      <w:r w:rsidR="003F6DF0" w:rsidRPr="00274938">
        <w:rPr>
          <w:rFonts w:ascii="Cambria" w:hAnsi="Cambria"/>
        </w:rPr>
        <w:t xml:space="preserve">ým obstarávateľom spôsobom podľa § 39 </w:t>
      </w:r>
      <w:r w:rsidR="00597C0B" w:rsidRPr="00274938">
        <w:rPr>
          <w:rFonts w:ascii="Cambria" w:hAnsi="Cambria"/>
        </w:rPr>
        <w:t>ZVO</w:t>
      </w:r>
      <w:r w:rsidR="003F6DF0" w:rsidRPr="00274938">
        <w:rPr>
          <w:rFonts w:ascii="Cambria" w:hAnsi="Cambria"/>
        </w:rPr>
        <w:t>.</w:t>
      </w:r>
      <w:r w:rsidR="00793365" w:rsidRPr="00274938">
        <w:rPr>
          <w:rFonts w:ascii="Cambria" w:hAnsi="Cambria"/>
        </w:rPr>
        <w:t xml:space="preserve"> </w:t>
      </w:r>
    </w:p>
    <w:p w14:paraId="1F31F056" w14:textId="1CC99D2A" w:rsidR="00793365" w:rsidRPr="00274938" w:rsidRDefault="00793365" w:rsidP="000149EA">
      <w:pPr>
        <w:pStyle w:val="Nadpis4"/>
        <w:rPr>
          <w:rFonts w:ascii="Cambria" w:hAnsi="Cambria"/>
        </w:rPr>
      </w:pPr>
      <w:bookmarkStart w:id="281" w:name="_Ref107393917"/>
      <w:r w:rsidRPr="00274938">
        <w:rPr>
          <w:rFonts w:ascii="Cambria" w:hAnsi="Cambria"/>
        </w:rPr>
        <w:t xml:space="preserve">Verejný obstarávateľ obmedzuje v súvislosti </w:t>
      </w:r>
      <w:r w:rsidR="00BC0CB4" w:rsidRPr="00274938">
        <w:rPr>
          <w:rFonts w:ascii="Cambria" w:hAnsi="Cambria"/>
        </w:rPr>
        <w:t xml:space="preserve">s </w:t>
      </w:r>
      <w:r w:rsidRPr="00274938">
        <w:rPr>
          <w:rFonts w:ascii="Cambria" w:hAnsi="Cambria"/>
        </w:rPr>
        <w:t>Jednotným európskym dokumentom informácie požadované na podmienky účasti (týkajúce sa časti IV: Podmienky účasti oddiel A až D) na jednu otázku, s odpoveďou áno alebo nie (</w:t>
      </w:r>
      <w:r w:rsidRPr="00274938">
        <w:rPr>
          <w:rFonts w:ascii="Cambria" w:hAnsi="Cambria" w:cs="Courier New"/>
        </w:rPr>
        <w:t>α</w:t>
      </w:r>
      <w:r w:rsidRPr="00274938">
        <w:rPr>
          <w:rFonts w:ascii="Cambria" w:hAnsi="Cambria"/>
        </w:rPr>
        <w:t xml:space="preserve">: Globálny údaj pre všetky podmienky účasti), </w:t>
      </w:r>
      <w:proofErr w:type="spellStart"/>
      <w:r w:rsidRPr="00274938">
        <w:rPr>
          <w:rFonts w:ascii="Cambria" w:hAnsi="Cambria"/>
        </w:rPr>
        <w:t>t.j</w:t>
      </w:r>
      <w:proofErr w:type="spellEnd"/>
      <w:r w:rsidRPr="00274938">
        <w:rPr>
          <w:rFonts w:ascii="Cambria" w:hAnsi="Cambria"/>
        </w:rPr>
        <w:t>. či hospodárske subjekty spĺňajú všetky požadované podmienky účasti, týkajúce sa ekonomického a finančného postavenia a technickej alebo odbornej spôsobilosti.</w:t>
      </w:r>
      <w:bookmarkEnd w:id="281"/>
    </w:p>
    <w:p w14:paraId="68E1E002" w14:textId="02E4E6FF" w:rsidR="00EF2D37" w:rsidRPr="00274938" w:rsidRDefault="00EF2D37" w:rsidP="000149EA">
      <w:pPr>
        <w:pStyle w:val="Nadpis3"/>
      </w:pPr>
      <w:bookmarkStart w:id="282" w:name="_Toc102737482"/>
      <w:bookmarkStart w:id="283" w:name="_Toc534377217"/>
      <w:bookmarkStart w:id="284" w:name="_Toc534377218"/>
      <w:bookmarkStart w:id="285" w:name="_Toc534377219"/>
      <w:bookmarkStart w:id="286" w:name="_Toc534377220"/>
      <w:bookmarkStart w:id="287" w:name="_Toc534377221"/>
      <w:bookmarkStart w:id="288" w:name="_Toc534377222"/>
      <w:bookmarkStart w:id="289" w:name="_Toc534377223"/>
      <w:bookmarkStart w:id="290" w:name="_Toc534377224"/>
      <w:bookmarkStart w:id="291" w:name="_Toc534377225"/>
      <w:bookmarkStart w:id="292" w:name="_Toc534377226"/>
      <w:bookmarkStart w:id="293" w:name="_Toc534377227"/>
      <w:bookmarkStart w:id="294" w:name="_Toc534377228"/>
      <w:bookmarkStart w:id="295" w:name="_Toc534377229"/>
      <w:bookmarkStart w:id="296" w:name="_Toc534377230"/>
      <w:bookmarkStart w:id="297" w:name="_Toc534377231"/>
      <w:bookmarkStart w:id="298" w:name="_Toc534377232"/>
      <w:bookmarkStart w:id="299" w:name="_Toc534377233"/>
      <w:bookmarkStart w:id="300" w:name="_Toc534377234"/>
      <w:bookmarkStart w:id="301" w:name="_Toc534377235"/>
      <w:bookmarkStart w:id="302" w:name="_Toc534377236"/>
      <w:bookmarkStart w:id="303" w:name="_Toc534377237"/>
      <w:bookmarkStart w:id="304" w:name="_Toc534377238"/>
      <w:bookmarkStart w:id="305" w:name="_Toc534377239"/>
      <w:bookmarkStart w:id="306" w:name="_Toc534377240"/>
      <w:bookmarkStart w:id="307" w:name="_Toc534377241"/>
      <w:bookmarkStart w:id="308" w:name="_Toc534377242"/>
      <w:bookmarkStart w:id="309" w:name="_Toc534377243"/>
      <w:bookmarkStart w:id="310" w:name="_Toc444084961"/>
      <w:bookmarkStart w:id="311" w:name="_Toc4416632"/>
      <w:bookmarkStart w:id="312" w:name="_Toc4416926"/>
      <w:bookmarkStart w:id="313" w:name="_Toc4416975"/>
      <w:bookmarkStart w:id="314" w:name="_Toc113524050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74938">
        <w:t xml:space="preserve">Dôvernosť procesu </w:t>
      </w:r>
      <w:r w:rsidR="0035086C" w:rsidRPr="00274938">
        <w:t>Verejn</w:t>
      </w:r>
      <w:r w:rsidRPr="00274938">
        <w:t>ého obstarávania</w:t>
      </w:r>
      <w:bookmarkEnd w:id="310"/>
      <w:bookmarkEnd w:id="311"/>
      <w:bookmarkEnd w:id="312"/>
      <w:bookmarkEnd w:id="313"/>
      <w:bookmarkEnd w:id="314"/>
    </w:p>
    <w:p w14:paraId="3C5B8E49" w14:textId="1DBB4AC9" w:rsidR="00EF2D37" w:rsidRPr="00274938" w:rsidRDefault="00EF2D37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ého obstarávateľa nesmú/nebudú počas prebiehajúceho procesu vyhlásenej </w:t>
      </w:r>
      <w:r w:rsidR="0035086C" w:rsidRPr="00274938">
        <w:rPr>
          <w:rFonts w:ascii="Cambria" w:hAnsi="Cambria"/>
        </w:rPr>
        <w:t>Verejn</w:t>
      </w:r>
      <w:r w:rsidR="00ED2972" w:rsidRPr="00274938">
        <w:rPr>
          <w:rFonts w:ascii="Cambria" w:hAnsi="Cambria"/>
        </w:rPr>
        <w:t xml:space="preserve">ej </w:t>
      </w:r>
      <w:r w:rsidRPr="00274938">
        <w:rPr>
          <w:rFonts w:ascii="Cambria" w:hAnsi="Cambria"/>
        </w:rPr>
        <w:t xml:space="preserve">súťaže poskytovať alebo zverejňovať uvedené informácie o obsahu ponúk ani uchádzačom, ani žiadnym iným tretím osobám. </w:t>
      </w:r>
    </w:p>
    <w:p w14:paraId="1F6E4D08" w14:textId="60D96842" w:rsidR="00EF2D37" w:rsidRPr="00274938" w:rsidRDefault="00EF2D37" w:rsidP="000149EA">
      <w:pPr>
        <w:pStyle w:val="Nadpis4"/>
        <w:rPr>
          <w:rFonts w:ascii="Cambria" w:hAnsi="Cambria"/>
        </w:rPr>
      </w:pPr>
      <w:bookmarkStart w:id="315" w:name="_Ref4422446"/>
      <w:r w:rsidRPr="00274938">
        <w:rPr>
          <w:rFonts w:ascii="Cambria" w:hAnsi="Cambria"/>
        </w:rPr>
        <w:t>Obchodné tajomstvo a informácie, ktoré uchádzač v ponuke označí za dôverné, nebudú zverejnené alebo inak použité bez predchádzajúceho súhlasu uchádzača, pokiaľ:</w:t>
      </w:r>
      <w:bookmarkEnd w:id="315"/>
    </w:p>
    <w:p w14:paraId="658DDC75" w14:textId="77777777" w:rsidR="00EF2D37" w:rsidRPr="00274938" w:rsidRDefault="00EF2D37" w:rsidP="003207A0">
      <w:pPr>
        <w:pStyle w:val="Nadpis6"/>
      </w:pPr>
      <w:r w:rsidRPr="00274938">
        <w:t>uvedené nebude v rozpore so ZVO a</w:t>
      </w:r>
      <w:r w:rsidRPr="00274938">
        <w:rPr>
          <w:rFonts w:cstheme="minorBidi"/>
        </w:rPr>
        <w:t> </w:t>
      </w:r>
      <w:r w:rsidRPr="00274938">
        <w:t>in</w:t>
      </w:r>
      <w:r w:rsidRPr="00274938">
        <w:rPr>
          <w:rFonts w:cstheme="minorBidi"/>
        </w:rPr>
        <w:t>ý</w:t>
      </w:r>
      <w:r w:rsidRPr="00274938">
        <w:t>mi v</w:t>
      </w:r>
      <w:r w:rsidRPr="00274938">
        <w:rPr>
          <w:rFonts w:cstheme="minorBidi"/>
        </w:rPr>
        <w:t>š</w:t>
      </w:r>
      <w:r w:rsidRPr="00274938">
        <w:t>eobecne z</w:t>
      </w:r>
      <w:r w:rsidRPr="00274938">
        <w:rPr>
          <w:rFonts w:cstheme="minorBidi"/>
        </w:rPr>
        <w:t>á</w:t>
      </w:r>
      <w:r w:rsidRPr="00274938">
        <w:t>v</w:t>
      </w:r>
      <w:r w:rsidRPr="00274938">
        <w:rPr>
          <w:rFonts w:cstheme="minorBidi"/>
        </w:rPr>
        <w:t>ä</w:t>
      </w:r>
      <w:r w:rsidRPr="00274938">
        <w:t>zn</w:t>
      </w:r>
      <w:r w:rsidRPr="00274938">
        <w:rPr>
          <w:rFonts w:cstheme="minorBidi"/>
        </w:rPr>
        <w:t>ý</w:t>
      </w:r>
      <w:r w:rsidRPr="00274938">
        <w:t>mi pr</w:t>
      </w:r>
      <w:r w:rsidRPr="00274938">
        <w:rPr>
          <w:rFonts w:cstheme="minorBidi"/>
        </w:rPr>
        <w:t>á</w:t>
      </w:r>
      <w:r w:rsidRPr="00274938">
        <w:t>vnymi predpismi (napr. povinnos</w:t>
      </w:r>
      <w:r w:rsidRPr="00274938">
        <w:rPr>
          <w:rFonts w:cstheme="minorBidi"/>
        </w:rPr>
        <w:t>ť</w:t>
      </w:r>
      <w:r w:rsidRPr="00274938">
        <w:t xml:space="preserve"> zverej</w:t>
      </w:r>
      <w:r w:rsidRPr="00274938">
        <w:rPr>
          <w:rFonts w:cstheme="minorBidi"/>
        </w:rPr>
        <w:t>ň</w:t>
      </w:r>
      <w:r w:rsidRPr="00274938">
        <w:t>ova</w:t>
      </w:r>
      <w:r w:rsidRPr="00274938">
        <w:rPr>
          <w:rFonts w:cstheme="minorBidi"/>
        </w:rPr>
        <w:t>ť</w:t>
      </w:r>
      <w:r w:rsidRPr="00274938">
        <w:t xml:space="preserve"> zmluvy pod</w:t>
      </w:r>
      <w:r w:rsidRPr="00274938">
        <w:rPr>
          <w:rFonts w:cstheme="minorBidi"/>
        </w:rPr>
        <w:t>ľ</w:t>
      </w:r>
      <w:r w:rsidRPr="00274938">
        <w:t>a osobitn</w:t>
      </w:r>
      <w:r w:rsidRPr="00274938">
        <w:rPr>
          <w:rFonts w:cstheme="minorBidi"/>
        </w:rPr>
        <w:t>é</w:t>
      </w:r>
      <w:r w:rsidRPr="00274938">
        <w:t>ho predpisu),</w:t>
      </w:r>
    </w:p>
    <w:p w14:paraId="61107FA5" w14:textId="0B8E58B4" w:rsidR="00E57877" w:rsidRPr="00274938" w:rsidRDefault="00EF2D37" w:rsidP="003207A0">
      <w:pPr>
        <w:pStyle w:val="Nadpis6"/>
      </w:pPr>
      <w:r w:rsidRPr="00274938">
        <w:t>z</w:t>
      </w:r>
      <w:r w:rsidRPr="00274938">
        <w:rPr>
          <w:rFonts w:cstheme="minorBidi"/>
        </w:rPr>
        <w:t> </w:t>
      </w:r>
      <w:r w:rsidRPr="00274938">
        <w:t>obsahu ponuky bude nepochybne jasné, ktoré informácie považuje uchádzač za dôverné</w:t>
      </w:r>
      <w:r w:rsidR="00E67777" w:rsidRPr="00274938">
        <w:t>.</w:t>
      </w:r>
    </w:p>
    <w:p w14:paraId="5D9CF09B" w14:textId="753BE5AF" w:rsidR="00EF2D37" w:rsidRPr="00274938" w:rsidRDefault="00EF2D37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 opačnom prípade </w:t>
      </w:r>
      <w:r w:rsidR="00CA135B" w:rsidRPr="00274938">
        <w:rPr>
          <w:rFonts w:ascii="Cambria" w:hAnsi="Cambria"/>
        </w:rPr>
        <w:t xml:space="preserve">je </w:t>
      </w:r>
      <w:r w:rsidR="0035086C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ý obstarávateľ </w:t>
      </w:r>
      <w:r w:rsidR="00CA135B" w:rsidRPr="00274938">
        <w:rPr>
          <w:rFonts w:ascii="Cambria" w:hAnsi="Cambria"/>
        </w:rPr>
        <w:t xml:space="preserve">oprávnený zverejniť v súlade so ZVO </w:t>
      </w:r>
      <w:r w:rsidRPr="00274938">
        <w:rPr>
          <w:rFonts w:ascii="Cambria" w:hAnsi="Cambria"/>
        </w:rPr>
        <w:t>v </w:t>
      </w:r>
      <w:r w:rsidR="00793365" w:rsidRPr="00274938">
        <w:rPr>
          <w:rFonts w:ascii="Cambria" w:hAnsi="Cambria"/>
        </w:rPr>
        <w:t>P</w:t>
      </w:r>
      <w:r w:rsidRPr="00274938">
        <w:rPr>
          <w:rFonts w:ascii="Cambria" w:hAnsi="Cambria"/>
        </w:rPr>
        <w:t xml:space="preserve">rofile kompletnú ponuku, pričom </w:t>
      </w:r>
      <w:r w:rsidR="0035086C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ý obstarávateľ bud</w:t>
      </w:r>
      <w:r w:rsidR="00851C8C" w:rsidRPr="00274938">
        <w:rPr>
          <w:rFonts w:ascii="Cambria" w:hAnsi="Cambria"/>
        </w:rPr>
        <w:t>e</w:t>
      </w:r>
      <w:r w:rsidRPr="00274938">
        <w:rPr>
          <w:rFonts w:ascii="Cambria" w:hAnsi="Cambria"/>
        </w:rPr>
        <w:t xml:space="preserve"> vždy zbaven</w:t>
      </w:r>
      <w:r w:rsidR="00851C8C" w:rsidRPr="00274938">
        <w:rPr>
          <w:rFonts w:ascii="Cambria" w:hAnsi="Cambria"/>
        </w:rPr>
        <w:t>ý</w:t>
      </w:r>
      <w:r w:rsidRPr="00274938">
        <w:rPr>
          <w:rFonts w:ascii="Cambria" w:hAnsi="Cambria"/>
        </w:rPr>
        <w:t xml:space="preserve"> a ochránen</w:t>
      </w:r>
      <w:r w:rsidR="00851C8C" w:rsidRPr="00274938">
        <w:rPr>
          <w:rFonts w:ascii="Cambria" w:hAnsi="Cambria"/>
        </w:rPr>
        <w:t>ý</w:t>
      </w:r>
      <w:r w:rsidRPr="00274938">
        <w:rPr>
          <w:rFonts w:ascii="Cambria" w:hAnsi="Cambria"/>
        </w:rPr>
        <w:t xml:space="preserve"> pred akoukoľvek potenciálnou ujmou, ktorá </w:t>
      </w:r>
      <w:r w:rsidR="0085318F" w:rsidRPr="00274938">
        <w:rPr>
          <w:rFonts w:ascii="Cambria" w:hAnsi="Cambria"/>
        </w:rPr>
        <w:t xml:space="preserve">mu </w:t>
      </w:r>
      <w:r w:rsidRPr="00274938">
        <w:rPr>
          <w:rFonts w:ascii="Cambria" w:hAnsi="Cambria"/>
        </w:rPr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274938" w:rsidRDefault="00EF2D37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Za dôverné informácie môže uchádzač </w:t>
      </w:r>
      <w:r w:rsidR="00FD5B21" w:rsidRPr="00274938">
        <w:rPr>
          <w:rFonts w:ascii="Cambria" w:hAnsi="Cambria"/>
        </w:rPr>
        <w:t xml:space="preserve">v súlade s § 22 ZVO </w:t>
      </w:r>
      <w:r w:rsidRPr="00274938">
        <w:rPr>
          <w:rFonts w:ascii="Cambria" w:hAnsi="Cambria"/>
        </w:rPr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5029F5FA" w:rsidR="00253181" w:rsidRPr="00274938" w:rsidRDefault="00253181" w:rsidP="000149EA">
      <w:pPr>
        <w:pStyle w:val="Nadpis2"/>
        <w:rPr>
          <w:rFonts w:ascii="Cambria" w:hAnsi="Cambria" w:cs="Arial"/>
        </w:rPr>
      </w:pPr>
      <w:bookmarkStart w:id="316" w:name="_Toc444084963"/>
      <w:bookmarkStart w:id="317" w:name="_Toc444084964"/>
      <w:bookmarkStart w:id="318" w:name="_Toc444084965"/>
      <w:bookmarkStart w:id="319" w:name="_Toc444084969"/>
      <w:bookmarkStart w:id="320" w:name="_Toc4416501"/>
      <w:bookmarkStart w:id="321" w:name="_Toc4416633"/>
      <w:bookmarkStart w:id="322" w:name="_Toc4416927"/>
      <w:bookmarkStart w:id="323" w:name="_Toc4416976"/>
      <w:bookmarkStart w:id="324" w:name="_Toc113524051"/>
      <w:bookmarkEnd w:id="316"/>
      <w:bookmarkEnd w:id="317"/>
      <w:bookmarkEnd w:id="318"/>
      <w:r w:rsidRPr="00274938">
        <w:rPr>
          <w:rFonts w:ascii="Cambria" w:hAnsi="Cambria"/>
        </w:rPr>
        <w:t>Prijatie ponuky a</w:t>
      </w:r>
      <w:r w:rsidRPr="00274938">
        <w:rPr>
          <w:rFonts w:ascii="Cambria" w:hAnsi="Cambria" w:cs="Calibri"/>
        </w:rPr>
        <w:t> </w:t>
      </w:r>
      <w:r w:rsidRPr="00274938">
        <w:rPr>
          <w:rFonts w:ascii="Cambria" w:hAnsi="Cambria"/>
        </w:rPr>
        <w:t xml:space="preserve">uzavretie </w:t>
      </w:r>
      <w:r w:rsidR="00437C48" w:rsidRPr="00274938">
        <w:rPr>
          <w:rFonts w:ascii="Cambria" w:hAnsi="Cambria"/>
        </w:rPr>
        <w:t>z</w:t>
      </w:r>
      <w:r w:rsidR="00876192" w:rsidRPr="00274938">
        <w:rPr>
          <w:rFonts w:ascii="Cambria" w:hAnsi="Cambria"/>
        </w:rPr>
        <w:t>mluv</w:t>
      </w:r>
      <w:r w:rsidRPr="00274938">
        <w:rPr>
          <w:rFonts w:ascii="Cambria" w:hAnsi="Cambria"/>
        </w:rPr>
        <w:t>y</w:t>
      </w:r>
      <w:bookmarkEnd w:id="319"/>
      <w:bookmarkEnd w:id="320"/>
      <w:bookmarkEnd w:id="321"/>
      <w:bookmarkEnd w:id="322"/>
      <w:bookmarkEnd w:id="323"/>
      <w:bookmarkEnd w:id="324"/>
    </w:p>
    <w:p w14:paraId="2E70C48D" w14:textId="75CF3227" w:rsidR="00253181" w:rsidRPr="00274938" w:rsidRDefault="00253181" w:rsidP="000149EA">
      <w:pPr>
        <w:pStyle w:val="Nadpis3"/>
      </w:pPr>
      <w:bookmarkStart w:id="325" w:name="_Toc444084970"/>
      <w:bookmarkStart w:id="326" w:name="_Toc4416634"/>
      <w:bookmarkStart w:id="327" w:name="_Toc4416928"/>
      <w:bookmarkStart w:id="328" w:name="_Toc4416977"/>
      <w:bookmarkStart w:id="329" w:name="_Toc113524052"/>
      <w:r w:rsidRPr="00274938">
        <w:t>Vyhodnotenie splnenia podmienok účasti úspešného uchádzača a informácia o výsledku hodnotenia ponúk</w:t>
      </w:r>
      <w:bookmarkEnd w:id="325"/>
      <w:bookmarkEnd w:id="326"/>
      <w:bookmarkEnd w:id="327"/>
      <w:bookmarkEnd w:id="328"/>
      <w:bookmarkEnd w:id="329"/>
    </w:p>
    <w:p w14:paraId="5BB7155E" w14:textId="0F1D6A56" w:rsidR="00D533B5" w:rsidRPr="00274938" w:rsidRDefault="00851C8C" w:rsidP="000149EA">
      <w:pPr>
        <w:pStyle w:val="Nadpis4"/>
        <w:rPr>
          <w:rFonts w:ascii="Cambria" w:hAnsi="Cambria"/>
        </w:rPr>
      </w:pPr>
      <w:bookmarkStart w:id="330" w:name="_Toc444084971"/>
      <w:bookmarkStart w:id="331" w:name="_Toc4416635"/>
      <w:bookmarkStart w:id="332" w:name="_Toc4416929"/>
      <w:bookmarkStart w:id="333" w:name="_Toc4416978"/>
      <w:bookmarkStart w:id="334" w:name="_Ref4422467"/>
      <w:r w:rsidRPr="00274938">
        <w:rPr>
          <w:rFonts w:ascii="Cambria" w:hAnsi="Cambria"/>
        </w:rPr>
        <w:t xml:space="preserve">Ak nedošlo k predloženiu dokladov preukazujúcich splnenie podmienok účasti skôr, </w:t>
      </w:r>
      <w:r w:rsidR="00CA135B" w:rsidRPr="00274938">
        <w:rPr>
          <w:rFonts w:ascii="Cambria" w:hAnsi="Cambria"/>
        </w:rPr>
        <w:t xml:space="preserve">Verejný obstarávateľ </w:t>
      </w:r>
      <w:r w:rsidR="00D533B5" w:rsidRPr="00274938">
        <w:rPr>
          <w:rFonts w:ascii="Cambria" w:hAnsi="Cambria"/>
        </w:rPr>
        <w:t>vyhodnotí splnenie podmienok účasti u uchádzača, ktorý sa umiestnil na prvom mieste v poradí.</w:t>
      </w:r>
    </w:p>
    <w:p w14:paraId="77CB3946" w14:textId="57F3506D" w:rsidR="00D533B5" w:rsidRPr="00274938" w:rsidRDefault="00D533B5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Po vyhodnotení ponúk a vyhodnotení podmienok účasti u uchádzača,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 profile podľa ustanovenia § 55 ods. 2 ZVO.</w:t>
      </w:r>
    </w:p>
    <w:p w14:paraId="377D04E1" w14:textId="05D0BC04" w:rsidR="00EF2D37" w:rsidRPr="00274938" w:rsidRDefault="00EF2D37" w:rsidP="000149EA">
      <w:pPr>
        <w:pStyle w:val="Nadpis3"/>
      </w:pPr>
      <w:bookmarkStart w:id="335" w:name="_Toc102737486"/>
      <w:bookmarkStart w:id="336" w:name="_Toc113524053"/>
      <w:bookmarkEnd w:id="335"/>
      <w:r w:rsidRPr="00274938">
        <w:t xml:space="preserve">Uzavretie </w:t>
      </w:r>
      <w:r w:rsidR="00437C48" w:rsidRPr="00274938">
        <w:t>z</w:t>
      </w:r>
      <w:r w:rsidR="00876192" w:rsidRPr="00274938">
        <w:t>mluv</w:t>
      </w:r>
      <w:r w:rsidRPr="00274938">
        <w:t>y</w:t>
      </w:r>
      <w:bookmarkEnd w:id="330"/>
      <w:bookmarkEnd w:id="331"/>
      <w:bookmarkEnd w:id="332"/>
      <w:bookmarkEnd w:id="333"/>
      <w:bookmarkEnd w:id="334"/>
      <w:bookmarkEnd w:id="336"/>
    </w:p>
    <w:p w14:paraId="578FDB6C" w14:textId="5C4E5193" w:rsidR="00942586" w:rsidRPr="00274938" w:rsidRDefault="00942586" w:rsidP="000149EA">
      <w:pPr>
        <w:pStyle w:val="Nadpis4"/>
        <w:rPr>
          <w:rFonts w:ascii="Cambria" w:hAnsi="Cambria"/>
        </w:rPr>
      </w:pPr>
      <w:bookmarkStart w:id="337" w:name="_Ref4423303"/>
      <w:r w:rsidRPr="00274938">
        <w:rPr>
          <w:rFonts w:ascii="Cambria" w:hAnsi="Cambria"/>
        </w:rPr>
        <w:t>Úspešný uchádzač je povinný poskytnúť Verejnému obstarávateľovi riadnu súčinnosť potrebnú na uzavretie zmluvy</w:t>
      </w:r>
      <w:r w:rsidR="000E6929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tak, aby mohla byť uzavretá do 10 pracovných dní, ak Verejný obstarávateľ nestanoví dlhšiu lehotu.</w:t>
      </w:r>
      <w:bookmarkEnd w:id="337"/>
      <w:r w:rsidRPr="00274938">
        <w:rPr>
          <w:rFonts w:ascii="Cambria" w:hAnsi="Cambria"/>
        </w:rPr>
        <w:t xml:space="preserve"> </w:t>
      </w:r>
    </w:p>
    <w:p w14:paraId="44E19B72" w14:textId="61EE7DBF" w:rsidR="00942586" w:rsidRPr="00274938" w:rsidRDefault="000E6929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Ak uchádzač alebo uchádzači odmietnu uzavrieť zmluvu v stanovenej lehote alebo neposkytnúť verejnému obstarávateľovi potrebnú súčinnosť, verejný obstarávateľ postupuje podľa ustanovení § 56 ods. </w:t>
      </w:r>
      <w:r w:rsidR="00772E81" w:rsidRPr="00274938">
        <w:rPr>
          <w:rFonts w:ascii="Cambria" w:hAnsi="Cambria"/>
        </w:rPr>
        <w:t>9 a </w:t>
      </w:r>
      <w:proofErr w:type="spellStart"/>
      <w:r w:rsidR="00772E81" w:rsidRPr="00274938">
        <w:rPr>
          <w:rFonts w:ascii="Cambria" w:hAnsi="Cambria"/>
        </w:rPr>
        <w:t>nasl</w:t>
      </w:r>
      <w:proofErr w:type="spellEnd"/>
      <w:r w:rsidR="00772E81" w:rsidRPr="00274938">
        <w:rPr>
          <w:rFonts w:ascii="Cambria" w:hAnsi="Cambria"/>
        </w:rPr>
        <w:t>. ZVO</w:t>
      </w:r>
      <w:r w:rsidR="00942586" w:rsidRPr="00274938">
        <w:rPr>
          <w:rFonts w:ascii="Cambria" w:hAnsi="Cambria"/>
        </w:rPr>
        <w:t xml:space="preserve">. </w:t>
      </w:r>
    </w:p>
    <w:p w14:paraId="3D772519" w14:textId="0A48C59F" w:rsidR="00942586" w:rsidRPr="00274938" w:rsidRDefault="00942586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lastRenderedPageBreak/>
        <w:t xml:space="preserve">Verejný obstarávateľ vyžaduje, aby úspešný uchádzač v zmluve, najneskôr v čase jej uzavretia, uviedol údaje o všetkých známych subdodávateľoch (obchodné meno, sídlo alebo miesto podnikania, IČO a pod.), a tiež údaje o osobe oprávnenej konať v mene subdodávateľa v rozsahu meno a priezvisko, adresa pobytu, dátum narodenia. Uvedené informácie predloží úspešný uchádzač ako </w:t>
      </w:r>
      <w:r w:rsidR="00772E81" w:rsidRPr="00274938">
        <w:rPr>
          <w:rFonts w:ascii="Cambria" w:hAnsi="Cambria"/>
        </w:rPr>
        <w:t>príslušnú časť</w:t>
      </w:r>
      <w:r w:rsidRPr="00274938">
        <w:rPr>
          <w:rFonts w:ascii="Cambria" w:hAnsi="Cambria"/>
        </w:rPr>
        <w:t xml:space="preserve"> zmluvy.</w:t>
      </w:r>
    </w:p>
    <w:p w14:paraId="1ED6F6D1" w14:textId="1ED382A4" w:rsidR="00942586" w:rsidRPr="00274938" w:rsidRDefault="00942586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neuzavrie zmluvu s uchádzačom alebo uchádzačmi, </w:t>
      </w:r>
      <w:r w:rsidR="00706DA1" w:rsidRPr="00274938">
        <w:rPr>
          <w:rFonts w:ascii="Cambria" w:hAnsi="Cambria"/>
        </w:rPr>
        <w:t>ak existuje niektorá z okolností podľa ustanovenia § 11</w:t>
      </w:r>
      <w:r w:rsidR="00BF6A10" w:rsidRPr="00274938">
        <w:rPr>
          <w:rFonts w:ascii="Cambria" w:hAnsi="Cambria"/>
        </w:rPr>
        <w:t xml:space="preserve"> ods. 1 ZVO</w:t>
      </w:r>
      <w:r w:rsidRPr="00274938">
        <w:rPr>
          <w:rFonts w:ascii="Cambria" w:hAnsi="Cambria"/>
        </w:rPr>
        <w:t>.</w:t>
      </w:r>
    </w:p>
    <w:p w14:paraId="2751F4DF" w14:textId="6E3F9499" w:rsidR="00791EE0" w:rsidRPr="00274938" w:rsidRDefault="005A68A1" w:rsidP="00B05651">
      <w:pPr>
        <w:ind w:left="709"/>
        <w:rPr>
          <w:rFonts w:ascii="Cambria" w:eastAsiaTheme="majorEastAsia" w:hAnsi="Cambria" w:cs="Arial"/>
          <w:b/>
          <w:sz w:val="20"/>
          <w:szCs w:val="20"/>
        </w:rPr>
      </w:pPr>
      <w:r w:rsidRPr="00274938">
        <w:rPr>
          <w:rFonts w:ascii="Cambria" w:eastAsiaTheme="majorEastAsia" w:hAnsi="Cambria" w:cs="Arial"/>
          <w:b/>
          <w:sz w:val="20"/>
          <w:szCs w:val="20"/>
        </w:rPr>
        <w:t xml:space="preserve">Prílohy Časti A. </w:t>
      </w:r>
      <w:r w:rsidR="003B49C4" w:rsidRPr="00274938">
        <w:rPr>
          <w:rFonts w:ascii="Cambria" w:eastAsiaTheme="majorEastAsia" w:hAnsi="Cambria" w:cs="Arial"/>
          <w:b/>
          <w:sz w:val="20"/>
          <w:szCs w:val="20"/>
        </w:rPr>
        <w:t>Súťažných podkladov</w:t>
      </w:r>
    </w:p>
    <w:p w14:paraId="6FFD096B" w14:textId="64E9DCDA" w:rsidR="000A6937" w:rsidRPr="00274938" w:rsidRDefault="000A6937" w:rsidP="000A6937">
      <w:pPr>
        <w:ind w:left="1985" w:hanging="1276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A1  </w:t>
      </w:r>
      <w:r w:rsidRPr="00274938">
        <w:rPr>
          <w:rFonts w:ascii="Cambria" w:hAnsi="Cambria" w:cs="Arial"/>
          <w:sz w:val="20"/>
          <w:szCs w:val="20"/>
        </w:rPr>
        <w:tab/>
      </w:r>
      <w:r w:rsidR="00FC48EA" w:rsidRPr="00274938">
        <w:rPr>
          <w:rFonts w:ascii="Cambria" w:hAnsi="Cambria" w:cs="Arial"/>
          <w:sz w:val="20"/>
          <w:szCs w:val="20"/>
        </w:rPr>
        <w:t xml:space="preserve">Úvodný </w:t>
      </w:r>
      <w:r w:rsidRPr="00274938">
        <w:rPr>
          <w:rFonts w:ascii="Cambria" w:hAnsi="Cambria" w:cs="Arial"/>
          <w:sz w:val="20"/>
          <w:szCs w:val="20"/>
        </w:rPr>
        <w:t>list ponuky (vzor)</w:t>
      </w:r>
    </w:p>
    <w:p w14:paraId="595F4B26" w14:textId="2C6C7289" w:rsidR="000A6937" w:rsidRPr="00274938" w:rsidRDefault="000A6937" w:rsidP="000A6937">
      <w:pPr>
        <w:ind w:left="1985" w:hanging="1276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A2 </w:t>
      </w:r>
      <w:r w:rsidRPr="00274938">
        <w:rPr>
          <w:rFonts w:ascii="Cambria" w:hAnsi="Cambria" w:cs="Arial"/>
          <w:sz w:val="20"/>
          <w:szCs w:val="20"/>
        </w:rPr>
        <w:tab/>
        <w:t>Čestné vyhlásenie o </w:t>
      </w:r>
      <w:r w:rsidR="000B4CA9" w:rsidRPr="00274938">
        <w:rPr>
          <w:rFonts w:ascii="Cambria" w:hAnsi="Cambria" w:cs="Arial"/>
          <w:sz w:val="20"/>
          <w:szCs w:val="20"/>
        </w:rPr>
        <w:t>podmienkach</w:t>
      </w:r>
      <w:r w:rsidRPr="00274938">
        <w:rPr>
          <w:rFonts w:ascii="Cambria" w:hAnsi="Cambria" w:cs="Arial"/>
          <w:sz w:val="20"/>
          <w:szCs w:val="20"/>
        </w:rPr>
        <w:t xml:space="preserve"> Verejn</w:t>
      </w:r>
      <w:r w:rsidR="009E5CFF" w:rsidRPr="00274938">
        <w:rPr>
          <w:rFonts w:ascii="Cambria" w:hAnsi="Cambria" w:cs="Arial"/>
          <w:sz w:val="20"/>
          <w:szCs w:val="20"/>
        </w:rPr>
        <w:t>ého obstarávania</w:t>
      </w:r>
      <w:r w:rsidRPr="00274938">
        <w:rPr>
          <w:rFonts w:ascii="Cambria" w:hAnsi="Cambria" w:cs="Arial"/>
          <w:sz w:val="20"/>
          <w:szCs w:val="20"/>
        </w:rPr>
        <w:t>(vzor)</w:t>
      </w:r>
    </w:p>
    <w:p w14:paraId="37D2E59E" w14:textId="31F622FD" w:rsidR="000A6937" w:rsidRPr="00274938" w:rsidRDefault="000A6937" w:rsidP="000A6937">
      <w:pPr>
        <w:ind w:left="1985" w:hanging="1276"/>
        <w:rPr>
          <w:rFonts w:ascii="Cambria" w:hAnsi="Cambria" w:cs="Arial"/>
          <w:sz w:val="20"/>
          <w:szCs w:val="20"/>
          <w:highlight w:val="yellow"/>
        </w:rPr>
      </w:pPr>
      <w:r w:rsidRPr="00274938">
        <w:rPr>
          <w:rFonts w:ascii="Cambria" w:hAnsi="Cambria" w:cs="Arial"/>
          <w:sz w:val="20"/>
          <w:szCs w:val="20"/>
        </w:rPr>
        <w:t xml:space="preserve">Príloha A3 </w:t>
      </w:r>
      <w:r w:rsidRPr="00274938">
        <w:rPr>
          <w:rFonts w:ascii="Cambria" w:hAnsi="Cambria" w:cs="Arial"/>
          <w:sz w:val="20"/>
          <w:szCs w:val="20"/>
        </w:rPr>
        <w:tab/>
        <w:t>Čestné vyhlásenie o neprítomnosti konfliktu záujmov (vzor)</w:t>
      </w:r>
    </w:p>
    <w:p w14:paraId="30BFBF0F" w14:textId="551ADE18" w:rsidR="000A6937" w:rsidRPr="00274938" w:rsidRDefault="000A6937" w:rsidP="000A6937">
      <w:pPr>
        <w:ind w:left="1985" w:hanging="1276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A4 </w:t>
      </w:r>
      <w:r w:rsidRPr="00274938">
        <w:rPr>
          <w:rFonts w:ascii="Cambria" w:hAnsi="Cambria" w:cs="Arial"/>
          <w:sz w:val="20"/>
          <w:szCs w:val="20"/>
        </w:rPr>
        <w:tab/>
        <w:t>Čestné vyhlásenie o vytvorení Skupiny dodávateľov (vzor)</w:t>
      </w:r>
    </w:p>
    <w:p w14:paraId="47116210" w14:textId="2B567400" w:rsidR="000A6937" w:rsidRPr="00274938" w:rsidRDefault="000A6937" w:rsidP="000A6937">
      <w:pPr>
        <w:ind w:left="1985" w:hanging="1276"/>
        <w:rPr>
          <w:rFonts w:ascii="Cambria" w:hAnsi="Cambria" w:cs="Arial"/>
          <w:sz w:val="20"/>
          <w:szCs w:val="20"/>
          <w:highlight w:val="yellow"/>
        </w:rPr>
      </w:pPr>
      <w:r w:rsidRPr="00274938">
        <w:rPr>
          <w:rFonts w:ascii="Cambria" w:hAnsi="Cambria" w:cs="Arial"/>
          <w:sz w:val="20"/>
          <w:szCs w:val="20"/>
        </w:rPr>
        <w:t xml:space="preserve">Príloha A5 </w:t>
      </w:r>
      <w:r w:rsidRPr="00274938">
        <w:rPr>
          <w:rFonts w:ascii="Cambria" w:hAnsi="Cambria" w:cs="Arial"/>
          <w:sz w:val="20"/>
          <w:szCs w:val="20"/>
        </w:rPr>
        <w:tab/>
        <w:t>Splnomocnenie vedúceho člena Skupiny dodávateľov (vzor)</w:t>
      </w:r>
    </w:p>
    <w:p w14:paraId="66E092BC" w14:textId="58598B58" w:rsidR="00F0716F" w:rsidRPr="00274938" w:rsidRDefault="00CB6416" w:rsidP="000149EA">
      <w:pPr>
        <w:pStyle w:val="Nadpis1"/>
        <w:rPr>
          <w:rFonts w:ascii="Cambria" w:hAnsi="Cambria"/>
        </w:rPr>
      </w:pPr>
      <w:r w:rsidRPr="00274938">
        <w:rPr>
          <w:rFonts w:ascii="Cambria" w:hAnsi="Cambria"/>
        </w:rPr>
        <w:br w:type="page"/>
      </w:r>
      <w:bookmarkStart w:id="338" w:name="_Toc444084972"/>
      <w:bookmarkStart w:id="339" w:name="_Toc4416502"/>
      <w:bookmarkStart w:id="340" w:name="_Toc4416636"/>
      <w:bookmarkStart w:id="341" w:name="_Toc4416930"/>
      <w:bookmarkStart w:id="342" w:name="_Toc4416979"/>
      <w:bookmarkStart w:id="343" w:name="_Toc113524054"/>
      <w:r w:rsidR="00F0716F" w:rsidRPr="00274938">
        <w:rPr>
          <w:rFonts w:ascii="Cambria" w:hAnsi="Cambria"/>
        </w:rPr>
        <w:lastRenderedPageBreak/>
        <w:t xml:space="preserve">Opis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F0716F" w:rsidRPr="00274938">
        <w:rPr>
          <w:rFonts w:ascii="Cambria" w:hAnsi="Cambria"/>
        </w:rPr>
        <w:t>u zákazky</w:t>
      </w:r>
      <w:bookmarkEnd w:id="338"/>
      <w:bookmarkEnd w:id="339"/>
      <w:bookmarkEnd w:id="340"/>
      <w:bookmarkEnd w:id="341"/>
      <w:bookmarkEnd w:id="342"/>
      <w:bookmarkEnd w:id="343"/>
    </w:p>
    <w:p w14:paraId="7F5392C6" w14:textId="6BD013C9" w:rsidR="000B4CA9" w:rsidRPr="00274938" w:rsidRDefault="000B4CA9" w:rsidP="00442FEC">
      <w:pPr>
        <w:jc w:val="both"/>
        <w:rPr>
          <w:rFonts w:ascii="Cambria" w:hAnsi="Cambria" w:cs="Arial"/>
          <w:b/>
          <w:sz w:val="20"/>
          <w:szCs w:val="20"/>
        </w:rPr>
      </w:pPr>
      <w:bookmarkStart w:id="344" w:name="_Toc444084984"/>
      <w:r w:rsidRPr="00274938">
        <w:rPr>
          <w:rFonts w:ascii="Cambria" w:hAnsi="Cambria" w:cs="Arial"/>
          <w:b/>
          <w:sz w:val="20"/>
          <w:szCs w:val="20"/>
        </w:rPr>
        <w:t xml:space="preserve">Nižšie sú stanovené záväzné </w:t>
      </w:r>
      <w:r w:rsidR="00793365" w:rsidRPr="00274938">
        <w:rPr>
          <w:rFonts w:ascii="Cambria" w:hAnsi="Cambria" w:cs="Arial"/>
          <w:b/>
          <w:sz w:val="20"/>
          <w:szCs w:val="20"/>
        </w:rPr>
        <w:t xml:space="preserve">požiadavky a </w:t>
      </w:r>
      <w:r w:rsidRPr="00274938">
        <w:rPr>
          <w:rFonts w:ascii="Cambria" w:hAnsi="Cambria" w:cs="Arial"/>
          <w:b/>
          <w:sz w:val="20"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675155CE" w14:textId="6F93AE4F" w:rsidR="000B4CA9" w:rsidRPr="00274938" w:rsidRDefault="00CC41A1" w:rsidP="000149EA">
      <w:pPr>
        <w:pStyle w:val="Nadpis3"/>
      </w:pPr>
      <w:bookmarkStart w:id="345" w:name="_Toc113524055"/>
      <w:r w:rsidRPr="00274938">
        <w:t>Základný</w:t>
      </w:r>
      <w:r w:rsidR="00EA4817" w:rsidRPr="00274938">
        <w:t> účel obstarania predmetu zákazky</w:t>
      </w:r>
      <w:bookmarkEnd w:id="345"/>
    </w:p>
    <w:p w14:paraId="01E7A260" w14:textId="37E92206" w:rsidR="000B4CA9" w:rsidRPr="00274938" w:rsidRDefault="009E5CFF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Verejný obstarávateľ je vlastníkom/správcom budov a technických zariadení, ako sú tieto bližšie opísané v príslušných Prílohách tejto Časti B. súťažných podkladov. Predmetom tejto zákazky je súbor opatrení zameraných na (i) zvýšenie energetickej efektívnosti budov a energetického hospodárstva týchto budov a (ii) zvýšenie kvality prostredia a faktického stavu jednotlivých budov</w:t>
      </w:r>
      <w:r w:rsidR="00AA710C" w:rsidRPr="00274938">
        <w:rPr>
          <w:rFonts w:ascii="Cambria" w:hAnsi="Cambria"/>
        </w:rPr>
        <w:t>.</w:t>
      </w:r>
    </w:p>
    <w:p w14:paraId="58A1FEE3" w14:textId="08649138" w:rsidR="000B4CA9" w:rsidRPr="00274938" w:rsidRDefault="000B4CA9" w:rsidP="000149EA">
      <w:pPr>
        <w:pStyle w:val="Nadpis3"/>
      </w:pPr>
      <w:bookmarkStart w:id="346" w:name="_Toc113524056"/>
      <w:r w:rsidRPr="00274938">
        <w:t>Z</w:t>
      </w:r>
      <w:r w:rsidR="00EA4817" w:rsidRPr="00274938">
        <w:t>ákladný opis predmetu zákazky</w:t>
      </w:r>
      <w:bookmarkEnd w:id="346"/>
    </w:p>
    <w:p w14:paraId="21E374D9" w14:textId="660B0E3A" w:rsidR="000B4CA9" w:rsidRPr="00274938" w:rsidRDefault="009E5CFF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Predmetom zákazky realizácia opatrení na zvýšenie energetickej efektívnosti súboru budov vo vlastníctve/správe Verejného obstarávateľa a zlepšenie faktického stavu súboru budov vo vlastníctve/správe Verejného obstarávateľa</w:t>
      </w:r>
      <w:r w:rsidR="00316BC4" w:rsidRPr="00274938">
        <w:rPr>
          <w:rFonts w:ascii="Cambria" w:hAnsi="Cambria"/>
        </w:rPr>
        <w:t>.</w:t>
      </w:r>
    </w:p>
    <w:p w14:paraId="512DB24B" w14:textId="1DB3D118" w:rsidR="00316BC4" w:rsidRPr="00274938" w:rsidRDefault="004E263F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Základný rozsah plnenia zmluvy o dielo spočíva v tom, že </w:t>
      </w:r>
      <w:r w:rsidR="00252721" w:rsidRPr="00274938">
        <w:rPr>
          <w:rFonts w:ascii="Cambria" w:hAnsi="Cambria"/>
        </w:rPr>
        <w:t>úspešný uchádzač</w:t>
      </w:r>
    </w:p>
    <w:p w14:paraId="6C3FB59D" w14:textId="02CB51CE" w:rsidR="007C675F" w:rsidRPr="00274938" w:rsidRDefault="007C675F" w:rsidP="003207A0">
      <w:pPr>
        <w:pStyle w:val="Nadpis6"/>
      </w:pPr>
      <w:r w:rsidRPr="00274938">
        <w:t>navrhne technické prevedenie opatrení a</w:t>
      </w:r>
      <w:r w:rsidR="009745EA" w:rsidRPr="00274938">
        <w:t xml:space="preserve"> skompletizuje, resp. </w:t>
      </w:r>
      <w:r w:rsidRPr="00274938">
        <w:t>vyhotoví všetku potrebnú projektovú a technickú dokumentáciu potrebnú pre realizáciu opatrení</w:t>
      </w:r>
      <w:r w:rsidR="005E0380" w:rsidRPr="00274938">
        <w:t xml:space="preserve"> </w:t>
      </w:r>
      <w:r w:rsidR="009745EA" w:rsidRPr="00274938">
        <w:t>(pozn.: pre časť opatrení Verejný obstarávateľ poskytuje projektovú dokumentáciu</w:t>
      </w:r>
      <w:r w:rsidR="00BF7876" w:rsidRPr="00274938">
        <w:t xml:space="preserve"> (Príloha B2)</w:t>
      </w:r>
      <w:r w:rsidR="009745EA" w:rsidRPr="00274938">
        <w:t>, ktorú je možné meniť jedine za podmienok stanovených týmito súťažnými podkladmi a zmluvou)</w:t>
      </w:r>
      <w:r w:rsidR="005E0380" w:rsidRPr="00274938">
        <w:t>;</w:t>
      </w:r>
    </w:p>
    <w:p w14:paraId="63273BDF" w14:textId="77777777" w:rsidR="007C675F" w:rsidRPr="00274938" w:rsidRDefault="007C675F" w:rsidP="003207A0">
      <w:pPr>
        <w:pStyle w:val="Nadpis6"/>
      </w:pPr>
      <w:r w:rsidRPr="00274938">
        <w:t xml:space="preserve">tieto opatrenia realizuje a po realizácii opatrení bude dohliadať na prevádzkovanie energetického hospodárstva a vyčísľuje dosiahnuté úspory, </w:t>
      </w:r>
    </w:p>
    <w:p w14:paraId="7330D351" w14:textId="77777777" w:rsidR="007C675F" w:rsidRPr="00274938" w:rsidRDefault="007C675F" w:rsidP="003207A0">
      <w:pPr>
        <w:pStyle w:val="Nadpis6"/>
      </w:pPr>
      <w:r w:rsidRPr="00274938">
        <w:t xml:space="preserve">zaručí sa za úspory dosiahnuté po realizácii opatrení a zabezpečí financovanie celej realizácie predmetu zákazky na základe dosahovaných úspor. </w:t>
      </w:r>
    </w:p>
    <w:p w14:paraId="6334F3B7" w14:textId="34F5FEB4" w:rsidR="00BB3B5D" w:rsidRPr="00274938" w:rsidRDefault="00761A42" w:rsidP="000149EA">
      <w:pPr>
        <w:pStyle w:val="Nadpis4"/>
        <w:rPr>
          <w:rFonts w:ascii="Cambria" w:hAnsi="Cambria"/>
        </w:rPr>
      </w:pPr>
      <w:bookmarkStart w:id="347" w:name="_Ref109980201"/>
      <w:r w:rsidRPr="00274938">
        <w:rPr>
          <w:rFonts w:ascii="Cambria" w:hAnsi="Cambria"/>
        </w:rPr>
        <w:t>Záväzný rozsah povinných opatrení Verejný obstarávateľ definuje v Prílohe B1 týchto súťažných podkladov</w:t>
      </w:r>
      <w:r w:rsidR="0053682B" w:rsidRPr="00274938">
        <w:rPr>
          <w:rFonts w:ascii="Cambria" w:hAnsi="Cambria"/>
        </w:rPr>
        <w:t xml:space="preserve">, pričom k vybraným opatreniam Verejný obstarávateľ poskytuje aj projektovú dokumentáciu podľa Prílohy B4 týchto súťažných </w:t>
      </w:r>
      <w:r w:rsidR="000A349B" w:rsidRPr="00274938">
        <w:rPr>
          <w:rFonts w:ascii="Cambria" w:hAnsi="Cambria"/>
        </w:rPr>
        <w:t>podkladov</w:t>
      </w:r>
      <w:r w:rsidRPr="00274938">
        <w:rPr>
          <w:rFonts w:ascii="Cambria" w:hAnsi="Cambria"/>
        </w:rPr>
        <w:t xml:space="preserve">. Uchádzači nemôžu navrhovať opatrenia nad rámec záväzného rozsahu definovaných opatrení. Uchádzači </w:t>
      </w:r>
      <w:r w:rsidR="000A349B" w:rsidRPr="00274938">
        <w:rPr>
          <w:rFonts w:ascii="Cambria" w:hAnsi="Cambria"/>
        </w:rPr>
        <w:t xml:space="preserve">však </w:t>
      </w:r>
      <w:r w:rsidRPr="00274938">
        <w:rPr>
          <w:rFonts w:ascii="Cambria" w:hAnsi="Cambria"/>
        </w:rPr>
        <w:t xml:space="preserve">môžu navrhovať zmeny </w:t>
      </w:r>
      <w:r w:rsidR="00BB3B5D" w:rsidRPr="00274938">
        <w:rPr>
          <w:rFonts w:ascii="Cambria" w:hAnsi="Cambria"/>
        </w:rPr>
        <w:t>v parametroch projektovej dokumentácie, avšak výlučne</w:t>
      </w:r>
      <w:r w:rsidRPr="00274938">
        <w:rPr>
          <w:rFonts w:ascii="Cambria" w:hAnsi="Cambria"/>
        </w:rPr>
        <w:t xml:space="preserve"> za účelom zvýšenia energetickej efektívnosti energetického hospodárstva budov Verejného obstarávateľa, pričom navrhnuté zmeny</w:t>
      </w:r>
      <w:bookmarkEnd w:id="347"/>
      <w:r w:rsidRPr="00274938">
        <w:rPr>
          <w:rFonts w:ascii="Cambria" w:hAnsi="Cambria"/>
        </w:rPr>
        <w:t xml:space="preserve"> </w:t>
      </w:r>
    </w:p>
    <w:p w14:paraId="0A564FD7" w14:textId="72906936" w:rsidR="00BB3B5D" w:rsidRPr="00274938" w:rsidRDefault="00BB3B5D" w:rsidP="003207A0">
      <w:pPr>
        <w:pStyle w:val="Nadpis6"/>
      </w:pPr>
      <w:r w:rsidRPr="00274938">
        <w:t>môžu mať charakter výlučne úprav parametrov technických zariadení</w:t>
      </w:r>
      <w:r w:rsidR="00DD6510" w:rsidRPr="00274938">
        <w:t>, materiálov a iných vlastností výrobkov a zariadení použitých pri realizácii opatrení; a zároveň</w:t>
      </w:r>
    </w:p>
    <w:p w14:paraId="6209D71C" w14:textId="10F54FB4" w:rsidR="00761A42" w:rsidRPr="00274938" w:rsidRDefault="00761A42" w:rsidP="003207A0">
      <w:pPr>
        <w:pStyle w:val="Nadpis6"/>
      </w:pPr>
      <w:r w:rsidRPr="00274938">
        <w:t xml:space="preserve">nemôžu mať za následok </w:t>
      </w:r>
      <w:r w:rsidR="00DD6510" w:rsidRPr="00274938">
        <w:t xml:space="preserve">koncepčné zmeny, zmeny trasovaní vedení rozvodov, zmeny umiestnenia technologických zariadení či </w:t>
      </w:r>
      <w:r w:rsidRPr="00274938">
        <w:t>zhoršenie iných parametrov</w:t>
      </w:r>
      <w:r w:rsidR="0053682B" w:rsidRPr="00274938">
        <w:t xml:space="preserve"> a vlastností materiálov a zariadení</w:t>
      </w:r>
      <w:r w:rsidRPr="00274938">
        <w:t xml:space="preserve"> </w:t>
      </w:r>
      <w:r w:rsidR="0053682B" w:rsidRPr="00274938">
        <w:t xml:space="preserve">či celkových </w:t>
      </w:r>
      <w:r w:rsidR="00836E51" w:rsidRPr="00274938">
        <w:t>o</w:t>
      </w:r>
      <w:r w:rsidRPr="00274938">
        <w:t xml:space="preserve">patrení oproti </w:t>
      </w:r>
      <w:r w:rsidR="0053682B" w:rsidRPr="00274938">
        <w:t>minimálnym parametrom definovaným projektovou dokumentáciou.</w:t>
      </w:r>
    </w:p>
    <w:p w14:paraId="0094AB29" w14:textId="77777777" w:rsidR="00632C3C" w:rsidRPr="00274938" w:rsidRDefault="00632C3C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Cena predmetu zákazky zahŕňa realizáciu opatrení (podľa okolností - cenu predmetu zákazky vrátane návrhu a projektového spracovania stavebných a technických prvkov, vykonania všetkých potrebných prác, spracovania dokumentácie skutočného vyhotovenia a ostatných plnení definovaných v zmluve a týchto súťažných podkladoch.), a cenu za dlhodobé financovanie a cenu za činnosti spojené s prevádzkovaním všetkých dodaných zariadení, vrátane vykonávania ich opráv, údržby, revízií a vykonávania všetkých činností potrebných na zabezpečenie ich prevádzkyschopnosti, činností spojených vyhodnocovaním úspor a spracovaním dohodnutých dokumentov počas celej doby realizácie predmetu zákazky. </w:t>
      </w:r>
    </w:p>
    <w:p w14:paraId="0194E039" w14:textId="0752DEC4" w:rsidR="00632C3C" w:rsidRPr="00274938" w:rsidRDefault="00632C3C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lastRenderedPageBreak/>
        <w:t xml:space="preserve">Doba realizácie predmetu zákazky je doba potrebná na prípravu a realizáciu technických úsporných opatrení a  zahŕňa aj ďalších </w:t>
      </w:r>
      <w:r w:rsidR="00375FF7" w:rsidRPr="00274938">
        <w:rPr>
          <w:rFonts w:ascii="Cambria" w:hAnsi="Cambria"/>
          <w:b/>
          <w:bCs/>
        </w:rPr>
        <w:t>(</w:t>
      </w:r>
      <w:r w:rsidRPr="00274938">
        <w:rPr>
          <w:rFonts w:ascii="Cambria" w:hAnsi="Cambria"/>
          <w:b/>
          <w:bCs/>
        </w:rPr>
        <w:t>15</w:t>
      </w:r>
      <w:r w:rsidR="00375FF7" w:rsidRPr="00274938">
        <w:rPr>
          <w:rFonts w:ascii="Cambria" w:hAnsi="Cambria"/>
          <w:b/>
          <w:bCs/>
        </w:rPr>
        <w:t>)</w:t>
      </w:r>
      <w:r w:rsidRPr="00274938">
        <w:rPr>
          <w:rFonts w:ascii="Cambria" w:hAnsi="Cambria"/>
          <w:b/>
          <w:bCs/>
        </w:rPr>
        <w:t xml:space="preserve"> rokov</w:t>
      </w:r>
      <w:r w:rsidRPr="00274938">
        <w:rPr>
          <w:rFonts w:ascii="Cambria" w:hAnsi="Cambria"/>
        </w:rPr>
        <w:t xml:space="preserve">, počas ktorých sa poskytujú služby a sledujú a vyhodnocujú úspory a Verejný obstarávateľ spláca cenu za predmet zákazky. </w:t>
      </w:r>
    </w:p>
    <w:p w14:paraId="5B703040" w14:textId="46207342" w:rsidR="00632C3C" w:rsidRPr="00274938" w:rsidRDefault="00632C3C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Cenu za predmet zákazky bude Verejný obstarávateľ platiť počas </w:t>
      </w:r>
      <w:r w:rsidR="00375FF7" w:rsidRPr="00274938">
        <w:rPr>
          <w:rFonts w:ascii="Cambria" w:hAnsi="Cambria"/>
          <w:b/>
          <w:bCs/>
        </w:rPr>
        <w:t>(</w:t>
      </w:r>
      <w:r w:rsidRPr="00274938">
        <w:rPr>
          <w:rFonts w:ascii="Cambria" w:hAnsi="Cambria"/>
          <w:b/>
          <w:bCs/>
        </w:rPr>
        <w:t>15</w:t>
      </w:r>
      <w:r w:rsidR="00375FF7" w:rsidRPr="00274938">
        <w:rPr>
          <w:rFonts w:ascii="Cambria" w:hAnsi="Cambria"/>
          <w:b/>
          <w:bCs/>
        </w:rPr>
        <w:t>)</w:t>
      </w:r>
      <w:r w:rsidRPr="00274938">
        <w:rPr>
          <w:rFonts w:ascii="Cambria" w:hAnsi="Cambria"/>
          <w:b/>
          <w:bCs/>
        </w:rPr>
        <w:t xml:space="preserve"> rokov</w:t>
      </w:r>
      <w:r w:rsidRPr="00274938">
        <w:rPr>
          <w:rFonts w:ascii="Cambria" w:hAnsi="Cambria"/>
        </w:rPr>
        <w:t xml:space="preserve"> od ukončenia obdobia obnovy formou štvrťročných splátok, pričom podrobnejšie sú platobné podmienky upravené v návrhu zmluvy, ktorá bude výsledkom Verejného obstarávania.</w:t>
      </w:r>
    </w:p>
    <w:p w14:paraId="11C61E00" w14:textId="24E66A10" w:rsidR="000B4CA9" w:rsidRPr="00274938" w:rsidRDefault="000B4CA9" w:rsidP="000149EA">
      <w:pPr>
        <w:pStyle w:val="Nadpis3"/>
      </w:pPr>
      <w:bookmarkStart w:id="348" w:name="_Toc113524057"/>
      <w:r w:rsidRPr="00274938">
        <w:t>C</w:t>
      </w:r>
      <w:r w:rsidR="00EA4817" w:rsidRPr="00274938">
        <w:t>harakteristika súčasného stavu energetického hospodárstva</w:t>
      </w:r>
      <w:bookmarkEnd w:id="348"/>
    </w:p>
    <w:p w14:paraId="6BFBEF40" w14:textId="02B42F31" w:rsidR="000B4CA9" w:rsidRPr="00274938" w:rsidRDefault="000B4CA9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Charakteristika súčasného stavu </w:t>
      </w:r>
      <w:r w:rsidR="001514E7" w:rsidRPr="00274938">
        <w:rPr>
          <w:rFonts w:ascii="Cambria" w:hAnsi="Cambria"/>
        </w:rPr>
        <w:t>predmet</w:t>
      </w:r>
      <w:r w:rsidR="00D2450C" w:rsidRPr="00274938">
        <w:rPr>
          <w:rFonts w:ascii="Cambria" w:hAnsi="Cambria"/>
        </w:rPr>
        <w:t>n</w:t>
      </w:r>
      <w:r w:rsidR="00553837" w:rsidRPr="00274938">
        <w:rPr>
          <w:rFonts w:ascii="Cambria" w:hAnsi="Cambria"/>
        </w:rPr>
        <w:t>ých</w:t>
      </w:r>
      <w:r w:rsidR="00D2450C" w:rsidRPr="00274938">
        <w:rPr>
          <w:rFonts w:ascii="Cambria" w:hAnsi="Cambria"/>
        </w:rPr>
        <w:t xml:space="preserve"> budov</w:t>
      </w:r>
      <w:r w:rsidR="001514E7" w:rsidRPr="00274938">
        <w:rPr>
          <w:rFonts w:ascii="Cambria" w:hAnsi="Cambria"/>
        </w:rPr>
        <w:t xml:space="preserve"> </w:t>
      </w:r>
      <w:r w:rsidR="00D10815" w:rsidRPr="00274938">
        <w:rPr>
          <w:rFonts w:ascii="Cambria" w:hAnsi="Cambria"/>
        </w:rPr>
        <w:t xml:space="preserve">a kompletnej infraštruktúry </w:t>
      </w:r>
      <w:r w:rsidR="003716D2" w:rsidRPr="00274938">
        <w:rPr>
          <w:rFonts w:ascii="Cambria" w:hAnsi="Cambria"/>
        </w:rPr>
        <w:t>V</w:t>
      </w:r>
      <w:r w:rsidR="001514E7" w:rsidRPr="00274938">
        <w:rPr>
          <w:rFonts w:ascii="Cambria" w:hAnsi="Cambria"/>
        </w:rPr>
        <w:t>erejného obstarávateľa</w:t>
      </w:r>
      <w:r w:rsidRPr="00274938">
        <w:rPr>
          <w:rFonts w:ascii="Cambria" w:hAnsi="Cambria"/>
        </w:rPr>
        <w:t xml:space="preserve"> je opísaná v</w:t>
      </w:r>
      <w:r w:rsidR="00610B29" w:rsidRPr="00274938">
        <w:rPr>
          <w:rFonts w:ascii="Cambria" w:hAnsi="Cambria"/>
        </w:rPr>
        <w:t xml:space="preserve"> Prílohe </w:t>
      </w:r>
      <w:r w:rsidR="00D464DE" w:rsidRPr="00274938">
        <w:rPr>
          <w:rFonts w:ascii="Cambria" w:hAnsi="Cambria"/>
        </w:rPr>
        <w:t>B2 a B3</w:t>
      </w:r>
      <w:r w:rsidR="00610B29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týchto súťažných podkladov.</w:t>
      </w:r>
    </w:p>
    <w:p w14:paraId="6169EAA7" w14:textId="7983FC65" w:rsidR="000B4CA9" w:rsidRPr="00274938" w:rsidRDefault="000B4CA9" w:rsidP="000149EA">
      <w:pPr>
        <w:pStyle w:val="Nadpis3"/>
      </w:pPr>
      <w:bookmarkStart w:id="349" w:name="_Toc113524058"/>
      <w:r w:rsidRPr="00274938">
        <w:t>P</w:t>
      </w:r>
      <w:r w:rsidR="00EA4817" w:rsidRPr="00274938">
        <w:t>ožiadavky na rozsah realizácie predmetu zákazky</w:t>
      </w:r>
      <w:r w:rsidR="001502CC" w:rsidRPr="00274938">
        <w:t xml:space="preserve"> a rozsah opatrení</w:t>
      </w:r>
      <w:bookmarkEnd w:id="349"/>
    </w:p>
    <w:p w14:paraId="2069F067" w14:textId="77777777" w:rsidR="003A3C9C" w:rsidRPr="00274938" w:rsidRDefault="003A3C9C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Pri plnení predmetu zákazky zabezpečí vybraný uchádzač aktivity minimálne v nasledovnom rozsahu:</w:t>
      </w:r>
    </w:p>
    <w:p w14:paraId="42A30611" w14:textId="77777777" w:rsidR="00485517" w:rsidRPr="00274938" w:rsidRDefault="00485517" w:rsidP="003207A0">
      <w:pPr>
        <w:pStyle w:val="Nadpis6"/>
      </w:pPr>
      <w:r w:rsidRPr="00274938">
        <w:t>podrobný návrh technického prevedenia opatrení pre ktoré nebola poskytnutá projektová dokumentácia, alebo pri ktorých uchádzač navrhuje zmenu s cieľom zvýšenia energetickej efektívnosti energetického hospodárstva budov Verejného obstarávateľa v súlade s ponukou uchádzača v zmysle podmienok uvedených v týchto súťažných podkladoch;</w:t>
      </w:r>
    </w:p>
    <w:p w14:paraId="032C8E40" w14:textId="77777777" w:rsidR="00485517" w:rsidRPr="00274938" w:rsidRDefault="00485517" w:rsidP="003207A0">
      <w:pPr>
        <w:pStyle w:val="Nadpis6"/>
      </w:pPr>
      <w:r w:rsidRPr="00274938">
        <w:t>projektovú prípravu realizácie opatrení a inžinierske činnosti potrebné na realizáciu všetkých opatrení vrátane zabezpečenia všetkých povolení potrebných na realizáciu opatrení a ich užívanie;</w:t>
      </w:r>
    </w:p>
    <w:p w14:paraId="5F59D915" w14:textId="77777777" w:rsidR="00485517" w:rsidRPr="00274938" w:rsidRDefault="00485517" w:rsidP="003207A0">
      <w:pPr>
        <w:pStyle w:val="Nadpis6"/>
      </w:pPr>
      <w:r w:rsidRPr="00274938">
        <w:t>praktickú realizáciu všetkých opatrení;</w:t>
      </w:r>
    </w:p>
    <w:p w14:paraId="14E9DE70" w14:textId="77777777" w:rsidR="00485517" w:rsidRPr="00274938" w:rsidRDefault="00485517" w:rsidP="003207A0">
      <w:pPr>
        <w:pStyle w:val="Nadpis6"/>
      </w:pPr>
      <w:r w:rsidRPr="00274938">
        <w:t>financovanie investičných nákladov súvisiacich s realizáciou opatrení;</w:t>
      </w:r>
    </w:p>
    <w:p w14:paraId="6B073711" w14:textId="77777777" w:rsidR="00485517" w:rsidRPr="00274938" w:rsidRDefault="00485517" w:rsidP="003207A0">
      <w:pPr>
        <w:pStyle w:val="Nadpis6"/>
      </w:pPr>
      <w:r w:rsidRPr="00274938">
        <w:t>garanciu za dosiahnutie dohodnutých úspor;</w:t>
      </w:r>
    </w:p>
    <w:p w14:paraId="0ED872DA" w14:textId="77777777" w:rsidR="00485517" w:rsidRPr="00274938" w:rsidRDefault="00485517" w:rsidP="003207A0">
      <w:pPr>
        <w:pStyle w:val="Nadpis6"/>
      </w:pPr>
      <w:r w:rsidRPr="00274938">
        <w:t xml:space="preserve">prevádzka modernizovaného energetického hospodárstva a služby energetického manažmentu; a </w:t>
      </w:r>
    </w:p>
    <w:p w14:paraId="6C12E2A2" w14:textId="7C87DA8D" w:rsidR="00485517" w:rsidRPr="00274938" w:rsidRDefault="00485517" w:rsidP="003207A0">
      <w:pPr>
        <w:pStyle w:val="Nadpis6"/>
      </w:pPr>
      <w:r w:rsidRPr="00274938">
        <w:t>činnosti spojené s riadením a udržiavaním prevádzkyschopnosti všetkých dodaných zariadení, vrátane vykonávania ich opráv, údržby, revízií a vykonávania všetkých činností potrebných na zabezpečenie ich prevádzkyschopnosti počas celého Obdobia garancie</w:t>
      </w:r>
      <w:r w:rsidR="00836E51" w:rsidRPr="00274938">
        <w:t>.</w:t>
      </w:r>
    </w:p>
    <w:p w14:paraId="6A1344EE" w14:textId="37C0A02D" w:rsidR="00485517" w:rsidRPr="00274938" w:rsidRDefault="00485517" w:rsidP="003207A0">
      <w:pPr>
        <w:pStyle w:val="Nadpis6"/>
        <w:numPr>
          <w:ilvl w:val="0"/>
          <w:numId w:val="0"/>
        </w:numPr>
        <w:ind w:left="709"/>
      </w:pPr>
      <w:r w:rsidRPr="00274938">
        <w:t>Podrobné podmienky plnenia sú upravené v návrhu zmluvy.</w:t>
      </w:r>
    </w:p>
    <w:p w14:paraId="73CDBA95" w14:textId="3E45A379" w:rsidR="002D461E" w:rsidRPr="00274938" w:rsidRDefault="002D461E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Rozsah opatrení je definovaný v Prílohe B1 týchto súťažných podkladov. Projektová dokumentácia k vybraným opatreniam tvorí Prílohu B</w:t>
      </w:r>
      <w:r w:rsidR="002C0DA3" w:rsidRPr="00274938">
        <w:rPr>
          <w:rFonts w:ascii="Cambria" w:hAnsi="Cambria"/>
        </w:rPr>
        <w:t>4</w:t>
      </w:r>
      <w:r w:rsidRPr="00274938">
        <w:rPr>
          <w:rFonts w:ascii="Cambria" w:hAnsi="Cambria"/>
        </w:rPr>
        <w:t xml:space="preserve"> týchto súťažných podkladov.</w:t>
      </w:r>
      <w:r w:rsidR="00BE48D5" w:rsidRPr="00274938">
        <w:rPr>
          <w:rFonts w:ascii="Cambria" w:hAnsi="Cambria"/>
        </w:rPr>
        <w:t xml:space="preserve"> Súčasťou Projektovej dokumentácie je aj indikatívny výkaz výmer, ktorý však uchádzač do ponuky nepredkladá. S ohľadom na to, že predmetom návrhu uchádzača môžu byť aj zmeny projektovej dokumentácie v súlade s týmito súťažnými podkladmi a zmluvou, výkaz výmer slúži výlučne pre lepšiu orientáciu výmer v rámci </w:t>
      </w:r>
      <w:r w:rsidR="007C1426" w:rsidRPr="00274938">
        <w:rPr>
          <w:rFonts w:ascii="Cambria" w:hAnsi="Cambria"/>
        </w:rPr>
        <w:t xml:space="preserve">poskytnutej </w:t>
      </w:r>
      <w:r w:rsidR="00BE48D5" w:rsidRPr="00274938">
        <w:rPr>
          <w:rFonts w:ascii="Cambria" w:hAnsi="Cambria"/>
        </w:rPr>
        <w:t>projektovej dokumentácie.</w:t>
      </w:r>
    </w:p>
    <w:p w14:paraId="534122FD" w14:textId="463C3662" w:rsidR="000B4CA9" w:rsidRPr="00274938" w:rsidRDefault="000B4CA9" w:rsidP="000149EA">
      <w:pPr>
        <w:pStyle w:val="Nadpis3"/>
      </w:pPr>
      <w:bookmarkStart w:id="350" w:name="_Toc113524059"/>
      <w:r w:rsidRPr="00274938">
        <w:t>Požiadavky na garanciu a výšku úspor</w:t>
      </w:r>
      <w:bookmarkEnd w:id="350"/>
      <w:r w:rsidR="00BF3480" w:rsidRPr="00274938">
        <w:t xml:space="preserve"> </w:t>
      </w:r>
    </w:p>
    <w:p w14:paraId="76440E40" w14:textId="3C8026C7" w:rsidR="00084487" w:rsidRPr="00274938" w:rsidRDefault="00084487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požaduje, aby úspešný uchádzač garantoval dosiahnutie </w:t>
      </w:r>
      <w:r w:rsidR="0069046C" w:rsidRPr="00274938">
        <w:rPr>
          <w:rFonts w:ascii="Cambria" w:hAnsi="Cambria"/>
        </w:rPr>
        <w:t>úspor energetických nákladov na vykurovanie po realizácii opatrení minimálne vo výške</w:t>
      </w:r>
      <w:r w:rsidRPr="00274938">
        <w:rPr>
          <w:rFonts w:ascii="Cambria" w:hAnsi="Cambria"/>
        </w:rPr>
        <w:t>, ktorú navrhne vo svojej ponuke v Návrhu na plnenie kritérií ako hodnotu objemu Garantovaných ročných úspor. Podrobná metodika stanovenia a výpočtu úspor je popísaná v Prílohe č. 2 zmluvy o dielo s rozšírenými zárukami.</w:t>
      </w:r>
    </w:p>
    <w:p w14:paraId="2BE39F4B" w14:textId="4BCFF249" w:rsidR="00084487" w:rsidRPr="00274938" w:rsidRDefault="00084487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Vždy musí platiť, že ročné platby za realizáciu predmetu zákazky</w:t>
      </w:r>
      <w:r w:rsidR="007C4B40" w:rsidRPr="00274938">
        <w:rPr>
          <w:rFonts w:ascii="Cambria" w:hAnsi="Cambria"/>
        </w:rPr>
        <w:t xml:space="preserve"> </w:t>
      </w:r>
      <w:r w:rsidR="005179E6" w:rsidRPr="00274938">
        <w:rPr>
          <w:rFonts w:ascii="Cambria" w:hAnsi="Cambria"/>
        </w:rPr>
        <w:t xml:space="preserve">vrátane </w:t>
      </w:r>
      <w:r w:rsidR="007C4B40" w:rsidRPr="00274938">
        <w:rPr>
          <w:rFonts w:ascii="Cambria" w:hAnsi="Cambria"/>
        </w:rPr>
        <w:t>DPH</w:t>
      </w:r>
      <w:r w:rsidRPr="00274938">
        <w:rPr>
          <w:rFonts w:ascii="Cambria" w:hAnsi="Cambria"/>
        </w:rPr>
        <w:t xml:space="preserve"> (súčet ročného objemu platieb podľa bodu 13.1</w:t>
      </w:r>
      <w:r w:rsidR="00402600" w:rsidRPr="00274938">
        <w:rPr>
          <w:rFonts w:ascii="Cambria" w:hAnsi="Cambria"/>
        </w:rPr>
        <w:t xml:space="preserve"> a </w:t>
      </w:r>
      <w:r w:rsidRPr="00274938">
        <w:rPr>
          <w:rFonts w:ascii="Cambria" w:hAnsi="Cambria"/>
        </w:rPr>
        <w:t>13.</w:t>
      </w:r>
      <w:r w:rsidR="00920093" w:rsidRPr="00274938">
        <w:rPr>
          <w:rFonts w:ascii="Cambria" w:hAnsi="Cambria"/>
        </w:rPr>
        <w:t>4</w:t>
      </w:r>
      <w:r w:rsidRPr="00274938">
        <w:rPr>
          <w:rFonts w:ascii="Cambria" w:hAnsi="Cambria"/>
        </w:rPr>
        <w:t xml:space="preserve"> zmluvy </w:t>
      </w:r>
      <w:r w:rsidR="005179E6" w:rsidRPr="00274938">
        <w:rPr>
          <w:rFonts w:ascii="Cambria" w:hAnsi="Cambria"/>
        </w:rPr>
        <w:t xml:space="preserve">vrátane </w:t>
      </w:r>
      <w:r w:rsidRPr="00274938">
        <w:rPr>
          <w:rFonts w:ascii="Cambria" w:hAnsi="Cambria"/>
        </w:rPr>
        <w:t>DPH) budú nižšie alebo maximálne rovnaké ako celkový objem Garantovaných úspor pripadajúcich na jeden (1) rok vyhodnocovaného obdobia</w:t>
      </w:r>
      <w:r w:rsidR="004F61F8" w:rsidRPr="00274938">
        <w:rPr>
          <w:rFonts w:ascii="Cambria" w:hAnsi="Cambria"/>
        </w:rPr>
        <w:t xml:space="preserve"> vrátane DPH</w:t>
      </w:r>
      <w:r w:rsidRPr="00274938">
        <w:rPr>
          <w:rFonts w:ascii="Cambria" w:hAnsi="Cambria"/>
        </w:rPr>
        <w:t xml:space="preserve">. </w:t>
      </w:r>
      <w:r w:rsidR="0023215A" w:rsidRPr="00274938">
        <w:rPr>
          <w:rFonts w:ascii="Cambria" w:hAnsi="Cambria"/>
        </w:rPr>
        <w:t>Hodnota úspor bude stanovená podľa metodiky</w:t>
      </w:r>
      <w:r w:rsidR="005179E6" w:rsidRPr="00274938">
        <w:rPr>
          <w:rFonts w:ascii="Cambria" w:hAnsi="Cambria"/>
        </w:rPr>
        <w:t>, ktoré tvorí Prílohu č. 2 Zmluvy o Dielo s rozšírenými zárukami.</w:t>
      </w:r>
    </w:p>
    <w:p w14:paraId="2AF924AA" w14:textId="11A7328F" w:rsidR="000B4CA9" w:rsidRPr="00274938" w:rsidRDefault="000B4CA9" w:rsidP="000149EA">
      <w:pPr>
        <w:pStyle w:val="Nadpis3"/>
        <w:rPr>
          <w:rFonts w:cs="Arial"/>
        </w:rPr>
      </w:pPr>
      <w:bookmarkStart w:id="351" w:name="_Toc113524060"/>
      <w:r w:rsidRPr="00274938">
        <w:t>S</w:t>
      </w:r>
      <w:r w:rsidR="00EA4817" w:rsidRPr="00274938">
        <w:t xml:space="preserve">úvisiace </w:t>
      </w:r>
      <w:r w:rsidR="00714AFB" w:rsidRPr="00274938">
        <w:t>plnenia</w:t>
      </w:r>
      <w:bookmarkEnd w:id="351"/>
    </w:p>
    <w:p w14:paraId="3975C151" w14:textId="4238D7BF" w:rsidR="009168F5" w:rsidRPr="00274938" w:rsidRDefault="000B4CA9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lastRenderedPageBreak/>
        <w:t xml:space="preserve">Súčasťou dodávky zariadení s príslušenstvom </w:t>
      </w:r>
      <w:r w:rsidR="009B4D2E" w:rsidRPr="00274938">
        <w:rPr>
          <w:rFonts w:ascii="Cambria" w:hAnsi="Cambria"/>
        </w:rPr>
        <w:t xml:space="preserve">v rámci realizácie predmetu zákazky </w:t>
      </w:r>
      <w:r w:rsidRPr="00274938">
        <w:rPr>
          <w:rFonts w:ascii="Cambria" w:hAnsi="Cambria"/>
        </w:rPr>
        <w:t>je ich dovoz, inštalácia, uvedenie do prevádzky</w:t>
      </w:r>
      <w:r w:rsidR="009B4D2E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a základné predvedenie funkčnosti a zaškolenie na nainštalovaných zariadeniach (na užívateľskej úrovni) zodpovedný</w:t>
      </w:r>
      <w:r w:rsidR="009B4D2E" w:rsidRPr="00274938">
        <w:rPr>
          <w:rFonts w:ascii="Cambria" w:hAnsi="Cambria"/>
        </w:rPr>
        <w:t>ch</w:t>
      </w:r>
      <w:r w:rsidRPr="00274938">
        <w:rPr>
          <w:rFonts w:ascii="Cambria" w:hAnsi="Cambria"/>
        </w:rPr>
        <w:t xml:space="preserve"> os</w:t>
      </w:r>
      <w:r w:rsidR="009B4D2E" w:rsidRPr="00274938">
        <w:rPr>
          <w:rFonts w:ascii="Cambria" w:hAnsi="Cambria"/>
        </w:rPr>
        <w:t>ôb</w:t>
      </w:r>
      <w:r w:rsidRPr="00274938">
        <w:rPr>
          <w:rFonts w:ascii="Cambria" w:hAnsi="Cambria"/>
        </w:rPr>
        <w:t xml:space="preserve"> </w:t>
      </w:r>
      <w:r w:rsidR="00821B52" w:rsidRPr="00274938">
        <w:rPr>
          <w:rFonts w:ascii="Cambria" w:hAnsi="Cambria"/>
        </w:rPr>
        <w:t>Verejného obstarávateľa</w:t>
      </w:r>
      <w:r w:rsidRPr="00274938">
        <w:rPr>
          <w:rFonts w:ascii="Cambria" w:hAnsi="Cambria"/>
        </w:rPr>
        <w:t xml:space="preserve"> v potrebnom rozsahu</w:t>
      </w:r>
      <w:r w:rsidR="001E724D" w:rsidRPr="00274938">
        <w:rPr>
          <w:rFonts w:ascii="Cambria" w:hAnsi="Cambria"/>
        </w:rPr>
        <w:t xml:space="preserve"> a ďalšie parciálne služby spojené s plnením zmlúv, ktoré sú podrobnejšie popísané v Príloh</w:t>
      </w:r>
      <w:r w:rsidR="002C77B5" w:rsidRPr="00274938">
        <w:rPr>
          <w:rFonts w:ascii="Cambria" w:hAnsi="Cambria"/>
        </w:rPr>
        <w:t>e</w:t>
      </w:r>
      <w:r w:rsidR="001E724D" w:rsidRPr="00274938">
        <w:rPr>
          <w:rFonts w:ascii="Cambria" w:hAnsi="Cambria"/>
        </w:rPr>
        <w:t xml:space="preserve"> D1 týchto súťažných podkladov.</w:t>
      </w:r>
    </w:p>
    <w:p w14:paraId="3ED4F39E" w14:textId="6943911F" w:rsidR="000B4CA9" w:rsidRPr="00274938" w:rsidRDefault="000B4CA9" w:rsidP="000149EA">
      <w:pPr>
        <w:pStyle w:val="Nadpis3"/>
      </w:pPr>
      <w:bookmarkStart w:id="352" w:name="_Toc113524061"/>
      <w:r w:rsidRPr="00274938">
        <w:t>Z</w:t>
      </w:r>
      <w:r w:rsidR="00EA4817" w:rsidRPr="00274938">
        <w:t xml:space="preserve">áruka </w:t>
      </w:r>
      <w:r w:rsidR="00E86FAE" w:rsidRPr="00274938">
        <w:t xml:space="preserve">za </w:t>
      </w:r>
      <w:r w:rsidR="009B4D2E" w:rsidRPr="00274938">
        <w:t>zariaden</w:t>
      </w:r>
      <w:r w:rsidR="00E86FAE" w:rsidRPr="00274938">
        <w:t>ia</w:t>
      </w:r>
      <w:r w:rsidR="009B4D2E" w:rsidRPr="00274938">
        <w:t xml:space="preserve"> </w:t>
      </w:r>
      <w:r w:rsidR="00EA4817" w:rsidRPr="00274938">
        <w:t>a garancia úspory energie</w:t>
      </w:r>
      <w:bookmarkEnd w:id="352"/>
    </w:p>
    <w:p w14:paraId="70311E6B" w14:textId="327C9734" w:rsidR="00FB3FDF" w:rsidRPr="00274938" w:rsidRDefault="00FB3FDF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Verejný obstarávateľ požaduje na dodané energetické zariadenia</w:t>
      </w:r>
      <w:r w:rsidR="008D0169" w:rsidRPr="00274938">
        <w:rPr>
          <w:rFonts w:ascii="Cambria" w:hAnsi="Cambria"/>
        </w:rPr>
        <w:t xml:space="preserve"> a všetky práce záruku v trvaní </w:t>
      </w:r>
      <w:r w:rsidR="00351F17" w:rsidRPr="00274938">
        <w:rPr>
          <w:rFonts w:ascii="Cambria" w:hAnsi="Cambria"/>
        </w:rPr>
        <w:t>celého Obdobia garancie podľa Zmluvy</w:t>
      </w:r>
      <w:r w:rsidRPr="00274938">
        <w:rPr>
          <w:rFonts w:ascii="Cambria" w:hAnsi="Cambria"/>
        </w:rPr>
        <w:t>.</w:t>
      </w:r>
    </w:p>
    <w:p w14:paraId="247A7C90" w14:textId="0BF08D96" w:rsidR="000B4CA9" w:rsidRPr="00274938" w:rsidRDefault="000B4CA9" w:rsidP="000149EA">
      <w:pPr>
        <w:pStyle w:val="Nadpis3"/>
      </w:pPr>
      <w:bookmarkStart w:id="353" w:name="_Toc113524062"/>
      <w:r w:rsidRPr="00274938">
        <w:t>M</w:t>
      </w:r>
      <w:r w:rsidR="00EA4817" w:rsidRPr="00274938">
        <w:t>iesto realizácie predmetu zákazky</w:t>
      </w:r>
      <w:bookmarkEnd w:id="353"/>
    </w:p>
    <w:p w14:paraId="798D56E9" w14:textId="4E335039" w:rsidR="00CA6CB5" w:rsidRPr="00274938" w:rsidRDefault="00B32DD8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Miestom </w:t>
      </w:r>
      <w:r w:rsidR="009B4D2E" w:rsidRPr="00274938">
        <w:rPr>
          <w:rFonts w:ascii="Cambria" w:hAnsi="Cambria"/>
        </w:rPr>
        <w:t>realizácie</w:t>
      </w:r>
      <w:r w:rsidRPr="00274938">
        <w:rPr>
          <w:rFonts w:ascii="Cambria" w:hAnsi="Cambria"/>
        </w:rPr>
        <w:t xml:space="preserve"> </w:t>
      </w:r>
      <w:r w:rsidR="0068594A" w:rsidRPr="00274938">
        <w:rPr>
          <w:rFonts w:ascii="Cambria" w:hAnsi="Cambria"/>
        </w:rPr>
        <w:t>p</w:t>
      </w:r>
      <w:r w:rsidRPr="00274938">
        <w:rPr>
          <w:rFonts w:ascii="Cambria" w:hAnsi="Cambria"/>
        </w:rPr>
        <w:t>redmetu zákazky</w:t>
      </w:r>
      <w:r w:rsidR="00632D0D" w:rsidRPr="00274938">
        <w:rPr>
          <w:rFonts w:ascii="Cambria" w:hAnsi="Cambria"/>
        </w:rPr>
        <w:t xml:space="preserve">: </w:t>
      </w:r>
      <w:r w:rsidR="00187E65" w:rsidRPr="00274938">
        <w:rPr>
          <w:rFonts w:ascii="Cambria" w:hAnsi="Cambria"/>
        </w:rPr>
        <w:t xml:space="preserve">Domov sociálnych služieb a zariadenia pre seniorov </w:t>
      </w:r>
      <w:proofErr w:type="spellStart"/>
      <w:r w:rsidR="00187E65" w:rsidRPr="00274938">
        <w:rPr>
          <w:rFonts w:ascii="Cambria" w:hAnsi="Cambria"/>
        </w:rPr>
        <w:t>Harmonia</w:t>
      </w:r>
      <w:proofErr w:type="spellEnd"/>
      <w:r w:rsidR="00187E65" w:rsidRPr="00274938">
        <w:rPr>
          <w:rFonts w:ascii="Cambria" w:hAnsi="Cambria"/>
        </w:rPr>
        <w:t xml:space="preserve">, </w:t>
      </w:r>
      <w:r w:rsidR="00B75FD7" w:rsidRPr="00274938">
        <w:rPr>
          <w:rFonts w:ascii="Cambria" w:hAnsi="Cambria"/>
        </w:rPr>
        <w:t>Námestie A. Dubčeka 270, 072 22 Strážske</w:t>
      </w:r>
      <w:r w:rsidR="00187E65" w:rsidRPr="00274938">
        <w:rPr>
          <w:rFonts w:ascii="Cambria" w:hAnsi="Cambria"/>
        </w:rPr>
        <w:t xml:space="preserve">. </w:t>
      </w:r>
    </w:p>
    <w:p w14:paraId="0F29E8F2" w14:textId="4C262EA5" w:rsidR="000B4CA9" w:rsidRPr="00274938" w:rsidRDefault="000B4CA9" w:rsidP="000149EA">
      <w:pPr>
        <w:pStyle w:val="Nadpis3"/>
      </w:pPr>
      <w:bookmarkStart w:id="354" w:name="_Ref14346950"/>
      <w:bookmarkStart w:id="355" w:name="_Ref14346954"/>
      <w:bookmarkStart w:id="356" w:name="_Toc113524063"/>
      <w:r w:rsidRPr="00274938">
        <w:t>T</w:t>
      </w:r>
      <w:r w:rsidR="00EA4817" w:rsidRPr="00274938">
        <w:t>ermín realizácie predmetu zákazky</w:t>
      </w:r>
      <w:bookmarkEnd w:id="354"/>
      <w:bookmarkEnd w:id="355"/>
      <w:bookmarkEnd w:id="356"/>
    </w:p>
    <w:p w14:paraId="49402F42" w14:textId="2C95965F" w:rsidR="00BE25F1" w:rsidRPr="00274938" w:rsidRDefault="00BE25F1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Doba realizácie predmetu zákazky bude </w:t>
      </w:r>
      <w:r w:rsidRPr="00274938">
        <w:rPr>
          <w:rFonts w:ascii="Cambria" w:hAnsi="Cambria"/>
          <w:b/>
          <w:bCs/>
        </w:rPr>
        <w:t xml:space="preserve">max. </w:t>
      </w:r>
      <w:r w:rsidR="00B42973" w:rsidRPr="00274938">
        <w:rPr>
          <w:rFonts w:ascii="Cambria" w:hAnsi="Cambria"/>
          <w:b/>
          <w:bCs/>
        </w:rPr>
        <w:t>198</w:t>
      </w:r>
      <w:r w:rsidR="00E710B8" w:rsidRPr="00274938">
        <w:rPr>
          <w:rFonts w:ascii="Cambria" w:hAnsi="Cambria"/>
          <w:b/>
          <w:bCs/>
        </w:rPr>
        <w:t xml:space="preserve"> </w:t>
      </w:r>
      <w:r w:rsidRPr="00274938">
        <w:rPr>
          <w:rFonts w:ascii="Cambria" w:hAnsi="Cambria"/>
          <w:b/>
          <w:bCs/>
        </w:rPr>
        <w:t>mesiacov</w:t>
      </w:r>
      <w:r w:rsidRPr="00274938">
        <w:rPr>
          <w:rFonts w:ascii="Cambria" w:hAnsi="Cambria"/>
        </w:rPr>
        <w:t xml:space="preserve"> od nadobudnutia účinnosti zmluvy v nasledujúcich etapách / míľnikoch:</w:t>
      </w:r>
    </w:p>
    <w:p w14:paraId="0CEB9AFE" w14:textId="2D66FCB4" w:rsidR="00EB067E" w:rsidRPr="00274938" w:rsidRDefault="00BE25F1" w:rsidP="003207A0">
      <w:pPr>
        <w:pStyle w:val="Nadpis6"/>
      </w:pPr>
      <w:r w:rsidRPr="00274938">
        <w:t xml:space="preserve">Etapa I – Obdobie príprav: Etapa I je v trvaní </w:t>
      </w:r>
      <w:r w:rsidRPr="00274938">
        <w:rPr>
          <w:b/>
          <w:bCs/>
        </w:rPr>
        <w:t xml:space="preserve">maximálne </w:t>
      </w:r>
      <w:r w:rsidR="00EB067E" w:rsidRPr="00274938">
        <w:rPr>
          <w:b/>
          <w:bCs/>
        </w:rPr>
        <w:t>6</w:t>
      </w:r>
      <w:r w:rsidR="002F27EA" w:rsidRPr="00274938">
        <w:rPr>
          <w:b/>
          <w:bCs/>
        </w:rPr>
        <w:t xml:space="preserve"> </w:t>
      </w:r>
      <w:r w:rsidRPr="00274938">
        <w:rPr>
          <w:b/>
          <w:bCs/>
        </w:rPr>
        <w:t>mesiacov</w:t>
      </w:r>
      <w:r w:rsidRPr="00274938">
        <w:t xml:space="preserve"> odo dňa nadobudnutia účinnosti zmluvy. V rámci Etapy I úspešný uchádzač vypracuje správu z energetickej analýzy a vypracuje detailnú technickú špecifikáciu opatrení vrátane potrebnej projektovej dokumentácie opatrení</w:t>
      </w:r>
      <w:r w:rsidR="00EB067E" w:rsidRPr="00274938">
        <w:t xml:space="preserve"> a uskutoční inžiniersku činnosti potrebnú na zisk stavebného povolenia;</w:t>
      </w:r>
    </w:p>
    <w:p w14:paraId="4838E33F" w14:textId="686EFE35" w:rsidR="00BE25F1" w:rsidRPr="00274938" w:rsidRDefault="00BE25F1" w:rsidP="003207A0">
      <w:pPr>
        <w:pStyle w:val="Nadpis6"/>
      </w:pPr>
      <w:r w:rsidRPr="00274938">
        <w:t xml:space="preserve">Etapa II – Obdobie realizácie opatrení: Etapa II je v trvaní </w:t>
      </w:r>
      <w:r w:rsidRPr="00274938">
        <w:rPr>
          <w:b/>
          <w:bCs/>
        </w:rPr>
        <w:t xml:space="preserve">maximálne </w:t>
      </w:r>
      <w:r w:rsidR="00EB067E" w:rsidRPr="00274938">
        <w:rPr>
          <w:b/>
          <w:bCs/>
        </w:rPr>
        <w:t xml:space="preserve">18 </w:t>
      </w:r>
      <w:r w:rsidRPr="00274938">
        <w:rPr>
          <w:b/>
          <w:bCs/>
        </w:rPr>
        <w:t>mesiacov</w:t>
      </w:r>
      <w:r w:rsidRPr="00274938">
        <w:t xml:space="preserve"> odo dňa nadobudnutia účinnosti zmluvy. V rámci Etapy II úspešný uchádzač na základe schválenej detailnej špecifikácie technického riešenia opatrení zrealizuje všetky opatrenia na zvýšenie prevádzkovej efektívnosti energetického hospodárstva budov a uvedie ich do užívania;</w:t>
      </w:r>
    </w:p>
    <w:p w14:paraId="4972C133" w14:textId="790D0AAC" w:rsidR="00BE25F1" w:rsidRPr="00274938" w:rsidRDefault="00BE25F1" w:rsidP="003207A0">
      <w:pPr>
        <w:pStyle w:val="Nadpis6"/>
      </w:pPr>
      <w:r w:rsidRPr="00274938">
        <w:t xml:space="preserve">Etapa III – Obdobie garancie: Etapa III je v trvaní </w:t>
      </w:r>
      <w:r w:rsidR="00EB067E" w:rsidRPr="00274938">
        <w:rPr>
          <w:b/>
          <w:bCs/>
        </w:rPr>
        <w:t>180</w:t>
      </w:r>
      <w:r w:rsidR="00B75FD7" w:rsidRPr="00274938">
        <w:rPr>
          <w:b/>
          <w:bCs/>
        </w:rPr>
        <w:t xml:space="preserve"> </w:t>
      </w:r>
      <w:r w:rsidRPr="00274938">
        <w:rPr>
          <w:b/>
          <w:bCs/>
        </w:rPr>
        <w:t>mesiacov</w:t>
      </w:r>
      <w:r w:rsidRPr="00274938">
        <w:t xml:space="preserve"> odo dňa ukončenia Etapy II. Počas celej Etapy III úspešný uchádzač garantuje zvýšenie prevádzkovej efektívnosti energetického hospodárstva v rozsahu činností špecifikovaných v častiach B. a D. týchto  súťažných podkladov.</w:t>
      </w:r>
    </w:p>
    <w:p w14:paraId="2CC1FB78" w14:textId="40E084F0" w:rsidR="000B4CA9" w:rsidRPr="00274938" w:rsidRDefault="000B4CA9" w:rsidP="000149EA">
      <w:pPr>
        <w:pStyle w:val="Nadpis3"/>
      </w:pPr>
      <w:bookmarkStart w:id="357" w:name="_Toc113524064"/>
      <w:r w:rsidRPr="00274938">
        <w:t>Ď</w:t>
      </w:r>
      <w:r w:rsidR="00EA4817" w:rsidRPr="00274938">
        <w:t>alšie požiadavky na realizáciu predmetu zákazky</w:t>
      </w:r>
      <w:bookmarkEnd w:id="357"/>
      <w:r w:rsidR="00EA4817" w:rsidRPr="00274938">
        <w:t xml:space="preserve"> </w:t>
      </w:r>
    </w:p>
    <w:p w14:paraId="24F6F141" w14:textId="00772EF7" w:rsidR="000B4CA9" w:rsidRPr="00274938" w:rsidRDefault="000B4CA9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Podrobný obsah realizácie predmetu zákazky a podmienky poskytovania súvisiacich </w:t>
      </w:r>
      <w:r w:rsidR="00821B52" w:rsidRPr="00274938">
        <w:rPr>
          <w:rFonts w:ascii="Cambria" w:hAnsi="Cambria"/>
        </w:rPr>
        <w:t>tovarov, služieb a stavebných prác</w:t>
      </w:r>
      <w:r w:rsidRPr="00274938">
        <w:rPr>
          <w:rFonts w:ascii="Cambria" w:hAnsi="Cambria"/>
        </w:rPr>
        <w:t xml:space="preserve"> </w:t>
      </w:r>
      <w:r w:rsidR="00E81C94" w:rsidRPr="00274938">
        <w:rPr>
          <w:rFonts w:ascii="Cambria" w:hAnsi="Cambria"/>
        </w:rPr>
        <w:t xml:space="preserve">sú špecifikované v návrhu </w:t>
      </w:r>
      <w:r w:rsidR="005936A9" w:rsidRPr="00274938">
        <w:rPr>
          <w:rFonts w:ascii="Cambria" w:hAnsi="Cambria"/>
        </w:rPr>
        <w:t>zml</w:t>
      </w:r>
      <w:r w:rsidR="00131814" w:rsidRPr="00274938">
        <w:rPr>
          <w:rFonts w:ascii="Cambria" w:hAnsi="Cambria"/>
        </w:rPr>
        <w:t>uvy</w:t>
      </w:r>
      <w:r w:rsidR="00821B52" w:rsidRPr="00274938">
        <w:rPr>
          <w:rFonts w:ascii="Cambria" w:hAnsi="Cambria"/>
        </w:rPr>
        <w:t xml:space="preserve"> </w:t>
      </w:r>
      <w:r w:rsidR="005936A9" w:rsidRPr="00274938">
        <w:rPr>
          <w:rFonts w:ascii="Cambria" w:hAnsi="Cambria"/>
        </w:rPr>
        <w:t>uveden</w:t>
      </w:r>
      <w:r w:rsidR="00131814" w:rsidRPr="00274938">
        <w:rPr>
          <w:rFonts w:ascii="Cambria" w:hAnsi="Cambria"/>
        </w:rPr>
        <w:t>om</w:t>
      </w:r>
      <w:r w:rsidR="00821B52" w:rsidRPr="00274938">
        <w:rPr>
          <w:rFonts w:ascii="Cambria" w:hAnsi="Cambria"/>
        </w:rPr>
        <w:t xml:space="preserve"> v</w:t>
      </w:r>
      <w:r w:rsidR="005936A9" w:rsidRPr="00274938">
        <w:rPr>
          <w:rFonts w:ascii="Cambria" w:hAnsi="Cambria"/>
        </w:rPr>
        <w:t> P</w:t>
      </w:r>
      <w:r w:rsidR="00821B52" w:rsidRPr="00274938">
        <w:rPr>
          <w:rFonts w:ascii="Cambria" w:hAnsi="Cambria"/>
        </w:rPr>
        <w:t>rílohe</w:t>
      </w:r>
      <w:r w:rsidR="005936A9" w:rsidRPr="00274938">
        <w:rPr>
          <w:rFonts w:ascii="Cambria" w:hAnsi="Cambria"/>
        </w:rPr>
        <w:t xml:space="preserve"> </w:t>
      </w:r>
      <w:r w:rsidR="00821B52" w:rsidRPr="00274938">
        <w:rPr>
          <w:rFonts w:ascii="Cambria" w:hAnsi="Cambria"/>
        </w:rPr>
        <w:t>D1 týchto súťažných podkladov.</w:t>
      </w:r>
      <w:r w:rsidRPr="00274938">
        <w:rPr>
          <w:rFonts w:ascii="Cambria" w:hAnsi="Cambria"/>
        </w:rPr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274938" w:rsidRDefault="000B4CA9" w:rsidP="000B4CA9">
      <w:pPr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 </w:t>
      </w:r>
    </w:p>
    <w:p w14:paraId="08F491B9" w14:textId="557C6086" w:rsidR="00831255" w:rsidRPr="00274938" w:rsidRDefault="00831255" w:rsidP="00442FEC">
      <w:pPr>
        <w:ind w:left="709"/>
        <w:jc w:val="both"/>
        <w:rPr>
          <w:rFonts w:ascii="Cambria" w:eastAsiaTheme="majorEastAsia" w:hAnsi="Cambria" w:cs="Arial"/>
          <w:b/>
          <w:sz w:val="20"/>
          <w:szCs w:val="20"/>
        </w:rPr>
      </w:pPr>
      <w:r w:rsidRPr="00274938">
        <w:rPr>
          <w:rFonts w:ascii="Cambria" w:eastAsiaTheme="majorEastAsia" w:hAnsi="Cambria" w:cs="Arial"/>
          <w:b/>
          <w:sz w:val="20"/>
          <w:szCs w:val="20"/>
        </w:rPr>
        <w:t>Prílohy Časti B. Súťažných podkladov</w:t>
      </w:r>
    </w:p>
    <w:p w14:paraId="79E3CC57" w14:textId="4A34F348" w:rsidR="00A17F88" w:rsidRPr="00274938" w:rsidRDefault="00831255" w:rsidP="00442FEC">
      <w:pPr>
        <w:ind w:left="2127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B1</w:t>
      </w:r>
      <w:r w:rsidRPr="00274938">
        <w:rPr>
          <w:rFonts w:ascii="Cambria" w:hAnsi="Cambria" w:cs="Arial"/>
          <w:sz w:val="20"/>
          <w:szCs w:val="20"/>
        </w:rPr>
        <w:tab/>
      </w:r>
      <w:r w:rsidR="008B1099" w:rsidRPr="00274938">
        <w:rPr>
          <w:rFonts w:ascii="Cambria" w:hAnsi="Cambria" w:cs="Arial"/>
          <w:sz w:val="20"/>
          <w:szCs w:val="20"/>
        </w:rPr>
        <w:t>Minimálny rozsah povinných opatrení</w:t>
      </w:r>
    </w:p>
    <w:p w14:paraId="536B0866" w14:textId="309C00BB" w:rsidR="00394ABA" w:rsidRPr="00274938" w:rsidRDefault="00394ABA" w:rsidP="00442FEC">
      <w:pPr>
        <w:ind w:left="2127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B2</w:t>
      </w:r>
      <w:r w:rsidRPr="00274938">
        <w:rPr>
          <w:rFonts w:ascii="Cambria" w:hAnsi="Cambria" w:cs="Arial"/>
          <w:sz w:val="20"/>
          <w:szCs w:val="20"/>
        </w:rPr>
        <w:tab/>
      </w:r>
      <w:r w:rsidR="008B1099" w:rsidRPr="00274938">
        <w:rPr>
          <w:rFonts w:ascii="Cambria" w:hAnsi="Cambria" w:cs="Arial"/>
          <w:sz w:val="20"/>
          <w:szCs w:val="20"/>
        </w:rPr>
        <w:t xml:space="preserve">Opis súčasného stavu budov – Domov sociálnych služieb a zariadenie pre seniorov </w:t>
      </w:r>
      <w:proofErr w:type="spellStart"/>
      <w:r w:rsidR="008B1099" w:rsidRPr="00274938">
        <w:rPr>
          <w:rFonts w:ascii="Cambria" w:hAnsi="Cambria" w:cs="Arial"/>
          <w:sz w:val="20"/>
          <w:szCs w:val="20"/>
        </w:rPr>
        <w:t>Harmonia</w:t>
      </w:r>
      <w:proofErr w:type="spellEnd"/>
    </w:p>
    <w:p w14:paraId="6145F8D7" w14:textId="05DD9E19" w:rsidR="008B1099" w:rsidRPr="00274938" w:rsidRDefault="008B1099" w:rsidP="00442FEC">
      <w:pPr>
        <w:ind w:left="2127" w:hanging="1418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B3</w:t>
      </w:r>
      <w:r w:rsidRPr="00274938">
        <w:rPr>
          <w:rFonts w:ascii="Cambria" w:hAnsi="Cambria" w:cs="Arial"/>
          <w:sz w:val="20"/>
          <w:szCs w:val="20"/>
        </w:rPr>
        <w:tab/>
        <w:t>Energetický posudok DSS HARMONIA v meste Strážske</w:t>
      </w:r>
    </w:p>
    <w:p w14:paraId="54683EEC" w14:textId="0C822D07" w:rsidR="008B1099" w:rsidRPr="00274938" w:rsidRDefault="008B1099" w:rsidP="00442FEC">
      <w:pPr>
        <w:ind w:left="2127" w:hanging="1418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B4</w:t>
      </w:r>
      <w:r w:rsidRPr="00274938">
        <w:rPr>
          <w:rFonts w:ascii="Cambria" w:hAnsi="Cambria" w:cs="Arial"/>
          <w:sz w:val="20"/>
          <w:szCs w:val="20"/>
        </w:rPr>
        <w:tab/>
        <w:t>Projektová dokumentácia</w:t>
      </w:r>
    </w:p>
    <w:p w14:paraId="6BD4E444" w14:textId="77777777" w:rsidR="008B1099" w:rsidRPr="00274938" w:rsidRDefault="008B1099" w:rsidP="00600F60">
      <w:pPr>
        <w:ind w:left="2127" w:hanging="1418"/>
        <w:rPr>
          <w:rFonts w:ascii="Cambria" w:hAnsi="Cambria"/>
          <w:sz w:val="20"/>
          <w:szCs w:val="20"/>
        </w:rPr>
      </w:pPr>
    </w:p>
    <w:p w14:paraId="5CC8C70A" w14:textId="4FAF9D4D" w:rsidR="00AD286A" w:rsidRPr="00274938" w:rsidRDefault="00AD286A">
      <w:pPr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br w:type="page"/>
      </w:r>
    </w:p>
    <w:p w14:paraId="2057FB57" w14:textId="52CF2D14" w:rsidR="00AB7E74" w:rsidRPr="00274938" w:rsidRDefault="00AB7E74" w:rsidP="000149EA">
      <w:pPr>
        <w:pStyle w:val="Nadpis1"/>
        <w:rPr>
          <w:rFonts w:ascii="Cambria" w:hAnsi="Cambria"/>
        </w:rPr>
      </w:pPr>
      <w:bookmarkStart w:id="358" w:name="_Toc4416503"/>
      <w:bookmarkStart w:id="359" w:name="_Toc4416638"/>
      <w:bookmarkStart w:id="360" w:name="_Toc4416932"/>
      <w:bookmarkStart w:id="361" w:name="_Toc4416981"/>
      <w:bookmarkStart w:id="362" w:name="_Toc113524065"/>
      <w:r w:rsidRPr="00274938">
        <w:rPr>
          <w:rFonts w:ascii="Cambria" w:hAnsi="Cambria"/>
        </w:rPr>
        <w:lastRenderedPageBreak/>
        <w:t>Spôsob určenia ceny</w:t>
      </w:r>
      <w:bookmarkEnd w:id="344"/>
      <w:bookmarkEnd w:id="358"/>
      <w:bookmarkEnd w:id="359"/>
      <w:bookmarkEnd w:id="360"/>
      <w:bookmarkEnd w:id="361"/>
      <w:bookmarkEnd w:id="362"/>
    </w:p>
    <w:p w14:paraId="5AB616E9" w14:textId="07BB45E3" w:rsidR="00AB7E74" w:rsidRPr="00274938" w:rsidRDefault="00AB7E74" w:rsidP="000149EA">
      <w:pPr>
        <w:pStyle w:val="Nadpis3"/>
      </w:pPr>
      <w:bookmarkStart w:id="363" w:name="_Toc400006306"/>
      <w:bookmarkStart w:id="364" w:name="_Toc444084985"/>
      <w:bookmarkStart w:id="365" w:name="_Toc4416639"/>
      <w:bookmarkStart w:id="366" w:name="_Toc4416933"/>
      <w:bookmarkStart w:id="367" w:name="_Toc4416982"/>
      <w:bookmarkStart w:id="368" w:name="_Toc113524066"/>
      <w:r w:rsidRPr="00274938">
        <w:t xml:space="preserve">Stanovenie ceny za </w:t>
      </w:r>
      <w:r w:rsidR="0068594A" w:rsidRPr="00274938">
        <w:t>p</w:t>
      </w:r>
      <w:r w:rsidR="007D674D" w:rsidRPr="00274938">
        <w:t>redmet</w:t>
      </w:r>
      <w:r w:rsidRPr="00274938">
        <w:t xml:space="preserve"> zákazky</w:t>
      </w:r>
      <w:bookmarkEnd w:id="363"/>
      <w:bookmarkEnd w:id="364"/>
      <w:bookmarkEnd w:id="365"/>
      <w:bookmarkEnd w:id="366"/>
      <w:bookmarkEnd w:id="367"/>
      <w:bookmarkEnd w:id="368"/>
      <w:r w:rsidR="00D12961" w:rsidRPr="00274938">
        <w:t xml:space="preserve"> </w:t>
      </w:r>
    </w:p>
    <w:p w14:paraId="7C251DEA" w14:textId="77777777" w:rsidR="007C13AD" w:rsidRPr="00274938" w:rsidRDefault="007C13AD" w:rsidP="000149EA">
      <w:pPr>
        <w:pStyle w:val="Nadpis4"/>
        <w:rPr>
          <w:rFonts w:ascii="Cambria" w:hAnsi="Cambria"/>
        </w:rPr>
      </w:pPr>
      <w:bookmarkStart w:id="369" w:name="_Toc400006307"/>
      <w:bookmarkStart w:id="370" w:name="_Toc444084986"/>
      <w:bookmarkStart w:id="371" w:name="_Toc4416640"/>
      <w:bookmarkStart w:id="372" w:name="_Toc4416934"/>
      <w:bookmarkStart w:id="373" w:name="_Toc4416983"/>
      <w:r w:rsidRPr="00274938">
        <w:rPr>
          <w:rFonts w:ascii="Cambria" w:hAnsi="Cambria"/>
        </w:rPr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274938" w:rsidRDefault="007C13AD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Uchádzač musí v ponuke uviesť celkovú cenu celého predmetu zákazky, t.</w:t>
      </w:r>
      <w:r w:rsidR="00624CDA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j. cenu vrátane odplaty za akékoľvek súvisiace náklady</w:t>
      </w:r>
      <w:r w:rsidR="002A74A3" w:rsidRPr="00274938">
        <w:rPr>
          <w:rFonts w:ascii="Cambria" w:hAnsi="Cambria"/>
        </w:rPr>
        <w:t xml:space="preserve"> spojené s plnením uchádzača za realizáciu opatrení a poskytovanie súvisiacich služieb, ako sú opísané</w:t>
      </w:r>
      <w:r w:rsidRPr="00274938">
        <w:rPr>
          <w:rFonts w:ascii="Cambria" w:hAnsi="Cambria"/>
        </w:rPr>
        <w:t xml:space="preserve"> v Časti B. Opis predmetu zákazky a Časti D. Obchodné podmienky týchto súťažných podkladov</w:t>
      </w:r>
      <w:r w:rsidR="002A74A3" w:rsidRPr="00274938">
        <w:rPr>
          <w:rFonts w:ascii="Cambria" w:hAnsi="Cambria"/>
        </w:rPr>
        <w:t xml:space="preserve"> a v súlade s ponukou uchádzača</w:t>
      </w:r>
      <w:r w:rsidRPr="00274938">
        <w:rPr>
          <w:rFonts w:ascii="Cambria" w:hAnsi="Cambria"/>
        </w:rPr>
        <w:t>.</w:t>
      </w:r>
    </w:p>
    <w:p w14:paraId="46CB451E" w14:textId="300297B0" w:rsidR="007C13AD" w:rsidRPr="00274938" w:rsidRDefault="007C13AD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Základnou zásadou posudzovania cien ponúknutých uchádzačmi je posudzovanie konečnej ceny, ktorú by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erejný obstarávateľ bol povinný zaplatiť uchádzačovi v prípade úspechu jeho ponuky v</w:t>
      </w:r>
      <w:r w:rsidR="00E6388E" w:rsidRPr="00274938">
        <w:rPr>
          <w:rFonts w:ascii="Cambria" w:hAnsi="Cambria"/>
        </w:rPr>
        <w:t> tomto Verejnom obstarávaní</w:t>
      </w:r>
      <w:r w:rsidRPr="00274938">
        <w:rPr>
          <w:rFonts w:ascii="Cambria" w:hAnsi="Cambria"/>
        </w:rPr>
        <w:t xml:space="preserve"> v súlade s platným právnym režimom upravujúcim akékoľvek dane a poplatky vzťahujúce sa na </w:t>
      </w:r>
      <w:r w:rsidR="00821B52" w:rsidRPr="00274938">
        <w:rPr>
          <w:rFonts w:ascii="Cambria" w:hAnsi="Cambria"/>
        </w:rPr>
        <w:t>obstaranie</w:t>
      </w:r>
      <w:r w:rsidRPr="00274938">
        <w:rPr>
          <w:rFonts w:ascii="Cambria" w:hAnsi="Cambria"/>
        </w:rPr>
        <w:t xml:space="preserve"> predmetu zákazky.  </w:t>
      </w:r>
    </w:p>
    <w:p w14:paraId="17A67633" w14:textId="1A76A73C" w:rsidR="00AB7E74" w:rsidRPr="00274938" w:rsidRDefault="00AB7E74" w:rsidP="000149EA">
      <w:pPr>
        <w:pStyle w:val="Nadpis3"/>
      </w:pPr>
      <w:bookmarkStart w:id="374" w:name="_Toc113524067"/>
      <w:r w:rsidRPr="00274938">
        <w:t xml:space="preserve">Predloženie ceny za </w:t>
      </w:r>
      <w:r w:rsidR="0068594A" w:rsidRPr="00274938">
        <w:t>p</w:t>
      </w:r>
      <w:r w:rsidR="007D674D" w:rsidRPr="00274938">
        <w:t>redmet</w:t>
      </w:r>
      <w:r w:rsidRPr="00274938">
        <w:t xml:space="preserve"> zákazky</w:t>
      </w:r>
      <w:bookmarkEnd w:id="369"/>
      <w:bookmarkEnd w:id="370"/>
      <w:bookmarkEnd w:id="371"/>
      <w:bookmarkEnd w:id="372"/>
      <w:bookmarkEnd w:id="373"/>
      <w:bookmarkEnd w:id="374"/>
    </w:p>
    <w:p w14:paraId="774336AE" w14:textId="77777777" w:rsidR="00AB7E74" w:rsidRPr="00274938" w:rsidRDefault="00AB7E74" w:rsidP="00C01EBB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15A921C2" w:rsidR="00512AF5" w:rsidRPr="00274938" w:rsidRDefault="00512AF5" w:rsidP="000149EA">
      <w:pPr>
        <w:pStyle w:val="Nadpis4"/>
        <w:rPr>
          <w:rFonts w:ascii="Cambria" w:hAnsi="Cambria"/>
        </w:rPr>
      </w:pPr>
      <w:bookmarkStart w:id="375" w:name="_Hlk13568137"/>
      <w:r w:rsidRPr="00274938">
        <w:rPr>
          <w:rFonts w:ascii="Cambria" w:hAnsi="Cambria"/>
        </w:rPr>
        <w:t xml:space="preserve">Uchádzač v </w:t>
      </w:r>
      <w:r w:rsidR="00821B52" w:rsidRPr="00274938">
        <w:rPr>
          <w:rFonts w:ascii="Cambria" w:hAnsi="Cambria"/>
        </w:rPr>
        <w:t>n</w:t>
      </w:r>
      <w:r w:rsidRPr="00274938">
        <w:rPr>
          <w:rFonts w:ascii="Cambria" w:hAnsi="Cambria"/>
        </w:rPr>
        <w:t xml:space="preserve">ávrhu na plnenie kritérií </w:t>
      </w:r>
      <w:r w:rsidR="00BE37E5" w:rsidRPr="00274938">
        <w:rPr>
          <w:rFonts w:ascii="Cambria" w:hAnsi="Cambria"/>
        </w:rPr>
        <w:t xml:space="preserve">(formulár C1 súťažných podkladov) </w:t>
      </w:r>
      <w:r w:rsidRPr="00274938">
        <w:rPr>
          <w:rFonts w:ascii="Cambria" w:hAnsi="Cambria"/>
        </w:rPr>
        <w:t xml:space="preserve">uvedie navrhovanú celkovú cenu </w:t>
      </w:r>
      <w:r w:rsidR="001B7E37" w:rsidRPr="00274938">
        <w:rPr>
          <w:rFonts w:ascii="Cambria" w:hAnsi="Cambria"/>
        </w:rPr>
        <w:t xml:space="preserve">aj </w:t>
      </w:r>
      <w:r w:rsidRPr="00274938">
        <w:rPr>
          <w:rFonts w:ascii="Cambria" w:hAnsi="Cambria"/>
        </w:rPr>
        <w:t>vrátane dane z pridanej hodnoty (ďalej len „</w:t>
      </w:r>
      <w:r w:rsidRPr="00274938">
        <w:rPr>
          <w:rFonts w:ascii="Cambria" w:hAnsi="Cambria"/>
          <w:b/>
        </w:rPr>
        <w:t>DPH</w:t>
      </w:r>
      <w:r w:rsidRPr="00274938">
        <w:rPr>
          <w:rFonts w:ascii="Cambria" w:hAnsi="Cambria"/>
        </w:rPr>
        <w:t xml:space="preserve">“), </w:t>
      </w:r>
      <w:r w:rsidR="00FB1BBF" w:rsidRPr="00274938">
        <w:rPr>
          <w:rFonts w:ascii="Cambria" w:hAnsi="Cambria"/>
        </w:rPr>
        <w:t>ktorú bude Verejný obstarávateľ musieť zaplatiť úspešnému uchádzačovi na základe faktúry, a to vo výške 20 % z ceny bez DPH</w:t>
      </w:r>
      <w:r w:rsidRPr="00274938">
        <w:rPr>
          <w:rFonts w:ascii="Cambria" w:hAnsi="Cambria"/>
        </w:rPr>
        <w:t xml:space="preserve">. Pri vypĺňaní jednotlivých položiek Prílohy </w:t>
      </w:r>
      <w:r w:rsidR="003952DC" w:rsidRPr="00274938">
        <w:rPr>
          <w:rFonts w:ascii="Cambria" w:hAnsi="Cambria"/>
        </w:rPr>
        <w:t>C</w:t>
      </w:r>
      <w:r w:rsidRPr="00274938">
        <w:rPr>
          <w:rFonts w:ascii="Cambria" w:hAnsi="Cambria"/>
        </w:rPr>
        <w:t xml:space="preserve">1 Návrh na plnenie kritérií uchádzač teda uvedie cenu bez DPH, sadzbu DPH a cenu vrátane DPH. </w:t>
      </w:r>
    </w:p>
    <w:p w14:paraId="625BB031" w14:textId="026B5BD2" w:rsidR="00512AF5" w:rsidRPr="00274938" w:rsidRDefault="00512AF5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Hodnotená bude celková cena</w:t>
      </w:r>
      <w:r w:rsidR="00526986" w:rsidRPr="00274938">
        <w:rPr>
          <w:rFonts w:ascii="Cambria" w:hAnsi="Cambria"/>
        </w:rPr>
        <w:t xml:space="preserve"> </w:t>
      </w:r>
      <w:r w:rsidR="00533A6E" w:rsidRPr="00274938">
        <w:rPr>
          <w:rFonts w:ascii="Cambria" w:hAnsi="Cambria"/>
        </w:rPr>
        <w:t xml:space="preserve">vrátane </w:t>
      </w:r>
      <w:r w:rsidRPr="00274938">
        <w:rPr>
          <w:rFonts w:ascii="Cambria" w:hAnsi="Cambria"/>
        </w:rPr>
        <w:t>DPH.</w:t>
      </w:r>
    </w:p>
    <w:p w14:paraId="728337E4" w14:textId="65EAA73C" w:rsidR="00512AF5" w:rsidRPr="00274938" w:rsidRDefault="00512AF5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Uchádzač zároveň uvedie, či je alebo nie je registrovaným platiteľom DPH v Slovenskej republike</w:t>
      </w:r>
      <w:bookmarkEnd w:id="375"/>
      <w:r w:rsidRPr="00274938">
        <w:rPr>
          <w:rFonts w:ascii="Cambria" w:hAnsi="Cambria"/>
        </w:rPr>
        <w:t xml:space="preserve">. </w:t>
      </w:r>
    </w:p>
    <w:p w14:paraId="2F041BD7" w14:textId="62727D5C" w:rsidR="00512AF5" w:rsidRPr="00274938" w:rsidRDefault="00512AF5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C</w:t>
      </w:r>
      <w:bookmarkStart w:id="376" w:name="_Hlk14250010"/>
      <w:r w:rsidRPr="00274938">
        <w:rPr>
          <w:rFonts w:ascii="Cambria" w:hAnsi="Cambria"/>
        </w:rPr>
        <w:t>enu predmetu zákazky predloží uchádzač vyplnením Návrh</w:t>
      </w:r>
      <w:r w:rsidR="0080134C" w:rsidRPr="00274938">
        <w:rPr>
          <w:rFonts w:ascii="Cambria" w:hAnsi="Cambria"/>
        </w:rPr>
        <w:t>u</w:t>
      </w:r>
      <w:r w:rsidRPr="00274938">
        <w:rPr>
          <w:rFonts w:ascii="Cambria" w:hAnsi="Cambria"/>
        </w:rPr>
        <w:t xml:space="preserve"> na plnenie kritérií</w:t>
      </w:r>
      <w:r w:rsidR="0080134C" w:rsidRPr="00274938">
        <w:rPr>
          <w:rFonts w:ascii="Cambria" w:hAnsi="Cambria"/>
        </w:rPr>
        <w:t xml:space="preserve"> a</w:t>
      </w:r>
      <w:r w:rsidRPr="00274938">
        <w:rPr>
          <w:rFonts w:ascii="Cambria" w:hAnsi="Cambria"/>
        </w:rPr>
        <w:t>, ktorého vzor tvorí obsah Prílohy C1 Návrh na plnenie kritérií týchto súťažných podkladov.</w:t>
      </w:r>
      <w:bookmarkEnd w:id="376"/>
    </w:p>
    <w:p w14:paraId="1373DB25" w14:textId="15BC2117" w:rsidR="005C361C" w:rsidRPr="00274938" w:rsidRDefault="007954F2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</w:t>
      </w:r>
      <w:r w:rsidR="005C361C" w:rsidRPr="00274938">
        <w:rPr>
          <w:rFonts w:ascii="Cambria" w:hAnsi="Cambria"/>
        </w:rPr>
        <w:t xml:space="preserve">ovinnosťou uchádzača je dôsledne preskúmať celý obsah súťažných podkladov a návrhu </w:t>
      </w:r>
      <w:r w:rsidR="00437C48" w:rsidRPr="00274938">
        <w:rPr>
          <w:rFonts w:ascii="Cambria" w:hAnsi="Cambria"/>
        </w:rPr>
        <w:t>z</w:t>
      </w:r>
      <w:r w:rsidR="005C361C" w:rsidRPr="00274938">
        <w:rPr>
          <w:rFonts w:ascii="Cambria" w:hAnsi="Cambria"/>
        </w:rPr>
        <w:t xml:space="preserve">mluvy, a na základe ich obsahu stanoviť cenu za uskutočnenie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5C361C" w:rsidRPr="00274938">
        <w:rPr>
          <w:rFonts w:ascii="Cambria" w:hAnsi="Cambria"/>
        </w:rPr>
        <w:t xml:space="preserve">u zákazky. Uchádzač je vo svojej ponuke povinný zohľadniť všetko, čo je nevyhnutné na úplné a riadne plnenie svojich záväzkov zo </w:t>
      </w:r>
      <w:r w:rsidR="00437C48" w:rsidRPr="00274938">
        <w:rPr>
          <w:rFonts w:ascii="Cambria" w:hAnsi="Cambria"/>
        </w:rPr>
        <w:t>z</w:t>
      </w:r>
      <w:r w:rsidR="005C361C" w:rsidRPr="00274938">
        <w:rPr>
          <w:rFonts w:ascii="Cambria" w:hAnsi="Cambria"/>
        </w:rPr>
        <w:t xml:space="preserve">mluvy, pričom do svojich ponukových cien zahrnie všetky náklady spojené s plnením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5C361C" w:rsidRPr="00274938">
        <w:rPr>
          <w:rFonts w:ascii="Cambria" w:hAnsi="Cambria"/>
        </w:rPr>
        <w:t>u zákazky.</w:t>
      </w:r>
      <w:r w:rsidR="00F515D2" w:rsidRPr="00274938">
        <w:rPr>
          <w:rFonts w:ascii="Cambria" w:hAnsi="Cambria"/>
        </w:rPr>
        <w:t xml:space="preserve"> </w:t>
      </w:r>
      <w:r w:rsidR="005C361C" w:rsidRPr="00274938">
        <w:rPr>
          <w:rFonts w:ascii="Cambria" w:hAnsi="Cambria"/>
        </w:rPr>
        <w:t xml:space="preserve">Cena musí zahŕňať všetky ekonomicky odôvodnené náklady uchádzača na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5C361C" w:rsidRPr="00274938">
        <w:rPr>
          <w:rFonts w:ascii="Cambria" w:hAnsi="Cambria"/>
        </w:rPr>
        <w:t xml:space="preserve"> zákazky v rozsahu a za podmienok uvedených v </w:t>
      </w:r>
      <w:r w:rsidR="00437C48" w:rsidRPr="00274938">
        <w:rPr>
          <w:rFonts w:ascii="Cambria" w:hAnsi="Cambria"/>
        </w:rPr>
        <w:t>z</w:t>
      </w:r>
      <w:r w:rsidR="005C361C" w:rsidRPr="00274938">
        <w:rPr>
          <w:rFonts w:ascii="Cambria" w:hAnsi="Cambria"/>
        </w:rPr>
        <w:t>mluve a primeraný zisk.</w:t>
      </w:r>
    </w:p>
    <w:p w14:paraId="2908A8BF" w14:textId="4B28E1D3" w:rsidR="003B49C4" w:rsidRPr="00274938" w:rsidRDefault="003B49C4" w:rsidP="003B49C4">
      <w:pPr>
        <w:ind w:left="709"/>
        <w:rPr>
          <w:rFonts w:ascii="Cambria" w:eastAsiaTheme="majorEastAsia" w:hAnsi="Cambria" w:cs="Arial"/>
          <w:b/>
          <w:sz w:val="20"/>
          <w:szCs w:val="20"/>
        </w:rPr>
      </w:pPr>
      <w:r w:rsidRPr="00274938">
        <w:rPr>
          <w:rFonts w:ascii="Cambria" w:eastAsiaTheme="majorEastAsia" w:hAnsi="Cambria" w:cs="Arial"/>
          <w:b/>
          <w:sz w:val="20"/>
          <w:szCs w:val="20"/>
        </w:rPr>
        <w:t>Prílohy Časti C. Súťažných podkladov</w:t>
      </w:r>
    </w:p>
    <w:p w14:paraId="249A90F5" w14:textId="0A660516" w:rsidR="003B49C4" w:rsidRPr="00274938" w:rsidRDefault="003B49C4" w:rsidP="003B49C4">
      <w:pPr>
        <w:ind w:left="1985" w:hanging="1276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C1  </w:t>
      </w:r>
      <w:r w:rsidRPr="00274938">
        <w:rPr>
          <w:rFonts w:ascii="Cambria" w:hAnsi="Cambria" w:cs="Arial"/>
          <w:sz w:val="20"/>
          <w:szCs w:val="20"/>
        </w:rPr>
        <w:tab/>
        <w:t>Návrh na plnenie kritérií (vzor)</w:t>
      </w:r>
      <w:r w:rsidR="00164D8E" w:rsidRPr="00274938">
        <w:rPr>
          <w:rFonts w:ascii="Cambria" w:hAnsi="Cambria" w:cs="Arial"/>
          <w:sz w:val="20"/>
          <w:szCs w:val="20"/>
        </w:rPr>
        <w:t xml:space="preserve"> </w:t>
      </w:r>
    </w:p>
    <w:p w14:paraId="3223F496" w14:textId="77777777" w:rsidR="00A67265" w:rsidRPr="00274938" w:rsidRDefault="00A67265" w:rsidP="003B49C4">
      <w:pPr>
        <w:ind w:left="1985" w:hanging="1276"/>
        <w:rPr>
          <w:rFonts w:ascii="Cambria" w:hAnsi="Cambria" w:cs="Arial"/>
          <w:sz w:val="20"/>
          <w:szCs w:val="20"/>
        </w:rPr>
      </w:pPr>
    </w:p>
    <w:p w14:paraId="3B8BAF63" w14:textId="66A4CD37" w:rsidR="003B49C4" w:rsidRPr="00274938" w:rsidRDefault="003B49C4">
      <w:pPr>
        <w:rPr>
          <w:rFonts w:ascii="Cambria" w:eastAsiaTheme="majorEastAsia" w:hAnsi="Cambria" w:cstheme="majorBidi"/>
          <w:b/>
          <w:sz w:val="20"/>
          <w:szCs w:val="20"/>
          <w:u w:val="single"/>
        </w:rPr>
      </w:pPr>
      <w:r w:rsidRPr="00274938">
        <w:rPr>
          <w:rFonts w:ascii="Cambria" w:eastAsiaTheme="majorEastAsia" w:hAnsi="Cambria" w:cstheme="majorBidi"/>
          <w:b/>
          <w:sz w:val="20"/>
          <w:szCs w:val="20"/>
          <w:u w:val="single"/>
        </w:rPr>
        <w:br w:type="page"/>
      </w:r>
    </w:p>
    <w:p w14:paraId="3ABBE52C" w14:textId="338446DF" w:rsidR="004D6EEC" w:rsidRPr="00274938" w:rsidRDefault="004D6EEC" w:rsidP="000149EA">
      <w:pPr>
        <w:pStyle w:val="Nadpis1"/>
        <w:rPr>
          <w:rFonts w:ascii="Cambria" w:hAnsi="Cambria"/>
        </w:rPr>
      </w:pPr>
      <w:bookmarkStart w:id="377" w:name="_Toc4416504"/>
      <w:bookmarkStart w:id="378" w:name="_Toc4416641"/>
      <w:bookmarkStart w:id="379" w:name="_Toc4416935"/>
      <w:bookmarkStart w:id="380" w:name="_Toc4416984"/>
      <w:bookmarkStart w:id="381" w:name="_Toc113524068"/>
      <w:r w:rsidRPr="00274938">
        <w:rPr>
          <w:rFonts w:ascii="Cambria" w:hAnsi="Cambria"/>
        </w:rPr>
        <w:lastRenderedPageBreak/>
        <w:t>Obchodné podmienky</w:t>
      </w:r>
      <w:bookmarkEnd w:id="377"/>
      <w:bookmarkEnd w:id="378"/>
      <w:bookmarkEnd w:id="379"/>
      <w:bookmarkEnd w:id="380"/>
      <w:bookmarkEnd w:id="381"/>
    </w:p>
    <w:p w14:paraId="25F5FBFC" w14:textId="391E3244" w:rsidR="00AB7E74" w:rsidRPr="00274938" w:rsidRDefault="00AB7E74" w:rsidP="000149EA">
      <w:pPr>
        <w:pStyle w:val="Nadpis3"/>
      </w:pPr>
      <w:bookmarkStart w:id="382" w:name="_Toc444084988"/>
      <w:bookmarkStart w:id="383" w:name="_Toc4416642"/>
      <w:bookmarkStart w:id="384" w:name="_Toc4416936"/>
      <w:bookmarkStart w:id="385" w:name="_Toc4416985"/>
      <w:bookmarkStart w:id="386" w:name="_Toc113524069"/>
      <w:r w:rsidRPr="00274938">
        <w:t xml:space="preserve">Podmienky uzatvorenia </w:t>
      </w:r>
      <w:r w:rsidR="00437C48" w:rsidRPr="00274938">
        <w:t>z</w:t>
      </w:r>
      <w:r w:rsidR="00347476" w:rsidRPr="00274938">
        <w:t>mluv</w:t>
      </w:r>
      <w:r w:rsidRPr="00274938">
        <w:t>y</w:t>
      </w:r>
      <w:bookmarkEnd w:id="382"/>
      <w:bookmarkEnd w:id="383"/>
      <w:bookmarkEnd w:id="384"/>
      <w:bookmarkEnd w:id="385"/>
      <w:bookmarkEnd w:id="386"/>
    </w:p>
    <w:p w14:paraId="116CF538" w14:textId="77777777" w:rsidR="00FB1BBF" w:rsidRPr="00274938" w:rsidRDefault="00FB1BBF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Medzi Verejným obstarávateľom a úspešným uchádzačom ako poskytovateľom bude uzavretá Zmluva o Dielo s rozšírenými zárukami uzatvorená podľa ustanovenia § 269 ods. 2 s primeraným uplatnením ustanovení § 536 a </w:t>
      </w:r>
      <w:proofErr w:type="spellStart"/>
      <w:r w:rsidRPr="00274938">
        <w:rPr>
          <w:rFonts w:ascii="Cambria" w:hAnsi="Cambria"/>
        </w:rPr>
        <w:t>nasl</w:t>
      </w:r>
      <w:proofErr w:type="spellEnd"/>
      <w:r w:rsidRPr="00274938">
        <w:rPr>
          <w:rFonts w:ascii="Cambria" w:hAnsi="Cambria"/>
        </w:rPr>
        <w:t>. zákona č. 513/1991 Zb. Obchodný zákonník v znení neskorších predpisov. Predmet plnenia ako aj jeho cena budú presne zodpovedať obsahu víťaznej ponuky a bude v súlade so špecifikáciou stanovenou v Časti B. Opis predmetu zákazky týchto súťažných podkladoch.</w:t>
      </w:r>
    </w:p>
    <w:p w14:paraId="3E24DA0D" w14:textId="6C50D6C1" w:rsidR="003B49C4" w:rsidRPr="00274938" w:rsidRDefault="003B49C4" w:rsidP="00442FEC">
      <w:pPr>
        <w:ind w:left="709"/>
        <w:jc w:val="both"/>
        <w:rPr>
          <w:rFonts w:ascii="Cambria" w:eastAsiaTheme="majorEastAsia" w:hAnsi="Cambria" w:cs="Arial"/>
          <w:b/>
          <w:sz w:val="20"/>
          <w:szCs w:val="20"/>
        </w:rPr>
      </w:pPr>
      <w:r w:rsidRPr="00274938">
        <w:rPr>
          <w:rFonts w:ascii="Cambria" w:eastAsiaTheme="majorEastAsia" w:hAnsi="Cambria" w:cs="Arial"/>
          <w:b/>
          <w:sz w:val="20"/>
          <w:szCs w:val="20"/>
        </w:rPr>
        <w:t>Prílohy Časti D. Súťažných podkladov</w:t>
      </w:r>
    </w:p>
    <w:p w14:paraId="375D3C68" w14:textId="1EA4F763" w:rsidR="00AB7E74" w:rsidRPr="00274938" w:rsidRDefault="003B49C4" w:rsidP="00442FEC">
      <w:pPr>
        <w:widowControl w:val="0"/>
        <w:ind w:left="1985" w:hanging="1276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D1</w:t>
      </w:r>
      <w:r w:rsidRPr="00274938">
        <w:rPr>
          <w:rFonts w:ascii="Cambria" w:hAnsi="Cambria" w:cs="Arial"/>
          <w:sz w:val="20"/>
          <w:szCs w:val="20"/>
        </w:rPr>
        <w:tab/>
      </w:r>
      <w:r w:rsidR="007C13AD" w:rsidRPr="00274938">
        <w:rPr>
          <w:rFonts w:ascii="Cambria" w:hAnsi="Cambria" w:cs="Arial"/>
          <w:sz w:val="20"/>
          <w:szCs w:val="20"/>
        </w:rPr>
        <w:t xml:space="preserve">Zmluva </w:t>
      </w:r>
      <w:r w:rsidR="00937AE6" w:rsidRPr="00274938">
        <w:rPr>
          <w:rFonts w:ascii="Cambria" w:hAnsi="Cambria"/>
          <w:sz w:val="20"/>
          <w:szCs w:val="20"/>
        </w:rPr>
        <w:t>o</w:t>
      </w:r>
      <w:r w:rsidR="00FB1BBF" w:rsidRPr="00274938">
        <w:rPr>
          <w:rFonts w:ascii="Cambria" w:hAnsi="Cambria"/>
          <w:sz w:val="20"/>
          <w:szCs w:val="20"/>
        </w:rPr>
        <w:t> dielo s rozšírenými zárukami</w:t>
      </w:r>
    </w:p>
    <w:p w14:paraId="69A3886C" w14:textId="77777777" w:rsidR="00914ABE" w:rsidRPr="00274938" w:rsidRDefault="00914ABE" w:rsidP="009534E2">
      <w:pPr>
        <w:widowControl w:val="0"/>
        <w:jc w:val="center"/>
        <w:rPr>
          <w:rFonts w:ascii="Cambria" w:hAnsi="Cambria"/>
          <w:b/>
          <w:bCs/>
          <w:caps/>
          <w:sz w:val="20"/>
          <w:szCs w:val="20"/>
        </w:rPr>
      </w:pPr>
      <w:bookmarkStart w:id="387" w:name="_Toc444084990"/>
    </w:p>
    <w:p w14:paraId="41B583BB" w14:textId="77777777" w:rsidR="00914ABE" w:rsidRPr="00274938" w:rsidRDefault="00914ABE" w:rsidP="009534E2">
      <w:pPr>
        <w:widowControl w:val="0"/>
        <w:jc w:val="center"/>
        <w:rPr>
          <w:rFonts w:ascii="Cambria" w:hAnsi="Cambria"/>
          <w:b/>
          <w:bCs/>
          <w:caps/>
          <w:sz w:val="20"/>
          <w:szCs w:val="20"/>
        </w:rPr>
      </w:pPr>
    </w:p>
    <w:p w14:paraId="6B8B775F" w14:textId="77777777" w:rsidR="00914ABE" w:rsidRPr="00274938" w:rsidRDefault="00914ABE" w:rsidP="009534E2">
      <w:pPr>
        <w:widowControl w:val="0"/>
        <w:jc w:val="center"/>
        <w:rPr>
          <w:rFonts w:ascii="Cambria" w:hAnsi="Cambria"/>
          <w:b/>
          <w:bCs/>
          <w:caps/>
          <w:sz w:val="20"/>
          <w:szCs w:val="20"/>
        </w:rPr>
      </w:pPr>
    </w:p>
    <w:p w14:paraId="4BCD521A" w14:textId="77777777" w:rsidR="008F6793" w:rsidRPr="00274938" w:rsidRDefault="008F6793" w:rsidP="000149EA">
      <w:pPr>
        <w:pStyle w:val="Nadpis1"/>
        <w:rPr>
          <w:rFonts w:ascii="Cambria" w:hAnsi="Cambria"/>
        </w:rPr>
        <w:sectPr w:rsidR="008F6793" w:rsidRPr="00274938" w:rsidSect="001C4E2C">
          <w:headerReference w:type="default" r:id="rId16"/>
          <w:footerReference w:type="default" r:id="rId17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1E6DA2C4" w:rsidR="00737281" w:rsidRPr="00274938" w:rsidRDefault="00737281" w:rsidP="000149EA">
      <w:pPr>
        <w:pStyle w:val="Nadpis1"/>
        <w:rPr>
          <w:rFonts w:ascii="Cambria" w:hAnsi="Cambria"/>
        </w:rPr>
      </w:pPr>
      <w:bookmarkStart w:id="388" w:name="_Toc4416505"/>
      <w:bookmarkStart w:id="389" w:name="_Toc4416643"/>
      <w:bookmarkStart w:id="390" w:name="_Toc4416937"/>
      <w:bookmarkStart w:id="391" w:name="_Toc4416986"/>
      <w:bookmarkStart w:id="392" w:name="_Toc113524070"/>
      <w:r w:rsidRPr="00274938">
        <w:rPr>
          <w:rFonts w:ascii="Cambria" w:hAnsi="Cambria"/>
        </w:rPr>
        <w:lastRenderedPageBreak/>
        <w:t>Kritéri</w:t>
      </w:r>
      <w:r w:rsidR="00FB212F" w:rsidRPr="00274938">
        <w:rPr>
          <w:rFonts w:ascii="Cambria" w:hAnsi="Cambria"/>
        </w:rPr>
        <w:t>á</w:t>
      </w:r>
      <w:r w:rsidRPr="00274938">
        <w:rPr>
          <w:rFonts w:ascii="Cambria" w:hAnsi="Cambria"/>
        </w:rPr>
        <w:t xml:space="preserve"> hodnotenia ponúk</w:t>
      </w:r>
      <w:bookmarkEnd w:id="387"/>
      <w:bookmarkEnd w:id="388"/>
      <w:bookmarkEnd w:id="389"/>
      <w:bookmarkEnd w:id="390"/>
      <w:bookmarkEnd w:id="391"/>
      <w:bookmarkEnd w:id="392"/>
    </w:p>
    <w:p w14:paraId="47E83B9C" w14:textId="11DF554E" w:rsidR="00737281" w:rsidRPr="00274938" w:rsidRDefault="00737281" w:rsidP="000149EA">
      <w:pPr>
        <w:pStyle w:val="Nadpis3"/>
      </w:pPr>
      <w:bookmarkStart w:id="393" w:name="kriteria_vahy"/>
      <w:bookmarkStart w:id="394" w:name="_Toc444084991"/>
      <w:bookmarkStart w:id="395" w:name="_Toc4416644"/>
      <w:bookmarkStart w:id="396" w:name="_Toc4416938"/>
      <w:bookmarkStart w:id="397" w:name="_Toc4416987"/>
      <w:bookmarkStart w:id="398" w:name="_Toc113524071"/>
      <w:bookmarkEnd w:id="393"/>
      <w:r w:rsidRPr="00274938">
        <w:t>Kritérium na hodnotenie ponúk</w:t>
      </w:r>
      <w:bookmarkEnd w:id="394"/>
      <w:bookmarkEnd w:id="395"/>
      <w:bookmarkEnd w:id="396"/>
      <w:bookmarkEnd w:id="397"/>
      <w:bookmarkEnd w:id="398"/>
    </w:p>
    <w:p w14:paraId="5B39A85C" w14:textId="2DA6ACDC" w:rsidR="00885888" w:rsidRPr="00274938" w:rsidRDefault="00885888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Hodnotenie ponúk bude vykonané na základe kritéria ekonomicky najvýhodnejšia ponuka. Kritérium pozostáva z dvoch </w:t>
      </w:r>
      <w:proofErr w:type="spellStart"/>
      <w:r w:rsidRPr="00274938">
        <w:rPr>
          <w:rFonts w:ascii="Cambria" w:hAnsi="Cambria"/>
        </w:rPr>
        <w:t>podkritérií</w:t>
      </w:r>
      <w:proofErr w:type="spellEnd"/>
      <w:r w:rsidRPr="00274938">
        <w:rPr>
          <w:rFonts w:ascii="Cambria" w:hAnsi="Cambria"/>
        </w:rPr>
        <w:t>:</w:t>
      </w:r>
    </w:p>
    <w:p w14:paraId="4DFCC230" w14:textId="330EA0E3" w:rsidR="00885888" w:rsidRPr="00274938" w:rsidRDefault="006D75A2" w:rsidP="003207A0">
      <w:pPr>
        <w:pStyle w:val="Nadpis6"/>
      </w:pPr>
      <w:r w:rsidRPr="00274938">
        <w:t>C</w:t>
      </w:r>
      <w:r w:rsidR="00885888" w:rsidRPr="00274938">
        <w:t xml:space="preserve">elkové úspory </w:t>
      </w:r>
      <w:r w:rsidRPr="00274938">
        <w:t>počas trvania zmluvy</w:t>
      </w:r>
      <w:r w:rsidRPr="00274938">
        <w:rPr>
          <w:rFonts w:cs="Arial"/>
          <w:noProof/>
        </w:rPr>
        <w:t xml:space="preserve"> </w:t>
      </w:r>
      <w:r w:rsidR="00533A6E" w:rsidRPr="00274938">
        <w:rPr>
          <w:rFonts w:cs="Arial"/>
          <w:noProof/>
        </w:rPr>
        <w:t xml:space="preserve">vrátane </w:t>
      </w:r>
      <w:r w:rsidRPr="00274938">
        <w:rPr>
          <w:rFonts w:cs="Arial"/>
          <w:noProof/>
        </w:rPr>
        <w:t>DPH</w:t>
      </w:r>
      <w:r w:rsidRPr="00274938">
        <w:t xml:space="preserve"> </w:t>
      </w:r>
      <w:r w:rsidR="00885888" w:rsidRPr="00274938">
        <w:t>(A),</w:t>
      </w:r>
    </w:p>
    <w:p w14:paraId="5BFE0B86" w14:textId="7D37676C" w:rsidR="00885888" w:rsidRPr="00274938" w:rsidRDefault="006D75A2" w:rsidP="003207A0">
      <w:pPr>
        <w:pStyle w:val="Nadpis6"/>
      </w:pPr>
      <w:r w:rsidRPr="00274938">
        <w:t>C</w:t>
      </w:r>
      <w:r w:rsidR="00885888" w:rsidRPr="00274938">
        <w:t xml:space="preserve">elková cena za realizáciu predmetu zákazky </w:t>
      </w:r>
      <w:r w:rsidR="00D537D5" w:rsidRPr="00274938">
        <w:rPr>
          <w:rFonts w:cs="Arial"/>
          <w:noProof/>
        </w:rPr>
        <w:t xml:space="preserve">vrátane </w:t>
      </w:r>
      <w:r w:rsidR="001D4D06" w:rsidRPr="00274938">
        <w:rPr>
          <w:rFonts w:cs="Arial"/>
          <w:noProof/>
        </w:rPr>
        <w:t>DPH</w:t>
      </w:r>
      <w:r w:rsidR="001D4D06" w:rsidRPr="00274938">
        <w:t xml:space="preserve"> </w:t>
      </w:r>
      <w:r w:rsidR="00885888" w:rsidRPr="00274938">
        <w:t>(B).</w:t>
      </w:r>
    </w:p>
    <w:p w14:paraId="42EA2032" w14:textId="4A4F5A29" w:rsidR="007C13AD" w:rsidRPr="00274938" w:rsidRDefault="007C13AD" w:rsidP="000149EA">
      <w:pPr>
        <w:pStyle w:val="Nadpis3"/>
      </w:pPr>
      <w:bookmarkStart w:id="399" w:name="_Ref14354291"/>
      <w:bookmarkStart w:id="400" w:name="_Toc113524072"/>
      <w:r w:rsidRPr="00274938">
        <w:t>S</w:t>
      </w:r>
      <w:r w:rsidR="00EA4817" w:rsidRPr="00274938">
        <w:t xml:space="preserve">pôsob výpočtu jednotlivých </w:t>
      </w:r>
      <w:proofErr w:type="spellStart"/>
      <w:r w:rsidR="00EA4817" w:rsidRPr="00274938">
        <w:t>podkritérií</w:t>
      </w:r>
      <w:bookmarkEnd w:id="399"/>
      <w:bookmarkEnd w:id="400"/>
      <w:proofErr w:type="spellEnd"/>
    </w:p>
    <w:p w14:paraId="30400C8E" w14:textId="7C94917C" w:rsidR="00885888" w:rsidRPr="00274938" w:rsidRDefault="00885888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Ponuky uchádzačov budú vyhodnotené na základe bodov pridelených jednotlivým </w:t>
      </w:r>
      <w:proofErr w:type="spellStart"/>
      <w:r w:rsidRPr="00274938">
        <w:rPr>
          <w:rFonts w:ascii="Cambria" w:hAnsi="Cambria"/>
        </w:rPr>
        <w:t>podkritériám</w:t>
      </w:r>
      <w:proofErr w:type="spellEnd"/>
      <w:r w:rsidRPr="00274938">
        <w:rPr>
          <w:rFonts w:ascii="Cambria" w:hAnsi="Cambria"/>
        </w:rPr>
        <w:t xml:space="preserve">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5645"/>
        <w:gridCol w:w="2221"/>
      </w:tblGrid>
      <w:tr w:rsidR="00885888" w:rsidRPr="00274938" w14:paraId="6F89EFEA" w14:textId="77777777" w:rsidTr="00E25EF2">
        <w:tc>
          <w:tcPr>
            <w:tcW w:w="346" w:type="pct"/>
            <w:shd w:val="clear" w:color="auto" w:fill="D9D9D9"/>
            <w:vAlign w:val="center"/>
          </w:tcPr>
          <w:p w14:paraId="242E64B3" w14:textId="77777777" w:rsidR="00885888" w:rsidRPr="00274938" w:rsidRDefault="00885888" w:rsidP="00E25EF2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  <w:lang w:eastAsia="cs-CZ"/>
              </w:rPr>
            </w:pPr>
            <w:proofErr w:type="spellStart"/>
            <w:r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P.č</w:t>
            </w:r>
            <w:proofErr w:type="spellEnd"/>
            <w:r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1F7D008A" w14:textId="24DD5946" w:rsidR="00885888" w:rsidRPr="00274938" w:rsidRDefault="00885888" w:rsidP="00E25EF2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  <w:lang w:eastAsia="cs-CZ"/>
              </w:rPr>
            </w:pPr>
            <w:r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198A73D2" w14:textId="77777777" w:rsidR="00885888" w:rsidRPr="00274938" w:rsidRDefault="00885888" w:rsidP="00E25EF2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  <w:lang w:eastAsia="cs-CZ"/>
              </w:rPr>
            </w:pPr>
            <w:r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Váha (body)</w:t>
            </w:r>
          </w:p>
        </w:tc>
      </w:tr>
      <w:tr w:rsidR="00885888" w:rsidRPr="00274938" w14:paraId="4F4064B1" w14:textId="77777777" w:rsidTr="00E25EF2">
        <w:tc>
          <w:tcPr>
            <w:tcW w:w="346" w:type="pct"/>
            <w:vAlign w:val="center"/>
          </w:tcPr>
          <w:p w14:paraId="19C5DFCB" w14:textId="77777777" w:rsidR="00885888" w:rsidRPr="00274938" w:rsidRDefault="00885888" w:rsidP="002670F9">
            <w:pPr>
              <w:pStyle w:val="Odsekzoznamu"/>
              <w:numPr>
                <w:ilvl w:val="0"/>
                <w:numId w:val="18"/>
              </w:numPr>
              <w:spacing w:beforeLines="60" w:before="144" w:afterLines="60" w:after="144" w:line="240" w:lineRule="auto"/>
              <w:ind w:left="62" w:firstLine="0"/>
              <w:contextualSpacing w:val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572724EB" w14:textId="408F532F" w:rsidR="00885888" w:rsidRPr="00274938" w:rsidRDefault="006D75A2" w:rsidP="00E25EF2">
            <w:pPr>
              <w:spacing w:beforeLines="60" w:before="144" w:afterLines="60" w:after="144"/>
              <w:rPr>
                <w:rFonts w:ascii="Cambria" w:hAnsi="Cambria" w:cs="Arial"/>
                <w:sz w:val="20"/>
                <w:szCs w:val="20"/>
                <w:lang w:eastAsia="cs-CZ"/>
              </w:rPr>
            </w:pPr>
            <w:r w:rsidRPr="00274938">
              <w:rPr>
                <w:rFonts w:ascii="Cambria" w:hAnsi="Cambria"/>
                <w:sz w:val="20"/>
                <w:szCs w:val="20"/>
              </w:rPr>
              <w:t>Celkové úspory počas trvania zmluvy</w:t>
            </w:r>
            <w:r w:rsidRPr="00274938">
              <w:rPr>
                <w:rFonts w:ascii="Cambria" w:hAnsi="Cambria" w:cs="Arial"/>
                <w:noProof/>
                <w:sz w:val="20"/>
                <w:szCs w:val="20"/>
              </w:rPr>
              <w:t xml:space="preserve"> </w:t>
            </w:r>
            <w:r w:rsidR="00533A6E" w:rsidRPr="00274938">
              <w:rPr>
                <w:rFonts w:ascii="Cambria" w:hAnsi="Cambria" w:cs="Arial"/>
                <w:noProof/>
                <w:sz w:val="20"/>
                <w:szCs w:val="20"/>
              </w:rPr>
              <w:t xml:space="preserve">vrátane </w:t>
            </w:r>
            <w:r w:rsidR="00885888" w:rsidRPr="00274938">
              <w:rPr>
                <w:rFonts w:ascii="Cambria" w:hAnsi="Cambria" w:cs="Arial"/>
                <w:noProof/>
                <w:sz w:val="20"/>
                <w:szCs w:val="20"/>
              </w:rPr>
              <w:t>DPH (A)</w:t>
            </w:r>
          </w:p>
        </w:tc>
        <w:tc>
          <w:tcPr>
            <w:tcW w:w="1314" w:type="pct"/>
            <w:vAlign w:val="center"/>
          </w:tcPr>
          <w:p w14:paraId="13C031BA" w14:textId="77777777" w:rsidR="00885888" w:rsidRPr="00274938" w:rsidRDefault="00885888" w:rsidP="00E25EF2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  <w:lang w:eastAsia="cs-CZ"/>
              </w:rPr>
            </w:pPr>
            <w:r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60 bodov</w:t>
            </w:r>
          </w:p>
        </w:tc>
      </w:tr>
      <w:tr w:rsidR="00885888" w:rsidRPr="00274938" w14:paraId="7CFE953D" w14:textId="77777777" w:rsidTr="00E25EF2">
        <w:tc>
          <w:tcPr>
            <w:tcW w:w="346" w:type="pct"/>
            <w:vAlign w:val="center"/>
          </w:tcPr>
          <w:p w14:paraId="7463B603" w14:textId="77777777" w:rsidR="00885888" w:rsidRPr="00274938" w:rsidRDefault="00885888" w:rsidP="002670F9">
            <w:pPr>
              <w:pStyle w:val="Odsekzoznamu"/>
              <w:numPr>
                <w:ilvl w:val="0"/>
                <w:numId w:val="18"/>
              </w:numPr>
              <w:spacing w:beforeLines="60" w:before="144" w:afterLines="60" w:after="144" w:line="240" w:lineRule="auto"/>
              <w:ind w:left="62" w:firstLine="0"/>
              <w:contextualSpacing w:val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04A7785" w14:textId="5008C499" w:rsidR="00885888" w:rsidRPr="00274938" w:rsidRDefault="00885888" w:rsidP="00E25EF2">
            <w:pPr>
              <w:spacing w:beforeLines="60" w:before="144" w:afterLines="60" w:after="144"/>
              <w:rPr>
                <w:rFonts w:ascii="Cambria" w:hAnsi="Cambria" w:cs="Arial"/>
                <w:noProof/>
                <w:sz w:val="20"/>
                <w:szCs w:val="20"/>
              </w:rPr>
            </w:pPr>
            <w:r w:rsidRPr="00274938">
              <w:rPr>
                <w:rFonts w:ascii="Cambria" w:hAnsi="Cambria" w:cs="Arial"/>
                <w:sz w:val="20"/>
                <w:szCs w:val="20"/>
              </w:rPr>
              <w:t xml:space="preserve">Celková cena za realizáciu predmetu zákazky </w:t>
            </w:r>
            <w:r w:rsidR="00533A6E" w:rsidRPr="00274938">
              <w:rPr>
                <w:rFonts w:ascii="Cambria" w:hAnsi="Cambria" w:cs="Arial"/>
                <w:noProof/>
                <w:sz w:val="20"/>
                <w:szCs w:val="20"/>
              </w:rPr>
              <w:t xml:space="preserve">vrátane </w:t>
            </w:r>
            <w:r w:rsidR="001D4D06" w:rsidRPr="00274938">
              <w:rPr>
                <w:rFonts w:ascii="Cambria" w:hAnsi="Cambria" w:cs="Arial"/>
                <w:noProof/>
                <w:sz w:val="20"/>
                <w:szCs w:val="20"/>
              </w:rPr>
              <w:t>DPH</w:t>
            </w:r>
            <w:r w:rsidR="001D4D06" w:rsidRPr="0027493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274938">
              <w:rPr>
                <w:rFonts w:ascii="Cambria" w:hAnsi="Cambria" w:cs="Arial"/>
                <w:sz w:val="20"/>
                <w:szCs w:val="20"/>
              </w:rPr>
              <w:t>(B)</w:t>
            </w:r>
          </w:p>
        </w:tc>
        <w:tc>
          <w:tcPr>
            <w:tcW w:w="1314" w:type="pct"/>
            <w:vAlign w:val="center"/>
          </w:tcPr>
          <w:p w14:paraId="33D7E87B" w14:textId="77777777" w:rsidR="00885888" w:rsidRPr="00274938" w:rsidRDefault="00885888" w:rsidP="00E25EF2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  <w:lang w:eastAsia="cs-CZ"/>
              </w:rPr>
            </w:pPr>
            <w:r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40 bodov</w:t>
            </w:r>
          </w:p>
        </w:tc>
      </w:tr>
      <w:tr w:rsidR="00885888" w:rsidRPr="00274938" w14:paraId="0BE9A03D" w14:textId="77777777" w:rsidTr="00E25EF2">
        <w:tc>
          <w:tcPr>
            <w:tcW w:w="3686" w:type="pct"/>
            <w:gridSpan w:val="2"/>
            <w:shd w:val="clear" w:color="auto" w:fill="D9D9D9" w:themeFill="background1" w:themeFillShade="D9"/>
            <w:vAlign w:val="center"/>
          </w:tcPr>
          <w:p w14:paraId="7FB50345" w14:textId="23B9AAE2" w:rsidR="00885888" w:rsidRPr="00274938" w:rsidRDefault="00885888" w:rsidP="00E25EF2">
            <w:pPr>
              <w:spacing w:beforeLines="60" w:before="144" w:afterLines="60" w:after="144"/>
              <w:rPr>
                <w:rFonts w:ascii="Cambria" w:hAnsi="Cambria" w:cs="Arial"/>
                <w:b/>
                <w:sz w:val="20"/>
                <w:szCs w:val="20"/>
              </w:rPr>
            </w:pPr>
            <w:r w:rsidRPr="00274938">
              <w:rPr>
                <w:rFonts w:ascii="Cambria" w:hAnsi="Cambria" w:cs="Arial"/>
                <w:b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 w:themeFill="background1" w:themeFillShade="D9"/>
            <w:vAlign w:val="center"/>
          </w:tcPr>
          <w:p w14:paraId="5E4B5ADC" w14:textId="43C24F4E" w:rsidR="00885888" w:rsidRPr="00274938" w:rsidRDefault="00B97693" w:rsidP="00516638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74938">
              <w:rPr>
                <w:rFonts w:ascii="Cambria" w:hAnsi="Cambria" w:cs="Arial"/>
                <w:b/>
                <w:sz w:val="20"/>
                <w:szCs w:val="20"/>
              </w:rPr>
              <w:t>100 bodov</w:t>
            </w:r>
          </w:p>
        </w:tc>
      </w:tr>
    </w:tbl>
    <w:p w14:paraId="1CB4F05F" w14:textId="2D3D0AEC" w:rsidR="00885888" w:rsidRPr="00274938" w:rsidRDefault="00885888" w:rsidP="00885888">
      <w:pPr>
        <w:rPr>
          <w:rFonts w:ascii="Cambria" w:hAnsi="Cambria" w:cs="Arial"/>
          <w:sz w:val="20"/>
          <w:szCs w:val="20"/>
        </w:rPr>
      </w:pPr>
    </w:p>
    <w:p w14:paraId="50736683" w14:textId="7B6AFB1E" w:rsidR="00516638" w:rsidRPr="00274938" w:rsidRDefault="00516638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Spôsob prideľovania bodov za </w:t>
      </w:r>
      <w:proofErr w:type="spellStart"/>
      <w:r w:rsidRPr="00274938">
        <w:rPr>
          <w:rFonts w:ascii="Cambria" w:hAnsi="Cambria"/>
        </w:rPr>
        <w:t>podkritérium</w:t>
      </w:r>
      <w:proofErr w:type="spellEnd"/>
      <w:r w:rsidRPr="00274938">
        <w:rPr>
          <w:rFonts w:ascii="Cambria" w:hAnsi="Cambria"/>
        </w:rPr>
        <w:t xml:space="preserve"> č. 1: Celkové úspory počas trvania zmluvy </w:t>
      </w:r>
      <w:r w:rsidR="00533A6E" w:rsidRPr="00274938">
        <w:rPr>
          <w:rFonts w:ascii="Cambria" w:hAnsi="Cambria"/>
          <w:noProof/>
        </w:rPr>
        <w:t xml:space="preserve">vrátane </w:t>
      </w:r>
      <w:r w:rsidR="00526986" w:rsidRPr="00274938">
        <w:rPr>
          <w:rFonts w:ascii="Cambria" w:hAnsi="Cambria"/>
        </w:rPr>
        <w:t>DPH</w:t>
      </w:r>
      <w:r w:rsidRPr="00274938">
        <w:rPr>
          <w:rFonts w:ascii="Cambria" w:hAnsi="Cambria"/>
        </w:rPr>
        <w:t xml:space="preserve"> (A)</w:t>
      </w:r>
    </w:p>
    <w:p w14:paraId="76309C75" w14:textId="30ED0942" w:rsidR="00516638" w:rsidRPr="00274938" w:rsidRDefault="00516638" w:rsidP="000149EA">
      <w:pPr>
        <w:pStyle w:val="Nadpis4"/>
        <w:numPr>
          <w:ilvl w:val="0"/>
          <w:numId w:val="0"/>
        </w:numPr>
        <w:ind w:left="709"/>
        <w:rPr>
          <w:rFonts w:ascii="Cambria" w:hAnsi="Cambria"/>
        </w:rPr>
      </w:pPr>
      <w:r w:rsidRPr="00274938">
        <w:rPr>
          <w:rFonts w:ascii="Cambria" w:hAnsi="Cambria"/>
        </w:rPr>
        <w:t xml:space="preserve">Maximálny počet bodov za </w:t>
      </w:r>
      <w:proofErr w:type="spellStart"/>
      <w:r w:rsidRPr="00274938">
        <w:rPr>
          <w:rFonts w:ascii="Cambria" w:hAnsi="Cambria"/>
        </w:rPr>
        <w:t>podkritérium</w:t>
      </w:r>
      <w:proofErr w:type="spellEnd"/>
      <w:r w:rsidRPr="00274938">
        <w:rPr>
          <w:rFonts w:ascii="Cambria" w:hAnsi="Cambria"/>
        </w:rPr>
        <w:t xml:space="preserve"> Celkové úspory počas trvania zmluvy </w:t>
      </w:r>
      <w:r w:rsidR="00533A6E" w:rsidRPr="00274938">
        <w:rPr>
          <w:rFonts w:ascii="Cambria" w:hAnsi="Cambria"/>
          <w:noProof/>
        </w:rPr>
        <w:t xml:space="preserve">vrátane </w:t>
      </w:r>
      <w:r w:rsidRPr="00274938">
        <w:rPr>
          <w:rFonts w:ascii="Cambria" w:hAnsi="Cambria"/>
        </w:rPr>
        <w:t>DPH (A) bude pridelený podľa nižšie uvedeného vzorca:</w:t>
      </w:r>
    </w:p>
    <w:p w14:paraId="1055BA79" w14:textId="77777777" w:rsidR="00516638" w:rsidRPr="00274938" w:rsidRDefault="007F72C7" w:rsidP="001438C0">
      <w:pPr>
        <w:ind w:left="709"/>
        <w:rPr>
          <w:rFonts w:ascii="Cambria" w:hAnsi="Cambria" w:cs="Arial"/>
          <w:b/>
          <w:sz w:val="20"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 xml:space="preserve">Uchádzačom navrhované celkové úspory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  <w:lang w:eastAsia="cs-CZ"/>
                    </w:rPr>
                    <m:t>A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>Najvyššie navrhované celkové úspory (A)</m:t>
              </m:r>
            </m:den>
          </m:f>
          <m:r>
            <w:rPr>
              <w:rFonts w:ascii="Cambria Math" w:hAnsi="Cambria Math" w:cs="Arial"/>
              <w:sz w:val="20"/>
              <w:szCs w:val="20"/>
              <w:lang w:eastAsia="cs-CZ"/>
            </w:rPr>
            <m:t xml:space="preserve"> x 60</m:t>
          </m:r>
        </m:oMath>
      </m:oMathPara>
    </w:p>
    <w:p w14:paraId="41B9A024" w14:textId="65430FAE" w:rsidR="00516638" w:rsidRPr="00274938" w:rsidRDefault="00516638" w:rsidP="000149EA">
      <w:pPr>
        <w:pStyle w:val="Nadpis4"/>
        <w:numPr>
          <w:ilvl w:val="0"/>
          <w:numId w:val="0"/>
        </w:numPr>
        <w:ind w:left="709"/>
        <w:rPr>
          <w:rFonts w:ascii="Cambria" w:hAnsi="Cambria"/>
        </w:rPr>
      </w:pPr>
      <w:r w:rsidRPr="00274938">
        <w:rPr>
          <w:rFonts w:ascii="Cambria" w:hAnsi="Cambria"/>
        </w:rPr>
        <w:t xml:space="preserve">Celkové </w:t>
      </w:r>
      <w:r w:rsidR="00C426CC" w:rsidRPr="00274938">
        <w:rPr>
          <w:rFonts w:ascii="Cambria" w:hAnsi="Cambria"/>
        </w:rPr>
        <w:t xml:space="preserve">úspory počas trvania zmluvy vrátane DPH (A) </w:t>
      </w:r>
      <w:r w:rsidRPr="00274938">
        <w:rPr>
          <w:rFonts w:ascii="Cambria" w:hAnsi="Cambria"/>
        </w:rPr>
        <w:t xml:space="preserve">navrhuje uchádzač v EUR </w:t>
      </w:r>
      <w:r w:rsidR="00533A6E" w:rsidRPr="00274938">
        <w:rPr>
          <w:rFonts w:ascii="Cambria" w:hAnsi="Cambria"/>
          <w:noProof/>
        </w:rPr>
        <w:t xml:space="preserve">vrátane </w:t>
      </w:r>
      <w:r w:rsidRPr="00274938">
        <w:rPr>
          <w:rFonts w:ascii="Cambria" w:hAnsi="Cambria"/>
        </w:rPr>
        <w:t>DPH, pričom Hodnota (A) = hodnota, ktorú uchádzač uvedie v Návrhu na plnenie kritérií ako hodnotu v položke „</w:t>
      </w:r>
      <w:r w:rsidR="00C426CC" w:rsidRPr="00274938">
        <w:rPr>
          <w:rFonts w:ascii="Cambria" w:hAnsi="Cambria"/>
        </w:rPr>
        <w:t>(A) = Celkové úspory počas trvania zmluvy vrátane DPH</w:t>
      </w:r>
      <w:r w:rsidRPr="00274938">
        <w:rPr>
          <w:rFonts w:ascii="Cambria" w:hAnsi="Cambria"/>
        </w:rPr>
        <w:t xml:space="preserve">“. </w:t>
      </w:r>
    </w:p>
    <w:p w14:paraId="09416284" w14:textId="77777777" w:rsidR="00516638" w:rsidRPr="00274938" w:rsidRDefault="00516638" w:rsidP="000149EA">
      <w:pPr>
        <w:pStyle w:val="Nadpis4"/>
        <w:numPr>
          <w:ilvl w:val="0"/>
          <w:numId w:val="0"/>
        </w:numPr>
        <w:ind w:left="709"/>
        <w:rPr>
          <w:rFonts w:ascii="Cambria" w:hAnsi="Cambria"/>
        </w:rPr>
      </w:pPr>
      <w:r w:rsidRPr="00274938">
        <w:rPr>
          <w:rFonts w:ascii="Cambria" w:hAnsi="Cambria"/>
        </w:rPr>
        <w:t>Hodnota veličiny (A) musí byť uvedená ako kladné číslo zaokrúhlené najviac na 2 desatinné miesta.</w:t>
      </w:r>
    </w:p>
    <w:p w14:paraId="72C46D22" w14:textId="178428C4" w:rsidR="00516638" w:rsidRPr="00274938" w:rsidRDefault="00516638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Spôsob prideľovania bodov za </w:t>
      </w:r>
      <w:proofErr w:type="spellStart"/>
      <w:r w:rsidRPr="00274938">
        <w:rPr>
          <w:rFonts w:ascii="Cambria" w:hAnsi="Cambria"/>
        </w:rPr>
        <w:t>podkritérium</w:t>
      </w:r>
      <w:proofErr w:type="spellEnd"/>
      <w:r w:rsidRPr="00274938">
        <w:rPr>
          <w:rFonts w:ascii="Cambria" w:hAnsi="Cambria"/>
        </w:rPr>
        <w:t xml:space="preserve"> č. 2: Celková cena za realizáciu predmetu zákazky </w:t>
      </w:r>
      <w:r w:rsidR="00533A6E" w:rsidRPr="00274938">
        <w:rPr>
          <w:rFonts w:ascii="Cambria" w:hAnsi="Cambria"/>
          <w:noProof/>
        </w:rPr>
        <w:t xml:space="preserve">vrátane </w:t>
      </w:r>
      <w:r w:rsidRPr="00274938">
        <w:rPr>
          <w:rFonts w:ascii="Cambria" w:hAnsi="Cambria"/>
        </w:rPr>
        <w:t>DPH</w:t>
      </w:r>
      <w:r w:rsidR="00C426CC" w:rsidRPr="00274938">
        <w:rPr>
          <w:rFonts w:ascii="Cambria" w:hAnsi="Cambria"/>
        </w:rPr>
        <w:t xml:space="preserve"> </w:t>
      </w:r>
    </w:p>
    <w:p w14:paraId="749BB7EB" w14:textId="50C5233B" w:rsidR="00516638" w:rsidRPr="00274938" w:rsidRDefault="00516638" w:rsidP="000149EA">
      <w:pPr>
        <w:pStyle w:val="Nadpis4"/>
        <w:numPr>
          <w:ilvl w:val="0"/>
          <w:numId w:val="0"/>
        </w:numPr>
        <w:ind w:left="709"/>
        <w:rPr>
          <w:rFonts w:ascii="Cambria" w:hAnsi="Cambria"/>
        </w:rPr>
      </w:pPr>
      <w:r w:rsidRPr="00274938">
        <w:rPr>
          <w:rFonts w:ascii="Cambria" w:hAnsi="Cambria"/>
        </w:rPr>
        <w:t xml:space="preserve">Maximálny počet bodov za </w:t>
      </w:r>
      <w:proofErr w:type="spellStart"/>
      <w:r w:rsidRPr="00274938">
        <w:rPr>
          <w:rFonts w:ascii="Cambria" w:hAnsi="Cambria"/>
        </w:rPr>
        <w:t>podkritérium</w:t>
      </w:r>
      <w:proofErr w:type="spellEnd"/>
      <w:r w:rsidRPr="00274938">
        <w:rPr>
          <w:rFonts w:ascii="Cambria" w:hAnsi="Cambria"/>
        </w:rPr>
        <w:t xml:space="preserve"> Celková cena za realizáciu predmetu zákazky v EUR </w:t>
      </w:r>
      <w:r w:rsidR="00D537D5" w:rsidRPr="00274938">
        <w:rPr>
          <w:rFonts w:ascii="Cambria" w:hAnsi="Cambria"/>
        </w:rPr>
        <w:t xml:space="preserve">vrátane </w:t>
      </w:r>
      <w:r w:rsidRPr="00274938">
        <w:rPr>
          <w:rFonts w:ascii="Cambria" w:hAnsi="Cambria"/>
        </w:rPr>
        <w:t>DPH bude pridelený podľa nižšie uvedeného vzorca:</w:t>
      </w:r>
    </w:p>
    <w:p w14:paraId="14EBBB45" w14:textId="77777777" w:rsidR="00516638" w:rsidRPr="00274938" w:rsidRDefault="007F72C7" w:rsidP="001438C0">
      <w:pPr>
        <w:ind w:left="709"/>
        <w:rPr>
          <w:rFonts w:ascii="Cambria" w:hAnsi="Cambria" w:cs="Arial"/>
          <w:b/>
          <w:sz w:val="20"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 xml:space="preserve">Najnižšia navrhovaná celková cena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  <w:lang w:eastAsia="cs-CZ"/>
                    </w:rPr>
                    <m:t>B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>Uchádzačom navrhovaná celková cena (B)</m:t>
              </m:r>
            </m:den>
          </m:f>
          <m:r>
            <w:rPr>
              <w:rFonts w:ascii="Cambria Math" w:hAnsi="Cambria Math" w:cs="Arial"/>
              <w:sz w:val="20"/>
              <w:szCs w:val="20"/>
              <w:lang w:eastAsia="cs-CZ"/>
            </w:rPr>
            <m:t xml:space="preserve"> x 40</m:t>
          </m:r>
        </m:oMath>
      </m:oMathPara>
    </w:p>
    <w:p w14:paraId="327BF426" w14:textId="23A3BF2E" w:rsidR="00516638" w:rsidRPr="00274938" w:rsidRDefault="00516638" w:rsidP="000149EA">
      <w:pPr>
        <w:pStyle w:val="Nadpis4"/>
        <w:numPr>
          <w:ilvl w:val="0"/>
          <w:numId w:val="0"/>
        </w:numPr>
        <w:ind w:left="709"/>
        <w:rPr>
          <w:rFonts w:ascii="Cambria" w:hAnsi="Cambria"/>
        </w:rPr>
      </w:pPr>
      <w:r w:rsidRPr="00274938">
        <w:rPr>
          <w:rFonts w:ascii="Cambria" w:hAnsi="Cambria"/>
        </w:rPr>
        <w:t xml:space="preserve">Hodnota (B) = </w:t>
      </w:r>
      <w:r w:rsidR="00C426CC" w:rsidRPr="00274938">
        <w:rPr>
          <w:rFonts w:ascii="Cambria" w:hAnsi="Cambria"/>
        </w:rPr>
        <w:t> hodnota, ktorú uchádzač uvedie v Návrhu na plnenie kritérií ako hodnotu v položke „(B) = Hodnotená Celková cena za realizáciu predmetu zákazky“.</w:t>
      </w:r>
    </w:p>
    <w:p w14:paraId="490B2A31" w14:textId="2613425E" w:rsidR="007C13AD" w:rsidRPr="00274938" w:rsidRDefault="007C13AD" w:rsidP="000149EA">
      <w:pPr>
        <w:pStyle w:val="Nadpis3"/>
      </w:pPr>
      <w:bookmarkStart w:id="401" w:name="_Toc113524073"/>
      <w:r w:rsidRPr="00274938">
        <w:t>S</w:t>
      </w:r>
      <w:r w:rsidR="00EA4817" w:rsidRPr="00274938">
        <w:t>pôsob vyhodnotenia ponúk</w:t>
      </w:r>
      <w:bookmarkEnd w:id="401"/>
    </w:p>
    <w:p w14:paraId="068FDEA5" w14:textId="60A7A2F1" w:rsidR="00C426CC" w:rsidRPr="00274938" w:rsidRDefault="00B97693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 xml:space="preserve">Úspešný bude ten uchádzač, ktorý dostane za poskytnutie predmetu zákazky v súčte hodnotených kritérií najviac bodov. Poradie ostatných uchádzačov sa zostaví podľa výšky pridelených bodov zostupne od 2 po X, kde X je počet uchádzačov, ktorých ponuky sa vyhodnocovali. </w:t>
      </w:r>
    </w:p>
    <w:p w14:paraId="5119AA50" w14:textId="3D061A20" w:rsidR="00B97693" w:rsidRPr="00274938" w:rsidRDefault="00C426CC" w:rsidP="001438C0">
      <w:pPr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br w:type="page"/>
      </w:r>
    </w:p>
    <w:p w14:paraId="321A7A60" w14:textId="6C635396" w:rsidR="004E014D" w:rsidRPr="00274938" w:rsidRDefault="004E014D">
      <w:pPr>
        <w:rPr>
          <w:rFonts w:ascii="Cambria" w:hAnsi="Cambria" w:cs="Arial"/>
          <w:sz w:val="20"/>
          <w:szCs w:val="20"/>
        </w:rPr>
      </w:pPr>
    </w:p>
    <w:p w14:paraId="5A59EC96" w14:textId="0FC5AE44" w:rsidR="007A53F1" w:rsidRPr="00274938" w:rsidRDefault="009C5A06" w:rsidP="000149EA">
      <w:pPr>
        <w:pStyle w:val="Nadpis1"/>
        <w:rPr>
          <w:rFonts w:ascii="Cambria" w:hAnsi="Cambria"/>
        </w:rPr>
      </w:pPr>
      <w:bookmarkStart w:id="402" w:name="_Toc113524074"/>
      <w:r w:rsidRPr="00274938">
        <w:rPr>
          <w:rFonts w:ascii="Cambria" w:hAnsi="Cambria"/>
        </w:rPr>
        <w:t>Podmienky účasti</w:t>
      </w:r>
      <w:bookmarkEnd w:id="402"/>
    </w:p>
    <w:p w14:paraId="78CE8AC5" w14:textId="6F93364A" w:rsidR="009C5A06" w:rsidRPr="00274938" w:rsidRDefault="009C5A06" w:rsidP="000149EA">
      <w:pPr>
        <w:pStyle w:val="Nadpis3"/>
      </w:pPr>
      <w:bookmarkStart w:id="403" w:name="_Toc113524075"/>
      <w:r w:rsidRPr="00274938">
        <w:t>Osobné postavenie</w:t>
      </w:r>
      <w:bookmarkEnd w:id="403"/>
    </w:p>
    <w:p w14:paraId="41B19128" w14:textId="0D5D7909" w:rsidR="009C5A06" w:rsidRPr="00274938" w:rsidRDefault="00E6388E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Tohto Verejného obstarávanie</w:t>
      </w:r>
      <w:r w:rsidR="009C5A06" w:rsidRPr="00274938">
        <w:rPr>
          <w:rFonts w:ascii="Cambria" w:hAnsi="Cambria"/>
        </w:rPr>
        <w:t xml:space="preserve"> sa môže zúčastniť len ten, kto spĺňa podmienky účasti týkajúce sa osobného postavenia</w:t>
      </w:r>
      <w:r w:rsidR="00821B52" w:rsidRPr="00274938">
        <w:rPr>
          <w:rFonts w:ascii="Cambria" w:hAnsi="Cambria"/>
        </w:rPr>
        <w:t xml:space="preserve"> </w:t>
      </w:r>
      <w:r w:rsidR="009C5A06" w:rsidRPr="00274938">
        <w:rPr>
          <w:rFonts w:ascii="Cambria" w:hAnsi="Cambria"/>
        </w:rPr>
        <w:t>vymedzené v ustanovení § 32 ods. 1 ZVO.</w:t>
      </w:r>
    </w:p>
    <w:p w14:paraId="29FD8E1C" w14:textId="6CC83FA5" w:rsidR="009C5A06" w:rsidRPr="00274938" w:rsidRDefault="009C5A06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Spôsob preukázania splnenia podmienok podľa § 32 ods. 1 ZVO:</w:t>
      </w:r>
    </w:p>
    <w:p w14:paraId="51CD79E9" w14:textId="4D7E3162" w:rsidR="009C5A06" w:rsidRPr="00274938" w:rsidRDefault="009C5A06" w:rsidP="003207A0">
      <w:pPr>
        <w:pStyle w:val="Nadpis6"/>
      </w:pPr>
      <w:r w:rsidRPr="00274938">
        <w:t>uchádzač preukáže splnenie podmienok účasti osobného postavenia svojím zápisom v</w:t>
      </w:r>
      <w:r w:rsidR="00821B52" w:rsidRPr="00274938">
        <w:t> </w:t>
      </w:r>
      <w:r w:rsidRPr="00274938">
        <w:t>zozname</w:t>
      </w:r>
      <w:r w:rsidR="00821B52" w:rsidRPr="00274938">
        <w:t xml:space="preserve"> </w:t>
      </w:r>
      <w:r w:rsidRPr="00274938">
        <w:t>hospodárskych subjektov</w:t>
      </w:r>
      <w:r w:rsidR="00FB212F" w:rsidRPr="00274938">
        <w:t xml:space="preserve"> (ďalej len „</w:t>
      </w:r>
      <w:r w:rsidR="00FB212F" w:rsidRPr="00274938">
        <w:rPr>
          <w:b/>
        </w:rPr>
        <w:t>ZHS</w:t>
      </w:r>
      <w:r w:rsidR="00FB212F" w:rsidRPr="00274938">
        <w:t>“)</w:t>
      </w:r>
      <w:r w:rsidRPr="00274938">
        <w:t>, ktorý vedie Úrad pre verejné obstarávanie v súlade s § 152 ZVO,</w:t>
      </w:r>
    </w:p>
    <w:p w14:paraId="52CAC5D9" w14:textId="7A4492E6" w:rsidR="009C5A06" w:rsidRPr="00274938" w:rsidRDefault="009C5A06" w:rsidP="003207A0">
      <w:pPr>
        <w:pStyle w:val="Nadpis6"/>
      </w:pPr>
      <w:bookmarkStart w:id="404" w:name="_Ref6916162"/>
      <w:r w:rsidRPr="00274938">
        <w:t>uchádzač, ktorý nie je zapísaný v ZHS podľa § 152 ZVO preukáže splnenie podmienok účasti osobného</w:t>
      </w:r>
      <w:r w:rsidR="00821B52" w:rsidRPr="00274938">
        <w:t xml:space="preserve"> </w:t>
      </w:r>
      <w:r w:rsidRPr="00274938">
        <w:t>postavenia dokladmi v súlade s § 32 ods. 2 ZVO.</w:t>
      </w:r>
      <w:bookmarkEnd w:id="404"/>
    </w:p>
    <w:p w14:paraId="5037B203" w14:textId="4105C872" w:rsidR="009C5A06" w:rsidRPr="00274938" w:rsidRDefault="009C5A06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Ak uchádzač alebo záujemca má sídlo, miesto podnikania alebo obvyklý pobyt mimo územia Slovenskej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republiky a štát jeho sídla, miesta podnikania alebo obvyklého pobytu nevydáva niektoré z dokladov uvedených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 xml:space="preserve">v bode </w:t>
      </w:r>
      <w:r w:rsidR="00D51420" w:rsidRPr="00274938">
        <w:rPr>
          <w:rFonts w:ascii="Cambria" w:hAnsi="Cambria"/>
        </w:rPr>
        <w:fldChar w:fldCharType="begin"/>
      </w:r>
      <w:r w:rsidR="00D51420" w:rsidRPr="00274938">
        <w:rPr>
          <w:rFonts w:ascii="Cambria" w:hAnsi="Cambria"/>
        </w:rPr>
        <w:instrText xml:space="preserve"> REF _Ref6916162 \r \h </w:instrText>
      </w:r>
      <w:r w:rsidR="006D75A2" w:rsidRPr="00274938">
        <w:rPr>
          <w:rFonts w:ascii="Cambria" w:hAnsi="Cambria"/>
        </w:rPr>
        <w:instrText xml:space="preserve"> \* MERGEFORMAT </w:instrText>
      </w:r>
      <w:r w:rsidR="00D51420" w:rsidRPr="00274938">
        <w:rPr>
          <w:rFonts w:ascii="Cambria" w:hAnsi="Cambria"/>
        </w:rPr>
      </w:r>
      <w:r w:rsidR="00D51420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1.</w:t>
      </w:r>
      <w:r w:rsidR="006C0E5D" w:rsidRPr="00274938">
        <w:rPr>
          <w:rFonts w:ascii="Cambria" w:hAnsi="Cambria"/>
        </w:rPr>
        <w:t>2</w:t>
      </w:r>
      <w:r w:rsidR="00CC2364" w:rsidRPr="00274938">
        <w:rPr>
          <w:rFonts w:ascii="Cambria" w:hAnsi="Cambria"/>
        </w:rPr>
        <w:t>b)</w:t>
      </w:r>
      <w:r w:rsidR="00D51420" w:rsidRPr="00274938">
        <w:rPr>
          <w:rFonts w:ascii="Cambria" w:hAnsi="Cambria"/>
        </w:rPr>
        <w:fldChar w:fldCharType="end"/>
      </w:r>
      <w:r w:rsidR="00D51420" w:rsidRPr="00274938">
        <w:rPr>
          <w:rFonts w:ascii="Cambria" w:hAnsi="Cambria"/>
        </w:rPr>
        <w:t xml:space="preserve"> tejto časti súťažných podkladov </w:t>
      </w:r>
      <w:r w:rsidRPr="00274938">
        <w:rPr>
          <w:rFonts w:ascii="Cambria" w:hAnsi="Cambria"/>
        </w:rPr>
        <w:t>vyššie alebo nevydáva ani rovnocenné doklady, možno ich nahradiť čestným vyhlásením podľa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predpisov platných v štáte jeho sídla, miesta podnikania alebo obvyklého pobytu.</w:t>
      </w:r>
    </w:p>
    <w:p w14:paraId="03B50FCF" w14:textId="16E97FF7" w:rsidR="009C5A06" w:rsidRPr="00274938" w:rsidRDefault="009C5A06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Ak právo štátu uchádzača alebo záujemcu so sídlom, miestom podnikania alebo obvyklým pobytom mimo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územia Slovenskej republiky neupravuje inštitút čestného vyhlásenia, môže ho nahradiť vyhlásením urobeným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pred súdom, správnym orgánom, notárom, inou odbornou inštitúciou alebo obchodnou inštitúciou podľa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predpisov platných v štáte sídla, miesta podnikania alebo obvyklého pobytu uchádzača alebo záujemcu.</w:t>
      </w:r>
    </w:p>
    <w:p w14:paraId="542C2F32" w14:textId="1916A16F" w:rsidR="009C5A06" w:rsidRPr="00274938" w:rsidRDefault="009C5A06" w:rsidP="000149EA">
      <w:pPr>
        <w:pStyle w:val="Nadpis4"/>
        <w:rPr>
          <w:rFonts w:ascii="Cambria" w:hAnsi="Cambria"/>
        </w:rPr>
      </w:pPr>
      <w:bookmarkStart w:id="405" w:name="_Hlk13568822"/>
      <w:r w:rsidRPr="00274938">
        <w:rPr>
          <w:rFonts w:ascii="Cambria" w:hAnsi="Cambria"/>
        </w:rPr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predložením JED</w:t>
      </w:r>
      <w:r w:rsidR="00687526" w:rsidRPr="00274938">
        <w:rPr>
          <w:rFonts w:ascii="Cambria" w:hAnsi="Cambria"/>
        </w:rPr>
        <w:t xml:space="preserve"> alebo predložením čestného vyhlásenia</w:t>
      </w:r>
      <w:r w:rsidRPr="00274938">
        <w:rPr>
          <w:rFonts w:ascii="Cambria" w:hAnsi="Cambria"/>
        </w:rPr>
        <w:t xml:space="preserve">) predloží za účelom preukázania splnenia podmienok účasti osobného postavenia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erejnému</w:t>
      </w:r>
      <w:r w:rsidR="003716D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obstarávateľovi v ponuke všetky doklady podľa § 32 ods. 2 ZVO.</w:t>
      </w:r>
    </w:p>
    <w:bookmarkEnd w:id="405"/>
    <w:p w14:paraId="593E9B02" w14:textId="2EC2355A" w:rsidR="009C5A06" w:rsidRPr="00274938" w:rsidRDefault="009C5A06" w:rsidP="000149EA">
      <w:pPr>
        <w:pStyle w:val="Nadpis4"/>
        <w:rPr>
          <w:rFonts w:ascii="Cambria" w:hAnsi="Cambria"/>
        </w:rPr>
      </w:pPr>
      <w:r w:rsidRPr="00274938">
        <w:rPr>
          <w:rFonts w:ascii="Cambria" w:hAnsi="Cambria"/>
        </w:rPr>
        <w:t>Podrobnosti k podmienkam účasti osobného postavenia a ich preukazovanie sú uvedené v § 32 ZVO.</w:t>
      </w:r>
    </w:p>
    <w:p w14:paraId="1F957993" w14:textId="07AC4AB8" w:rsidR="0090491C" w:rsidRPr="00274938" w:rsidRDefault="0090491C" w:rsidP="000149EA">
      <w:pPr>
        <w:pStyle w:val="Nadpis3"/>
      </w:pPr>
      <w:bookmarkStart w:id="406" w:name="_Toc113524076"/>
      <w:r w:rsidRPr="00274938">
        <w:t>Technická a</w:t>
      </w:r>
      <w:r w:rsidR="00EA5996" w:rsidRPr="00274938">
        <w:t>lebo</w:t>
      </w:r>
      <w:r w:rsidRPr="00274938">
        <w:t xml:space="preserve"> odborná spôsobilosť</w:t>
      </w:r>
      <w:bookmarkEnd w:id="406"/>
    </w:p>
    <w:p w14:paraId="7FF7E9E1" w14:textId="71A3E1D8" w:rsidR="00E02C8E" w:rsidRPr="00274938" w:rsidRDefault="00D637AE" w:rsidP="000149EA">
      <w:pPr>
        <w:pStyle w:val="Nadpis4"/>
        <w:rPr>
          <w:rFonts w:ascii="Cambria" w:hAnsi="Cambria"/>
          <w:shd w:val="clear" w:color="auto" w:fill="FFFFFF"/>
        </w:rPr>
      </w:pPr>
      <w:bookmarkStart w:id="407" w:name="_Ref6294571"/>
      <w:r w:rsidRPr="00274938">
        <w:rPr>
          <w:rFonts w:ascii="Cambria" w:hAnsi="Cambria"/>
          <w:shd w:val="clear" w:color="auto" w:fill="FFFFFF"/>
        </w:rPr>
        <w:t>Tohto Verejného obstarávania</w:t>
      </w:r>
      <w:r w:rsidR="00E02C8E" w:rsidRPr="00274938">
        <w:rPr>
          <w:rFonts w:ascii="Cambria" w:hAnsi="Cambria"/>
          <w:shd w:val="clear" w:color="auto" w:fill="FFFFFF"/>
        </w:rPr>
        <w:t xml:space="preserve"> sa môže zúčastniť len ten, kto spĺňa nižšie stanovené požiadavky pre </w:t>
      </w:r>
      <w:r w:rsidR="00E02C8E" w:rsidRPr="00274938">
        <w:rPr>
          <w:rFonts w:ascii="Cambria" w:hAnsi="Cambria"/>
        </w:rPr>
        <w:t>preukázani</w:t>
      </w:r>
      <w:r w:rsidR="00E04E5B" w:rsidRPr="00274938">
        <w:rPr>
          <w:rFonts w:ascii="Cambria" w:hAnsi="Cambria"/>
        </w:rPr>
        <w:t>e</w:t>
      </w:r>
      <w:r w:rsidR="00E02C8E" w:rsidRPr="00274938">
        <w:rPr>
          <w:rFonts w:ascii="Cambria" w:hAnsi="Cambria"/>
          <w:shd w:val="clear" w:color="auto" w:fill="FFFFFF"/>
        </w:rPr>
        <w:t xml:space="preserve"> svojej technickej alebo odbornej spôsobilosti. Pre preukázanie splnenia uvedených podmienok predloží uchádzač v ponuke nasledovné doklady:</w:t>
      </w:r>
      <w:bookmarkEnd w:id="407"/>
    </w:p>
    <w:p w14:paraId="2BFC7D54" w14:textId="3AFEB889" w:rsidR="000047A6" w:rsidRPr="00274938" w:rsidRDefault="000047A6" w:rsidP="003207A0">
      <w:pPr>
        <w:pStyle w:val="Nadpis6"/>
        <w:rPr>
          <w:rFonts w:eastAsia="Times New Roman"/>
          <w:shd w:val="clear" w:color="auto" w:fill="FFFFFF"/>
        </w:rPr>
      </w:pPr>
      <w:r w:rsidRPr="00274938">
        <w:rPr>
          <w:rFonts w:eastAsia="Times New Roman"/>
          <w:shd w:val="clear" w:color="auto" w:fill="FFFFFF"/>
        </w:rPr>
        <w:t xml:space="preserve">V súlade s ustanovením § 34 ods. 1 písm. </w:t>
      </w:r>
      <w:r w:rsidR="00720147" w:rsidRPr="00274938">
        <w:rPr>
          <w:rFonts w:eastAsia="Times New Roman"/>
          <w:shd w:val="clear" w:color="auto" w:fill="FFFFFF"/>
        </w:rPr>
        <w:t>b</w:t>
      </w:r>
      <w:r w:rsidRPr="00274938">
        <w:rPr>
          <w:rFonts w:eastAsia="Times New Roman"/>
          <w:shd w:val="clear" w:color="auto" w:fill="FFFFFF"/>
        </w:rPr>
        <w:t xml:space="preserve">) ZVO: </w:t>
      </w:r>
      <w:r w:rsidR="00AB6B8B" w:rsidRPr="00274938">
        <w:rPr>
          <w:rFonts w:eastAsia="Times New Roman"/>
          <w:b/>
          <w:bCs/>
          <w:shd w:val="clear" w:color="auto" w:fill="FFFFFF"/>
        </w:rPr>
        <w:t xml:space="preserve">Zoznam stavebných prác </w:t>
      </w:r>
      <w:r w:rsidR="00AB6B8B" w:rsidRPr="00274938">
        <w:rPr>
          <w:rFonts w:eastAsia="Times New Roman"/>
          <w:shd w:val="clear" w:color="auto" w:fill="FFFFFF"/>
        </w:rPr>
        <w:t>uskutočnených za predchádzajúcich päť (5) rokov od vyhlásenia verejného obstarávania s uvedením cien, miest a lehôt uskutočnenia stavebných prác; zoznam musí byť doplnený potvrdením o uspokojivom vykonaní stavebných prác a zhodnotení uskutočnených stavebných prác podľa obchodných podmienok, pričom ak odberateľom</w:t>
      </w:r>
    </w:p>
    <w:p w14:paraId="4B08B112" w14:textId="0B06368E" w:rsidR="00AB6B8B" w:rsidRPr="00274938" w:rsidRDefault="00AB6B8B" w:rsidP="00113A48">
      <w:pPr>
        <w:pStyle w:val="Nadpis7"/>
        <w:rPr>
          <w:rFonts w:eastAsiaTheme="minorHAnsi"/>
          <w:szCs w:val="20"/>
          <w:shd w:val="clear" w:color="auto" w:fill="FFFFFF"/>
        </w:rPr>
      </w:pPr>
      <w:r w:rsidRPr="00274938">
        <w:rPr>
          <w:rFonts w:eastAsiaTheme="minorHAnsi"/>
          <w:szCs w:val="20"/>
          <w:shd w:val="clear" w:color="auto" w:fill="FFFFFF"/>
        </w:rPr>
        <w:t xml:space="preserve">bol </w:t>
      </w:r>
      <w:r w:rsidRPr="00274938">
        <w:rPr>
          <w:rFonts w:eastAsia="Times New Roman"/>
          <w:szCs w:val="20"/>
          <w:shd w:val="clear" w:color="auto" w:fill="FFFFFF"/>
        </w:rPr>
        <w:t>verejný</w:t>
      </w:r>
      <w:r w:rsidRPr="00274938">
        <w:rPr>
          <w:rFonts w:eastAsiaTheme="minorHAnsi"/>
          <w:szCs w:val="20"/>
          <w:shd w:val="clear" w:color="auto" w:fill="FFFFFF"/>
        </w:rPr>
        <w:t xml:space="preserve"> obstarávateľ alebo obstarávateľ podľa ZVO, dokladom je referencia; ak referencia nebola vyhotovená podľa § 12 ZVO, dokladom môže byť aj vyhlásenie uchádzača o ich uskutočnení, doplnené dokladom, preukazujúcim ich uskutočnenie</w:t>
      </w:r>
      <w:r w:rsidR="00D416ED" w:rsidRPr="00274938">
        <w:rPr>
          <w:rFonts w:eastAsiaTheme="minorHAnsi"/>
          <w:szCs w:val="20"/>
          <w:shd w:val="clear" w:color="auto" w:fill="FFFFFF"/>
        </w:rPr>
        <w:t>;</w:t>
      </w:r>
    </w:p>
    <w:p w14:paraId="277DD901" w14:textId="77777777" w:rsidR="00AB6B8B" w:rsidRPr="00274938" w:rsidRDefault="00AB6B8B" w:rsidP="00113A48">
      <w:pPr>
        <w:pStyle w:val="Nadpis7"/>
        <w:rPr>
          <w:rFonts w:eastAsiaTheme="minorHAnsi"/>
          <w:szCs w:val="20"/>
          <w:shd w:val="clear" w:color="auto" w:fill="FFFFFF"/>
        </w:rPr>
      </w:pPr>
      <w:r w:rsidRPr="00274938">
        <w:rPr>
          <w:rFonts w:eastAsiaTheme="minorHAnsi"/>
          <w:szCs w:val="20"/>
          <w:shd w:val="clear" w:color="auto" w:fill="FFFFFF"/>
        </w:rPr>
        <w:t xml:space="preserve">bola iná osoba ako verejný obstarávateľ alebo obstarávateľ podľa ZVO, dôkaz o plnení potvrdí odberateľ; ak také potvrdenie uchádzač nemá k dispozícii, vyhlásením uchádzača o ich </w:t>
      </w:r>
      <w:r w:rsidRPr="00274938">
        <w:rPr>
          <w:rFonts w:eastAsia="Times New Roman"/>
          <w:szCs w:val="20"/>
          <w:shd w:val="clear" w:color="auto" w:fill="FFFFFF"/>
        </w:rPr>
        <w:t>uskutočnení</w:t>
      </w:r>
      <w:r w:rsidRPr="00274938">
        <w:rPr>
          <w:rFonts w:eastAsiaTheme="minorHAnsi"/>
          <w:szCs w:val="20"/>
          <w:shd w:val="clear" w:color="auto" w:fill="FFFFFF"/>
        </w:rPr>
        <w:t>, doplneným dokladom, preukazujúcim ich uskutočnenie alebo zmluvný vzťah, na základe ktorého boli uskutočnené.</w:t>
      </w:r>
    </w:p>
    <w:p w14:paraId="06B2A670" w14:textId="406247A8" w:rsidR="003207A0" w:rsidRPr="00274938" w:rsidRDefault="000047A6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>Verejný obstarávateľ odporúča pre preukázanie splnenia tejto podmienky účasti použiť vzor, ktorý je prílohou F1 týchto súťažných podkladov</w:t>
      </w:r>
      <w:r w:rsidR="00780315" w:rsidRPr="00274938">
        <w:rPr>
          <w:rFonts w:ascii="Cambria" w:hAnsi="Cambria"/>
          <w:sz w:val="20"/>
          <w:szCs w:val="20"/>
          <w:shd w:val="clear" w:color="auto" w:fill="FFFFFF"/>
        </w:rPr>
        <w:t>.</w:t>
      </w:r>
      <w:r w:rsidR="00D416ED" w:rsidRPr="00274938">
        <w:rPr>
          <w:rFonts w:ascii="Cambria" w:hAnsi="Cambria"/>
          <w:sz w:val="20"/>
          <w:szCs w:val="20"/>
          <w:shd w:val="clear" w:color="auto" w:fill="FFFFFF"/>
        </w:rPr>
        <w:t xml:space="preserve"> Požiadavky podľa bodov vyššie tým nie sú dotknuté.</w:t>
      </w:r>
    </w:p>
    <w:p w14:paraId="1B564486" w14:textId="77777777" w:rsidR="00442FEC" w:rsidRPr="00274938" w:rsidRDefault="00442FEC" w:rsidP="00442FEC">
      <w:pPr>
        <w:ind w:left="1134"/>
        <w:jc w:val="both"/>
        <w:rPr>
          <w:rFonts w:ascii="Cambria" w:hAnsi="Cambria"/>
          <w:b/>
          <w:sz w:val="20"/>
          <w:szCs w:val="20"/>
          <w:u w:val="single"/>
          <w:shd w:val="clear" w:color="auto" w:fill="FFFFFF"/>
        </w:rPr>
      </w:pPr>
    </w:p>
    <w:p w14:paraId="586D9FB7" w14:textId="1A3FC431" w:rsidR="000047A6" w:rsidRPr="00274938" w:rsidRDefault="000047A6" w:rsidP="00442FEC">
      <w:pPr>
        <w:ind w:left="1134"/>
        <w:jc w:val="both"/>
        <w:rPr>
          <w:rFonts w:ascii="Cambria" w:hAnsi="Cambria"/>
          <w:b/>
          <w:sz w:val="20"/>
          <w:szCs w:val="20"/>
          <w:u w:val="single"/>
          <w:shd w:val="clear" w:color="auto" w:fill="FFFFFF"/>
        </w:rPr>
      </w:pPr>
      <w:r w:rsidRPr="00274938">
        <w:rPr>
          <w:rFonts w:ascii="Cambria" w:hAnsi="Cambria"/>
          <w:b/>
          <w:sz w:val="20"/>
          <w:szCs w:val="20"/>
          <w:u w:val="single"/>
          <w:shd w:val="clear" w:color="auto" w:fill="FFFFFF"/>
        </w:rPr>
        <w:t>Minimálna požadovaná úroveň:</w:t>
      </w:r>
    </w:p>
    <w:p w14:paraId="1F1DB02C" w14:textId="5E845F65" w:rsidR="00C03B32" w:rsidRPr="007F72C7" w:rsidRDefault="000047A6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 xml:space="preserve">Zo zoznamu </w:t>
      </w:r>
      <w:r w:rsidR="00A736A5" w:rsidRPr="00274938">
        <w:rPr>
          <w:rFonts w:ascii="Cambria" w:hAnsi="Cambria"/>
          <w:sz w:val="20"/>
          <w:szCs w:val="20"/>
          <w:shd w:val="clear" w:color="auto" w:fill="FFFFFF"/>
        </w:rPr>
        <w:t xml:space="preserve">stavebných prác </w:t>
      </w:r>
      <w:r w:rsidRPr="00274938">
        <w:rPr>
          <w:rFonts w:ascii="Cambria" w:hAnsi="Cambria"/>
          <w:sz w:val="20"/>
          <w:szCs w:val="20"/>
          <w:shd w:val="clear" w:color="auto" w:fill="FFFFFF"/>
        </w:rPr>
        <w:t>musí vyplynúť, že</w:t>
      </w:r>
      <w:r w:rsidR="00C03B32" w:rsidRPr="00274938">
        <w:rPr>
          <w:rFonts w:ascii="Cambria" w:hAnsi="Cambria"/>
          <w:sz w:val="20"/>
          <w:szCs w:val="20"/>
          <w:shd w:val="clear" w:color="auto" w:fill="FFFFFF"/>
        </w:rPr>
        <w:t xml:space="preserve"> uchádzač </w:t>
      </w:r>
      <w:r w:rsidR="00A736A5" w:rsidRPr="00274938">
        <w:rPr>
          <w:rFonts w:ascii="Cambria" w:hAnsi="Cambria"/>
          <w:sz w:val="20"/>
          <w:szCs w:val="20"/>
          <w:shd w:val="clear" w:color="auto" w:fill="FFFFFF"/>
        </w:rPr>
        <w:t>zrealizoval stavby</w:t>
      </w:r>
      <w:r w:rsidR="00C03B32" w:rsidRPr="00274938">
        <w:rPr>
          <w:rFonts w:ascii="Cambria" w:hAnsi="Cambria"/>
          <w:sz w:val="20"/>
          <w:szCs w:val="20"/>
          <w:shd w:val="clear" w:color="auto" w:fill="FFFFFF"/>
        </w:rPr>
        <w:t xml:space="preserve"> vrátane </w:t>
      </w:r>
      <w:r w:rsidR="00C03B32" w:rsidRPr="007F72C7">
        <w:rPr>
          <w:rFonts w:ascii="Cambria" w:hAnsi="Cambria"/>
          <w:sz w:val="20"/>
          <w:szCs w:val="20"/>
          <w:shd w:val="clear" w:color="auto" w:fill="FFFFFF"/>
        </w:rPr>
        <w:t xml:space="preserve">investície rovnakého alebo podobného charakteru a zložitosti ako je predmet zákazky za </w:t>
      </w:r>
      <w:r w:rsidR="004D34A5" w:rsidRPr="007F72C7">
        <w:rPr>
          <w:rFonts w:ascii="Cambria" w:hAnsi="Cambria"/>
          <w:sz w:val="20"/>
          <w:szCs w:val="20"/>
          <w:shd w:val="clear" w:color="auto" w:fill="FFFFFF"/>
        </w:rPr>
        <w:t>predchádzajúcich päť (5) rokov</w:t>
      </w:r>
      <w:r w:rsidR="00C03B32" w:rsidRPr="007F72C7">
        <w:rPr>
          <w:rFonts w:ascii="Cambria" w:hAnsi="Cambria"/>
          <w:sz w:val="20"/>
          <w:szCs w:val="20"/>
          <w:shd w:val="clear" w:color="auto" w:fill="FFFFFF"/>
        </w:rPr>
        <w:t xml:space="preserve"> od vyhlásenia </w:t>
      </w:r>
      <w:r w:rsidR="003716D2" w:rsidRPr="007F72C7">
        <w:rPr>
          <w:rFonts w:ascii="Cambria" w:hAnsi="Cambria"/>
          <w:sz w:val="20"/>
          <w:szCs w:val="20"/>
          <w:shd w:val="clear" w:color="auto" w:fill="FFFFFF"/>
        </w:rPr>
        <w:t>V</w:t>
      </w:r>
      <w:r w:rsidR="00C03B32" w:rsidRPr="007F72C7">
        <w:rPr>
          <w:rFonts w:ascii="Cambria" w:hAnsi="Cambria"/>
          <w:sz w:val="20"/>
          <w:szCs w:val="20"/>
          <w:shd w:val="clear" w:color="auto" w:fill="FFFFFF"/>
        </w:rPr>
        <w:t>erejného obstarávania</w:t>
      </w:r>
      <w:r w:rsidR="00FB63BA" w:rsidRPr="007F72C7">
        <w:rPr>
          <w:rFonts w:ascii="Cambria" w:hAnsi="Cambria"/>
          <w:sz w:val="20"/>
          <w:szCs w:val="20"/>
          <w:shd w:val="clear" w:color="auto" w:fill="FFFFFF"/>
        </w:rPr>
        <w:t xml:space="preserve"> (ďalej ako „</w:t>
      </w:r>
      <w:r w:rsidR="00FB63BA" w:rsidRPr="007F72C7">
        <w:rPr>
          <w:rFonts w:ascii="Cambria" w:hAnsi="Cambria"/>
          <w:b/>
          <w:sz w:val="20"/>
          <w:szCs w:val="20"/>
          <w:shd w:val="clear" w:color="auto" w:fill="FFFFFF"/>
        </w:rPr>
        <w:t>Referenčné obdobie</w:t>
      </w:r>
      <w:r w:rsidR="00FB63BA" w:rsidRPr="007F72C7">
        <w:rPr>
          <w:rFonts w:ascii="Cambria" w:hAnsi="Cambria"/>
          <w:sz w:val="20"/>
          <w:szCs w:val="20"/>
          <w:shd w:val="clear" w:color="auto" w:fill="FFFFFF"/>
        </w:rPr>
        <w:t>“)</w:t>
      </w:r>
      <w:r w:rsidR="00C03B32" w:rsidRPr="007F72C7">
        <w:rPr>
          <w:rFonts w:ascii="Cambria" w:hAnsi="Cambria"/>
          <w:sz w:val="20"/>
          <w:szCs w:val="20"/>
          <w:shd w:val="clear" w:color="auto" w:fill="FFFFFF"/>
        </w:rPr>
        <w:t xml:space="preserve">, ktorých celková hodnota v </w:t>
      </w:r>
      <w:r w:rsidR="00FB63BA" w:rsidRPr="007F72C7">
        <w:rPr>
          <w:rFonts w:ascii="Cambria" w:hAnsi="Cambria"/>
          <w:sz w:val="20"/>
          <w:szCs w:val="20"/>
          <w:shd w:val="clear" w:color="auto" w:fill="FFFFFF"/>
        </w:rPr>
        <w:t>Referenčnom</w:t>
      </w:r>
      <w:r w:rsidR="00C03B32" w:rsidRPr="007F72C7">
        <w:rPr>
          <w:rFonts w:ascii="Cambria" w:hAnsi="Cambria"/>
          <w:sz w:val="20"/>
          <w:szCs w:val="20"/>
          <w:shd w:val="clear" w:color="auto" w:fill="FFFFFF"/>
        </w:rPr>
        <w:t xml:space="preserve"> období bola sumárne minimálne</w:t>
      </w:r>
      <w:r w:rsidR="007464FD" w:rsidRPr="007F72C7">
        <w:rPr>
          <w:rFonts w:ascii="Cambria" w:hAnsi="Cambria"/>
          <w:sz w:val="20"/>
          <w:szCs w:val="20"/>
          <w:shd w:val="clear" w:color="auto" w:fill="FFFFFF"/>
        </w:rPr>
        <w:t xml:space="preserve"> </w:t>
      </w:r>
      <w:r w:rsidR="00442FEC" w:rsidRPr="007F72C7">
        <w:rPr>
          <w:rFonts w:ascii="Cambria" w:hAnsi="Cambria"/>
          <w:b/>
          <w:bCs/>
          <w:sz w:val="20"/>
          <w:szCs w:val="20"/>
          <w:shd w:val="clear" w:color="auto" w:fill="FFFFFF"/>
          <w:lang w:val="en-US"/>
        </w:rPr>
        <w:t>1</w:t>
      </w:r>
      <w:r w:rsidR="00A7322A" w:rsidRPr="007F72C7">
        <w:rPr>
          <w:rFonts w:ascii="Cambria" w:hAnsi="Cambria"/>
          <w:b/>
          <w:bCs/>
          <w:sz w:val="20"/>
          <w:szCs w:val="20"/>
          <w:shd w:val="clear" w:color="auto" w:fill="FFFFFF"/>
          <w:lang w:val="en-US"/>
        </w:rPr>
        <w:t>.</w:t>
      </w:r>
      <w:r w:rsidR="00442FEC" w:rsidRPr="007F72C7">
        <w:rPr>
          <w:rFonts w:ascii="Cambria" w:hAnsi="Cambria"/>
          <w:b/>
          <w:bCs/>
          <w:sz w:val="20"/>
          <w:szCs w:val="20"/>
          <w:shd w:val="clear" w:color="auto" w:fill="FFFFFF"/>
          <w:lang w:val="en-US"/>
        </w:rPr>
        <w:t>5</w:t>
      </w:r>
      <w:r w:rsidR="00A7322A" w:rsidRPr="007F72C7">
        <w:rPr>
          <w:rFonts w:ascii="Cambria" w:hAnsi="Cambria"/>
          <w:b/>
          <w:bCs/>
          <w:sz w:val="20"/>
          <w:szCs w:val="20"/>
          <w:shd w:val="clear" w:color="auto" w:fill="FFFFFF"/>
          <w:lang w:val="en-US"/>
        </w:rPr>
        <w:t>00.000</w:t>
      </w:r>
      <w:r w:rsidR="002261B8" w:rsidRPr="007F72C7">
        <w:rPr>
          <w:rFonts w:ascii="Cambria" w:hAnsi="Cambria"/>
          <w:b/>
          <w:bCs/>
          <w:sz w:val="20"/>
          <w:szCs w:val="20"/>
        </w:rPr>
        <w:t xml:space="preserve">,- </w:t>
      </w:r>
      <w:r w:rsidR="007464FD" w:rsidRPr="007F72C7">
        <w:rPr>
          <w:rFonts w:ascii="Cambria" w:hAnsi="Cambria" w:cs="Arial"/>
          <w:b/>
          <w:bCs/>
          <w:sz w:val="20"/>
          <w:szCs w:val="20"/>
        </w:rPr>
        <w:t>E</w:t>
      </w:r>
      <w:r w:rsidR="00C03B32" w:rsidRPr="007F72C7">
        <w:rPr>
          <w:rFonts w:ascii="Cambria" w:hAnsi="Cambria"/>
          <w:b/>
          <w:bCs/>
          <w:sz w:val="20"/>
          <w:szCs w:val="20"/>
          <w:shd w:val="clear" w:color="auto" w:fill="FFFFFF"/>
        </w:rPr>
        <w:t>UR bez DPH</w:t>
      </w:r>
      <w:r w:rsidR="00F404AF" w:rsidRPr="007F72C7">
        <w:rPr>
          <w:rFonts w:ascii="Cambria" w:hAnsi="Cambria"/>
          <w:sz w:val="20"/>
          <w:szCs w:val="20"/>
          <w:shd w:val="clear" w:color="auto" w:fill="FFFFFF"/>
        </w:rPr>
        <w:t>.</w:t>
      </w:r>
    </w:p>
    <w:p w14:paraId="704CE232" w14:textId="4A622A59" w:rsidR="003207A0" w:rsidRPr="007F72C7" w:rsidRDefault="003207A0" w:rsidP="007F72C7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Pre odstránenie pochybností sa upresňuje, že tieto stavebné práce museli byť realizované v Referenčnom období, pričom do hodnoty referenčnej </w:t>
      </w:r>
      <w:r w:rsidR="00BF39EA" w:rsidRPr="00274938">
        <w:rPr>
          <w:rFonts w:ascii="Cambria" w:hAnsi="Cambria"/>
          <w:sz w:val="20"/>
          <w:szCs w:val="20"/>
          <w:shd w:val="clear" w:color="auto" w:fill="FFFFFF"/>
        </w:rPr>
        <w:t>zákazky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 sa zarátavajú:</w:t>
      </w:r>
    </w:p>
    <w:p w14:paraId="508E833C" w14:textId="77777777" w:rsidR="003207A0" w:rsidRPr="00274938" w:rsidRDefault="003207A0" w:rsidP="003207A0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hodnota investície vykonanej v Referenčnom období bez nutnosti prepočtu výšky platieb na Referenčné obdobie; a</w:t>
      </w:r>
    </w:p>
    <w:p w14:paraId="064D845E" w14:textId="1964E1F6" w:rsidR="003207A0" w:rsidRPr="007F72C7" w:rsidRDefault="003207A0" w:rsidP="003207A0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hAnsi="Cambria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ceny za služby súvisiace</w:t>
      </w:r>
      <w:r w:rsidRPr="007F72C7">
        <w:rPr>
          <w:rFonts w:ascii="Cambria" w:hAnsi="Cambria"/>
          <w:shd w:val="clear" w:color="auto" w:fill="FFFFFF"/>
        </w:rPr>
        <w:t xml:space="preserve"> s investíciou </w:t>
      </w:r>
      <w:r w:rsidR="00BF39EA" w:rsidRPr="00274938">
        <w:rPr>
          <w:rFonts w:ascii="Cambria" w:hAnsi="Cambria"/>
          <w:shd w:val="clear" w:color="auto" w:fill="FFFFFF"/>
        </w:rPr>
        <w:t xml:space="preserve">a garanciou úspor </w:t>
      </w:r>
      <w:r w:rsidRPr="007F72C7">
        <w:rPr>
          <w:rFonts w:ascii="Cambria" w:hAnsi="Cambria"/>
          <w:shd w:val="clear" w:color="auto" w:fill="FFFFFF"/>
        </w:rPr>
        <w:t>prepočítané na Referenčné obdobie.</w:t>
      </w:r>
    </w:p>
    <w:p w14:paraId="1456C6F8" w14:textId="165436BF" w:rsidR="00C03B32" w:rsidRPr="007F72C7" w:rsidRDefault="00C03B32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Za </w:t>
      </w:r>
      <w:r w:rsidR="00171765" w:rsidRPr="007F72C7">
        <w:rPr>
          <w:rFonts w:ascii="Cambria" w:hAnsi="Cambria"/>
          <w:sz w:val="20"/>
          <w:szCs w:val="20"/>
          <w:shd w:val="clear" w:color="auto" w:fill="FFFFFF"/>
        </w:rPr>
        <w:t xml:space="preserve">realizáciu stavebných prác 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rovnakého alebo podobného charakteru a zložitosti ako je predmet zákazky sa pre účely </w:t>
      </w:r>
      <w:r w:rsidR="005B4F32" w:rsidRPr="007F72C7">
        <w:rPr>
          <w:rFonts w:ascii="Cambria" w:hAnsi="Cambria"/>
          <w:sz w:val="20"/>
          <w:szCs w:val="20"/>
          <w:shd w:val="clear" w:color="auto" w:fill="FFFFFF"/>
        </w:rPr>
        <w:t>tohto Verejného obstarávania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 považujú plnenia, ktoré musia </w:t>
      </w:r>
      <w:r w:rsidR="002933AA" w:rsidRPr="007F72C7">
        <w:rPr>
          <w:rFonts w:ascii="Cambria" w:hAnsi="Cambria"/>
          <w:sz w:val="20"/>
          <w:szCs w:val="20"/>
          <w:shd w:val="clear" w:color="auto" w:fill="FFFFFF"/>
        </w:rPr>
        <w:t>kumulatívne napĺňať všetky nižšie uvedené definičné znaky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>:</w:t>
      </w:r>
    </w:p>
    <w:p w14:paraId="154A53E0" w14:textId="7B2FAECB" w:rsidR="003207A0" w:rsidRPr="00274938" w:rsidRDefault="003207A0" w:rsidP="002670F9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uchádzač vykonal návrh a projektovanie opatrení na budovách, ktorých výsledkom bola úspora energií a/alebo iných prevádzkových nákladov;</w:t>
      </w:r>
    </w:p>
    <w:p w14:paraId="601BD29C" w14:textId="5DE780F0" w:rsidR="00C03B32" w:rsidRPr="00274938" w:rsidRDefault="000D2AEC" w:rsidP="002670F9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uchádzač vykonal </w:t>
      </w:r>
      <w:r w:rsidR="00C03B32" w:rsidRPr="00274938">
        <w:rPr>
          <w:rFonts w:ascii="Cambria" w:eastAsiaTheme="minorHAnsi" w:hAnsi="Cambria" w:cstheme="minorBidi"/>
          <w:shd w:val="clear" w:color="auto" w:fill="FFFFFF"/>
        </w:rPr>
        <w:t>modernizáciu energetického systému v budovách;</w:t>
      </w:r>
    </w:p>
    <w:p w14:paraId="379F2C6A" w14:textId="77777777" w:rsidR="003207A0" w:rsidRPr="00274938" w:rsidRDefault="003207A0" w:rsidP="003207A0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uchádzač v nadväznosti na realizáciu týchto stavebných prác vykonával službu dozoru riadenia modernizovaného systému tak, aby sa dosiahli vopred deklarované úspory</w:t>
      </w:r>
    </w:p>
    <w:p w14:paraId="7077A3E4" w14:textId="77777777" w:rsidR="003207A0" w:rsidRPr="00274938" w:rsidRDefault="003207A0" w:rsidP="003207A0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uchádzač garantoval dosiahnutie stanovených úspor;</w:t>
      </w:r>
    </w:p>
    <w:p w14:paraId="38D74350" w14:textId="77777777" w:rsidR="003207A0" w:rsidRPr="00274938" w:rsidRDefault="003207A0" w:rsidP="003207A0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plnenie obsahovalo podmienku, aby úspory boli vyhodnocované v pravidelných intervaloch; a</w:t>
      </w:r>
    </w:p>
    <w:p w14:paraId="353E13AD" w14:textId="77777777" w:rsidR="003207A0" w:rsidRPr="00274938" w:rsidRDefault="003207A0" w:rsidP="003207A0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plnenie obsahovalo podmienku, aby garantované úspory boli dosiahnuté vo všetkých hodnotiacich periódach projektu, resp. aby v opačnom prípade dodávateľ projektu finančne vykompenzoval hodnotu výpadku úspor.</w:t>
      </w:r>
    </w:p>
    <w:p w14:paraId="6EFAECA8" w14:textId="14C4A560" w:rsidR="00C03B32" w:rsidRPr="00274938" w:rsidRDefault="00627C1E" w:rsidP="003207A0">
      <w:pPr>
        <w:pStyle w:val="Nadpis6"/>
        <w:rPr>
          <w:rFonts w:eastAsia="Times New Roman"/>
          <w:shd w:val="clear" w:color="auto" w:fill="FFFFFF"/>
        </w:rPr>
      </w:pPr>
      <w:bookmarkStart w:id="408" w:name="_Ref6294579"/>
      <w:r w:rsidRPr="00274938">
        <w:rPr>
          <w:rFonts w:eastAsia="Times New Roman"/>
        </w:rPr>
        <w:t xml:space="preserve">V </w:t>
      </w:r>
      <w:r w:rsidRPr="00274938">
        <w:rPr>
          <w:rFonts w:eastAsia="Times New Roman" w:cs="Arial"/>
          <w:shd w:val="clear" w:color="auto" w:fill="FFFFFF"/>
        </w:rPr>
        <w:t>súlade</w:t>
      </w:r>
      <w:r w:rsidRPr="00274938">
        <w:rPr>
          <w:rFonts w:eastAsia="Times New Roman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08"/>
    </w:p>
    <w:p w14:paraId="51C2A236" w14:textId="27D25A3B" w:rsidR="00627C1E" w:rsidRPr="007F72C7" w:rsidRDefault="00627C1E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7F72C7">
        <w:rPr>
          <w:rFonts w:ascii="Cambria" w:hAnsi="Cambria"/>
          <w:sz w:val="20"/>
          <w:szCs w:val="20"/>
          <w:shd w:val="clear" w:color="auto" w:fill="FFFFFF"/>
        </w:rPr>
        <w:t>Minimálna požadovaná úroveň:</w:t>
      </w:r>
    </w:p>
    <w:p w14:paraId="7C3BDB70" w14:textId="0F11C9C2" w:rsidR="000047A6" w:rsidRPr="007F72C7" w:rsidRDefault="00627C1E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Uchádzač musí preukázať svoju odbornú spôsobilosť na poskytovanie požadovaných služieb potvrdením, že má k dispozícii nižšie uvedených </w:t>
      </w:r>
      <w:r w:rsidR="00C34A39" w:rsidRPr="007F72C7">
        <w:rPr>
          <w:rFonts w:ascii="Cambria" w:hAnsi="Cambria"/>
          <w:sz w:val="20"/>
          <w:szCs w:val="20"/>
          <w:shd w:val="clear" w:color="auto" w:fill="FFFFFF"/>
        </w:rPr>
        <w:t>odborníkov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 spĺňajúcich stanovené požiadavky, v príslušnom počte. Nižšie uvedené požiadavky na </w:t>
      </w:r>
      <w:r w:rsidR="00C34A39" w:rsidRPr="007F72C7">
        <w:rPr>
          <w:rFonts w:ascii="Cambria" w:hAnsi="Cambria"/>
          <w:sz w:val="20"/>
          <w:szCs w:val="20"/>
          <w:shd w:val="clear" w:color="auto" w:fill="FFFFFF"/>
        </w:rPr>
        <w:t>odborníka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 </w:t>
      </w:r>
      <w:r w:rsidR="00C34A39" w:rsidRPr="007F72C7">
        <w:rPr>
          <w:rFonts w:ascii="Cambria" w:hAnsi="Cambria"/>
          <w:sz w:val="20"/>
          <w:szCs w:val="20"/>
          <w:shd w:val="clear" w:color="auto" w:fill="FFFFFF"/>
        </w:rPr>
        <w:t>uchádzač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 preukáže predložením:</w:t>
      </w:r>
    </w:p>
    <w:p w14:paraId="0F4FB7B3" w14:textId="60150B42" w:rsidR="007524ED" w:rsidRPr="00274938" w:rsidRDefault="00F86B6C" w:rsidP="00113A48">
      <w:pPr>
        <w:pStyle w:val="Nadpis7"/>
        <w:rPr>
          <w:rFonts w:eastAsia="Times New Roman"/>
          <w:szCs w:val="20"/>
          <w:shd w:val="clear" w:color="auto" w:fill="FFFFFF"/>
        </w:rPr>
      </w:pPr>
      <w:r w:rsidRPr="00274938">
        <w:rPr>
          <w:rFonts w:eastAsia="Times New Roman"/>
          <w:szCs w:val="20"/>
          <w:shd w:val="clear" w:color="auto" w:fill="FFFFFF"/>
        </w:rPr>
        <w:t>vyplneného formuláru, ktorý je prílohou F2 týchto súťažných podkladov</w:t>
      </w:r>
      <w:r w:rsidR="00A1409F" w:rsidRPr="00274938">
        <w:rPr>
          <w:rFonts w:eastAsia="Times New Roman"/>
          <w:szCs w:val="20"/>
          <w:shd w:val="clear" w:color="auto" w:fill="FFFFFF"/>
        </w:rPr>
        <w:t xml:space="preserve"> príslušného odborníka; a</w:t>
      </w:r>
    </w:p>
    <w:p w14:paraId="3E9E88B5" w14:textId="693477D2" w:rsidR="007524ED" w:rsidRPr="00274938" w:rsidRDefault="007524ED" w:rsidP="00113A48">
      <w:pPr>
        <w:pStyle w:val="Nadpis7"/>
        <w:rPr>
          <w:rFonts w:eastAsia="Times New Roman"/>
          <w:szCs w:val="20"/>
          <w:shd w:val="clear" w:color="auto" w:fill="FFFFFF"/>
        </w:rPr>
      </w:pPr>
      <w:bookmarkStart w:id="409" w:name="_Ref6294690"/>
      <w:r w:rsidRPr="00274938">
        <w:rPr>
          <w:rFonts w:eastAsia="Times New Roman"/>
          <w:szCs w:val="20"/>
          <w:shd w:val="clear" w:color="auto" w:fill="FFFFFF"/>
        </w:rPr>
        <w:t xml:space="preserve">požadovaného oprávnenia alebo certifikátu alebo ekvivalentného dokladu, preukazujúceho kvalifikáciu </w:t>
      </w:r>
      <w:r w:rsidR="006940E3" w:rsidRPr="00274938">
        <w:rPr>
          <w:rFonts w:eastAsiaTheme="minorHAnsi"/>
          <w:szCs w:val="20"/>
          <w:shd w:val="clear" w:color="auto" w:fill="FFFFFF"/>
        </w:rPr>
        <w:t>odborníka</w:t>
      </w:r>
      <w:r w:rsidR="006940E3" w:rsidRPr="00274938">
        <w:rPr>
          <w:rFonts w:eastAsia="Times New Roman"/>
          <w:szCs w:val="20"/>
          <w:shd w:val="clear" w:color="auto" w:fill="FFFFFF"/>
        </w:rPr>
        <w:t xml:space="preserve"> </w:t>
      </w:r>
      <w:r w:rsidRPr="00274938">
        <w:rPr>
          <w:rFonts w:eastAsia="Times New Roman"/>
          <w:szCs w:val="20"/>
          <w:shd w:val="clear" w:color="auto" w:fill="FFFFFF"/>
        </w:rPr>
        <w:t xml:space="preserve">vzťahujúcu sa k predmetu </w:t>
      </w:r>
      <w:r w:rsidR="00FB63BA" w:rsidRPr="00274938">
        <w:rPr>
          <w:rFonts w:eastAsiaTheme="minorHAnsi"/>
          <w:szCs w:val="20"/>
          <w:shd w:val="clear" w:color="auto" w:fill="FFFFFF"/>
        </w:rPr>
        <w:t>zákazky</w:t>
      </w:r>
      <w:r w:rsidRPr="00274938">
        <w:rPr>
          <w:rFonts w:eastAsia="Times New Roman"/>
          <w:szCs w:val="20"/>
          <w:shd w:val="clear" w:color="auto" w:fill="FFFFFF"/>
        </w:rPr>
        <w:t xml:space="preserve"> (</w:t>
      </w:r>
      <w:r w:rsidR="00CB3729" w:rsidRPr="00274938">
        <w:rPr>
          <w:rFonts w:eastAsia="Times New Roman"/>
          <w:szCs w:val="20"/>
          <w:shd w:val="clear" w:color="auto" w:fill="FFFFFF"/>
        </w:rPr>
        <w:t>ak sa vyžaduje</w:t>
      </w:r>
      <w:r w:rsidRPr="00274938">
        <w:rPr>
          <w:rFonts w:eastAsia="Times New Roman"/>
          <w:szCs w:val="20"/>
          <w:shd w:val="clear" w:color="auto" w:fill="FFFFFF"/>
        </w:rPr>
        <w:t>)</w:t>
      </w:r>
      <w:r w:rsidR="004B6A72" w:rsidRPr="00274938">
        <w:rPr>
          <w:rFonts w:eastAsia="Times New Roman"/>
          <w:szCs w:val="20"/>
          <w:shd w:val="clear" w:color="auto" w:fill="FFFFFF"/>
        </w:rPr>
        <w:t>.</w:t>
      </w:r>
      <w:bookmarkEnd w:id="409"/>
    </w:p>
    <w:p w14:paraId="292E4870" w14:textId="5E5357D8" w:rsidR="009E3F10" w:rsidRPr="00274938" w:rsidRDefault="009239C0" w:rsidP="00442FEC">
      <w:pPr>
        <w:ind w:left="1134"/>
        <w:jc w:val="both"/>
        <w:rPr>
          <w:rFonts w:ascii="Cambria" w:hAnsi="Cambria"/>
          <w:b/>
          <w:sz w:val="20"/>
          <w:szCs w:val="20"/>
          <w:shd w:val="clear" w:color="auto" w:fill="FFFFFF"/>
        </w:rPr>
      </w:pP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>Odborník</w:t>
      </w:r>
      <w:r w:rsidR="009E3F10"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č. </w:t>
      </w:r>
      <w:r w:rsidR="005C3695" w:rsidRPr="00274938">
        <w:rPr>
          <w:rFonts w:ascii="Cambria" w:hAnsi="Cambria"/>
          <w:b/>
          <w:sz w:val="20"/>
          <w:szCs w:val="20"/>
          <w:shd w:val="clear" w:color="auto" w:fill="FFFFFF"/>
        </w:rPr>
        <w:t>1</w:t>
      </w:r>
      <w:r w:rsidR="009E3F10"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–</w:t>
      </w:r>
      <w:r w:rsidR="00E81F0A"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</w:t>
      </w:r>
      <w:r w:rsidR="00890F8F"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Projektový manažér – 1 osoba </w:t>
      </w:r>
    </w:p>
    <w:p w14:paraId="6F9DA908" w14:textId="556CBBDC" w:rsidR="009E3F10" w:rsidRPr="00274938" w:rsidRDefault="009239C0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 xml:space="preserve">Odborník </w:t>
      </w:r>
      <w:r w:rsidR="009E3F10" w:rsidRPr="00274938">
        <w:rPr>
          <w:rFonts w:ascii="Cambria" w:hAnsi="Cambria"/>
          <w:sz w:val="20"/>
          <w:szCs w:val="20"/>
          <w:shd w:val="clear" w:color="auto" w:fill="FFFFFF"/>
        </w:rPr>
        <w:t>musí spĺňať nasledovné požiadavky:</w:t>
      </w:r>
    </w:p>
    <w:p w14:paraId="43A95182" w14:textId="02EA7B0A" w:rsidR="009239C0" w:rsidRPr="00274938" w:rsidRDefault="009239C0" w:rsidP="00442FEC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bookmarkStart w:id="410" w:name="_Hlk65230776"/>
      <w:r w:rsidR="00E81F0A" w:rsidRPr="00274938">
        <w:rPr>
          <w:rFonts w:ascii="Cambria" w:eastAsiaTheme="minorHAnsi" w:hAnsi="Cambria" w:cs="Arial"/>
        </w:rPr>
        <w:t>5</w:t>
      </w:r>
      <w:r w:rsidR="005C3695" w:rsidRPr="00274938">
        <w:rPr>
          <w:rFonts w:ascii="Cambria" w:eastAsiaTheme="minorHAnsi" w:hAnsi="Cambria" w:cs="Arial"/>
        </w:rPr>
        <w:t xml:space="preserve"> </w:t>
      </w:r>
      <w:r w:rsidRPr="00274938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274938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890F8F" w:rsidRPr="00274938">
        <w:rPr>
          <w:rFonts w:ascii="Cambria" w:eastAsiaTheme="minorHAnsi" w:hAnsi="Cambria" w:cstheme="minorBidi"/>
          <w:shd w:val="clear" w:color="auto" w:fill="FFFFFF"/>
        </w:rPr>
        <w:t xml:space="preserve">projektového manažéra v oblasti </w:t>
      </w:r>
      <w:r w:rsidR="00F86B6C" w:rsidRPr="00274938">
        <w:rPr>
          <w:rFonts w:ascii="Cambria" w:eastAsiaTheme="minorHAnsi" w:hAnsi="Cambria" w:cstheme="minorBidi"/>
          <w:shd w:val="clear" w:color="auto" w:fill="FFFFFF"/>
        </w:rPr>
        <w:t>stavebníctva</w:t>
      </w:r>
      <w:bookmarkEnd w:id="410"/>
      <w:r w:rsidR="00980F32" w:rsidRPr="00274938">
        <w:rPr>
          <w:rFonts w:ascii="Cambria" w:eastAsiaTheme="minorHAnsi" w:hAnsi="Cambria" w:cstheme="minorBidi"/>
          <w:shd w:val="clear" w:color="auto" w:fill="FFFFFF"/>
        </w:rPr>
        <w:t xml:space="preserve">. Túto 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podmienku účasti uchádzač u </w:t>
      </w:r>
      <w:r w:rsidR="00393680" w:rsidRPr="00274938">
        <w:rPr>
          <w:rFonts w:ascii="Cambria" w:eastAsiaTheme="minorHAnsi" w:hAnsi="Cambria" w:cstheme="minorBidi"/>
          <w:shd w:val="clear" w:color="auto" w:fill="FFFFFF"/>
        </w:rPr>
        <w:t>odborníka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 preukáže </w:t>
      </w:r>
      <w:r w:rsidR="00A1409F" w:rsidRPr="00274938">
        <w:rPr>
          <w:rFonts w:ascii="Cambria" w:eastAsiaTheme="minorHAnsi" w:hAnsi="Cambria" w:cstheme="minorBidi"/>
          <w:shd w:val="clear" w:color="auto" w:fill="FFFFFF"/>
        </w:rPr>
        <w:t>vyplneným formulárom</w:t>
      </w:r>
      <w:r w:rsidR="005642DA"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642DA" w:rsidRPr="00274938">
        <w:rPr>
          <w:rFonts w:ascii="Cambria" w:hAnsi="Cambria" w:cstheme="majorBidi"/>
          <w:iCs/>
          <w:shd w:val="clear" w:color="auto" w:fill="FFFFFF"/>
        </w:rPr>
        <w:t>ktorý je prílohou F2 týchto súťažných podkladov</w:t>
      </w:r>
      <w:r w:rsidR="005642DA" w:rsidRPr="00274938">
        <w:rPr>
          <w:rFonts w:ascii="Cambria" w:eastAsiaTheme="minorHAnsi" w:hAnsi="Cambria" w:cstheme="minorBidi"/>
          <w:shd w:val="clear" w:color="auto" w:fill="FFFFFF"/>
        </w:rPr>
        <w:t>.</w:t>
      </w:r>
    </w:p>
    <w:p w14:paraId="6F9DB1D8" w14:textId="5D92CBC3" w:rsidR="005642DA" w:rsidRPr="00274938" w:rsidRDefault="005642DA" w:rsidP="00442FEC">
      <w:pPr>
        <w:ind w:left="1134"/>
        <w:jc w:val="both"/>
        <w:rPr>
          <w:rFonts w:ascii="Cambria" w:hAnsi="Cambria"/>
          <w:b/>
          <w:sz w:val="20"/>
          <w:szCs w:val="20"/>
          <w:shd w:val="clear" w:color="auto" w:fill="FFFFFF"/>
        </w:rPr>
      </w:pP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Odborník č. 2 </w:t>
      </w:r>
      <w:r w:rsidR="00C35119" w:rsidRPr="00274938">
        <w:rPr>
          <w:rFonts w:ascii="Cambria" w:hAnsi="Cambria"/>
          <w:b/>
          <w:sz w:val="20"/>
          <w:szCs w:val="20"/>
          <w:shd w:val="clear" w:color="auto" w:fill="FFFFFF"/>
        </w:rPr>
        <w:t>–</w:t>
      </w: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</w:t>
      </w:r>
      <w:r w:rsidR="00C35119" w:rsidRPr="00274938">
        <w:rPr>
          <w:rFonts w:ascii="Cambria" w:hAnsi="Cambria"/>
          <w:b/>
          <w:sz w:val="20"/>
          <w:szCs w:val="20"/>
          <w:shd w:val="clear" w:color="auto" w:fill="FFFFFF"/>
        </w:rPr>
        <w:t>Autorizovaný inžinier</w:t>
      </w:r>
    </w:p>
    <w:p w14:paraId="141062DE" w14:textId="77777777" w:rsidR="00347297" w:rsidRPr="00274938" w:rsidRDefault="00347297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>Odborník musí spĺňať nasledovné požiadavky:</w:t>
      </w:r>
    </w:p>
    <w:p w14:paraId="21C8DFF1" w14:textId="56E29204" w:rsidR="005642DA" w:rsidRPr="00274938" w:rsidRDefault="00C35119" w:rsidP="00442FEC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odborník musel vypracova</w:t>
      </w:r>
      <w:r w:rsidR="00936D07" w:rsidRPr="00274938">
        <w:rPr>
          <w:rFonts w:ascii="Cambria" w:eastAsiaTheme="minorHAnsi" w:hAnsi="Cambria" w:cstheme="minorBidi"/>
          <w:shd w:val="clear" w:color="auto" w:fill="FFFFFF"/>
        </w:rPr>
        <w:t>ť</w:t>
      </w:r>
      <w:r w:rsidRPr="00274938">
        <w:rPr>
          <w:rFonts w:ascii="Cambria" w:eastAsiaTheme="minorHAnsi" w:hAnsi="Cambria" w:cstheme="minorBidi"/>
          <w:shd w:val="clear" w:color="auto" w:fill="FFFFFF"/>
        </w:rPr>
        <w:t>, resp. vystupovať ako osoba zodpovedná za vypracovanie projektovej dokumentácie potrebnej na realizáciu opatrení a prác</w:t>
      </w:r>
      <w:r w:rsidR="009635ED" w:rsidRPr="00274938">
        <w:rPr>
          <w:rFonts w:ascii="Cambria" w:eastAsiaTheme="minorHAnsi" w:hAnsi="Cambria" w:cstheme="minorBidi"/>
          <w:shd w:val="clear" w:color="auto" w:fill="FFFFFF"/>
        </w:rPr>
        <w:t xml:space="preserve"> rovnakého alebo podobného charakteru a zložitosti ako je predmet zákazky (t.</w:t>
      </w:r>
      <w:r w:rsidR="00575BB8"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9635ED" w:rsidRPr="00274938">
        <w:rPr>
          <w:rFonts w:ascii="Cambria" w:eastAsiaTheme="minorHAnsi" w:hAnsi="Cambria" w:cstheme="minorBidi"/>
          <w:shd w:val="clear" w:color="auto" w:fill="FFFFFF"/>
        </w:rPr>
        <w:t>j.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9635ED" w:rsidRPr="00274938">
        <w:rPr>
          <w:rFonts w:ascii="Cambria" w:eastAsiaTheme="minorHAnsi" w:hAnsi="Cambria" w:cstheme="minorBidi"/>
          <w:shd w:val="clear" w:color="auto" w:fill="FFFFFF"/>
        </w:rPr>
        <w:t xml:space="preserve">napr. </w:t>
      </w:r>
      <w:bookmarkStart w:id="411" w:name="_Hlk65237102"/>
      <w:r w:rsidR="009635ED" w:rsidRPr="00274938">
        <w:rPr>
          <w:rFonts w:ascii="Cambria" w:eastAsiaTheme="minorHAnsi" w:hAnsi="Cambria" w:cstheme="minorBidi"/>
          <w:shd w:val="clear" w:color="auto" w:fill="FFFFFF"/>
        </w:rPr>
        <w:t xml:space="preserve">výstavba / </w:t>
      </w:r>
      <w:r w:rsidR="00F2173B" w:rsidRPr="00274938">
        <w:rPr>
          <w:rFonts w:ascii="Cambria" w:eastAsiaTheme="minorHAnsi" w:hAnsi="Cambria" w:cstheme="minorBidi"/>
          <w:shd w:val="clear" w:color="auto" w:fill="FFFFFF"/>
        </w:rPr>
        <w:t xml:space="preserve">rekonštrukcia zdroja tepla, rozvodov, </w:t>
      </w:r>
      <w:r w:rsidR="009635ED" w:rsidRPr="00274938">
        <w:rPr>
          <w:rFonts w:ascii="Cambria" w:eastAsiaTheme="minorHAnsi" w:hAnsi="Cambria" w:cstheme="minorBidi"/>
          <w:shd w:val="clear" w:color="auto" w:fill="FFFFFF"/>
        </w:rPr>
        <w:t xml:space="preserve">zatepľovanie, výmena otvorových konštrukcií </w:t>
      </w:r>
      <w:r w:rsidR="00F2173B" w:rsidRPr="00274938">
        <w:rPr>
          <w:rFonts w:ascii="Cambria" w:eastAsiaTheme="minorHAnsi" w:hAnsi="Cambria" w:cstheme="minorBidi"/>
          <w:shd w:val="clear" w:color="auto" w:fill="FFFFFF"/>
        </w:rPr>
        <w:t xml:space="preserve">a </w:t>
      </w:r>
      <w:r w:rsidR="00F2173B" w:rsidRPr="00274938">
        <w:rPr>
          <w:rFonts w:ascii="Cambria" w:eastAsiaTheme="minorHAnsi" w:hAnsi="Cambria" w:cstheme="minorBidi"/>
          <w:shd w:val="clear" w:color="auto" w:fill="FFFFFF"/>
        </w:rPr>
        <w:lastRenderedPageBreak/>
        <w:t>pod</w:t>
      </w:r>
      <w:bookmarkEnd w:id="411"/>
      <w:r w:rsidR="00F2173B" w:rsidRPr="00274938">
        <w:rPr>
          <w:rFonts w:ascii="Cambria" w:eastAsiaTheme="minorHAnsi" w:hAnsi="Cambria" w:cstheme="minorBidi"/>
          <w:shd w:val="clear" w:color="auto" w:fill="FFFFFF"/>
        </w:rPr>
        <w:t>)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, pričom </w:t>
      </w:r>
      <w:r w:rsidRPr="00274938">
        <w:rPr>
          <w:rFonts w:ascii="Cambria" w:eastAsiaTheme="minorHAnsi" w:hAnsi="Cambria" w:cstheme="minorBidi"/>
          <w:b/>
          <w:bCs/>
          <w:shd w:val="clear" w:color="auto" w:fill="FFFFFF"/>
        </w:rPr>
        <w:t>investičný náklad na stavebnú činnosť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25B8C" w:rsidRPr="00274938">
        <w:rPr>
          <w:rFonts w:ascii="Cambria" w:eastAsiaTheme="minorHAnsi" w:hAnsi="Cambria" w:cstheme="minorBidi"/>
          <w:shd w:val="clear" w:color="auto" w:fill="FFFFFF"/>
        </w:rPr>
        <w:t xml:space="preserve">(kumulatívne hoc v rámci viacerých zákaziek) 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pre opatrenia, pre ktoré odborník vypracoval projektovú dokumentáciu, resp. </w:t>
      </w:r>
      <w:r w:rsidRPr="007F72C7">
        <w:rPr>
          <w:rFonts w:ascii="Cambria" w:eastAsiaTheme="minorHAnsi" w:hAnsi="Cambria" w:cstheme="minorBidi"/>
          <w:shd w:val="clear" w:color="auto" w:fill="FFFFFF"/>
        </w:rPr>
        <w:t xml:space="preserve">vystupoval ako osoba zodpovedná za vypracovanie projektovej dokumentácie, bol min. vo výške </w:t>
      </w:r>
      <w:r w:rsidR="00274938" w:rsidRPr="007F72C7">
        <w:rPr>
          <w:rFonts w:ascii="Cambria" w:eastAsiaTheme="minorHAnsi" w:hAnsi="Cambria" w:cstheme="minorBidi"/>
          <w:b/>
          <w:bCs/>
          <w:shd w:val="clear" w:color="auto" w:fill="FFFFFF"/>
        </w:rPr>
        <w:t>500 000</w:t>
      </w:r>
      <w:r w:rsidR="009829B0" w:rsidRPr="007F72C7">
        <w:rPr>
          <w:rFonts w:ascii="Cambria" w:eastAsiaTheme="minorHAnsi" w:hAnsi="Cambria" w:cstheme="minorBidi"/>
          <w:b/>
          <w:bCs/>
          <w:shd w:val="clear" w:color="auto" w:fill="FFFFFF"/>
        </w:rPr>
        <w:t>,-</w:t>
      </w:r>
      <w:r w:rsidRPr="007F72C7">
        <w:rPr>
          <w:rFonts w:ascii="Cambria" w:eastAsiaTheme="minorHAnsi" w:hAnsi="Cambria" w:cstheme="minorBidi"/>
          <w:b/>
          <w:bCs/>
          <w:shd w:val="clear" w:color="auto" w:fill="FFFFFF"/>
        </w:rPr>
        <w:t xml:space="preserve"> EUR bez DPH</w:t>
      </w:r>
      <w:r w:rsidR="00BC7C51" w:rsidRPr="007F72C7">
        <w:rPr>
          <w:rFonts w:ascii="Cambria" w:eastAsiaTheme="minorHAnsi" w:hAnsi="Cambria" w:cstheme="minorBidi"/>
          <w:shd w:val="clear" w:color="auto" w:fill="FFFFFF"/>
        </w:rPr>
        <w:t>.</w:t>
      </w:r>
      <w:r w:rsidR="00347297" w:rsidRPr="007F72C7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25B8C" w:rsidRPr="007F72C7">
        <w:rPr>
          <w:rFonts w:ascii="Cambria" w:eastAsiaTheme="minorHAnsi" w:hAnsi="Cambria" w:cstheme="minorBidi"/>
          <w:shd w:val="clear" w:color="auto" w:fill="FFFFFF"/>
        </w:rPr>
        <w:t xml:space="preserve">Túto podmienku účasti uchádzač u odborníka preukáže vyplneným formulárom </w:t>
      </w:r>
      <w:r w:rsidR="00C25B8C" w:rsidRPr="007F72C7">
        <w:rPr>
          <w:rFonts w:ascii="Cambria" w:hAnsi="Cambria" w:cstheme="majorBidi"/>
          <w:iCs/>
          <w:shd w:val="clear" w:color="auto" w:fill="FFFFFF"/>
        </w:rPr>
        <w:t>ktorý</w:t>
      </w:r>
      <w:r w:rsidR="00C25B8C" w:rsidRPr="00274938">
        <w:rPr>
          <w:rFonts w:ascii="Cambria" w:hAnsi="Cambria" w:cstheme="majorBidi"/>
          <w:iCs/>
          <w:shd w:val="clear" w:color="auto" w:fill="FFFFFF"/>
        </w:rPr>
        <w:t xml:space="preserve"> je prílohou F2 týchto súťažných podkladov.</w:t>
      </w:r>
    </w:p>
    <w:p w14:paraId="7EC2D549" w14:textId="720A3F3B" w:rsidR="003B0B2B" w:rsidRPr="00274938" w:rsidRDefault="003B0B2B" w:rsidP="00442FEC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platné osvedčenie o vykonaní odbornej skúšky vydané Slovenskou komorou stavebných inžinierov podľa zákona č. 138/1992 Zb. o autorizovaných architektoch a autorizovaných stavebných inžinieroch v znení neskorších predpisov na výkon činnosti zodpovedajúci </w:t>
      </w:r>
      <w:r w:rsidR="00D21898" w:rsidRPr="00274938">
        <w:rPr>
          <w:rFonts w:ascii="Cambria" w:eastAsiaTheme="minorHAnsi" w:hAnsi="Cambria" w:cstheme="minorBidi"/>
          <w:shd w:val="clear" w:color="auto" w:fill="FFFFFF"/>
        </w:rPr>
        <w:t>projekčným činnostiam v rámci predmetu zákazky</w:t>
      </w:r>
      <w:r w:rsidRPr="00274938">
        <w:rPr>
          <w:rFonts w:ascii="Cambria" w:eastAsiaTheme="minorHAnsi" w:hAnsi="Cambria" w:cstheme="minorBidi"/>
          <w:shd w:val="clear" w:color="auto" w:fill="FFFFFF"/>
        </w:rPr>
        <w:t>. Túto podmienku účasti uchádzač u odborníka preukáže predložením požadovaného oprávnenia.</w:t>
      </w:r>
    </w:p>
    <w:p w14:paraId="4FE81EB7" w14:textId="239EDD34" w:rsidR="00074A96" w:rsidRPr="00274938" w:rsidRDefault="00074A96" w:rsidP="00442FEC">
      <w:pPr>
        <w:ind w:left="1134"/>
        <w:jc w:val="both"/>
        <w:rPr>
          <w:rFonts w:ascii="Cambria" w:hAnsi="Cambria"/>
          <w:b/>
          <w:sz w:val="20"/>
          <w:szCs w:val="20"/>
          <w:shd w:val="clear" w:color="auto" w:fill="FFFFFF"/>
        </w:rPr>
      </w:pP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Odborník č. </w:t>
      </w:r>
      <w:r w:rsidR="005642DA" w:rsidRPr="00274938">
        <w:rPr>
          <w:rFonts w:ascii="Cambria" w:hAnsi="Cambria"/>
          <w:b/>
          <w:sz w:val="20"/>
          <w:szCs w:val="20"/>
          <w:shd w:val="clear" w:color="auto" w:fill="FFFFFF"/>
        </w:rPr>
        <w:t>3</w:t>
      </w: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– </w:t>
      </w:r>
      <w:r w:rsidR="0037760A" w:rsidRPr="00274938">
        <w:rPr>
          <w:rFonts w:ascii="Cambria" w:hAnsi="Cambria"/>
          <w:b/>
          <w:sz w:val="20"/>
          <w:szCs w:val="20"/>
          <w:shd w:val="clear" w:color="auto" w:fill="FFFFFF"/>
        </w:rPr>
        <w:t>Stavbyvedúci</w:t>
      </w: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– 1 osoba</w:t>
      </w:r>
    </w:p>
    <w:p w14:paraId="16EF26A1" w14:textId="51073283" w:rsidR="00074A96" w:rsidRPr="00274938" w:rsidRDefault="00074A96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>Odborník musí spĺňať nasledovné požiadavky:</w:t>
      </w:r>
    </w:p>
    <w:p w14:paraId="1A2B3F6A" w14:textId="36579A50" w:rsidR="00323614" w:rsidRPr="00274938" w:rsidRDefault="00323614" w:rsidP="00442FEC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Odborník musel vykonávať činnosť stavbyvedúceho pri realizácií stavebných prác, ktorých predmetom bola realizácia akýchkoľvek opatrení a prác </w:t>
      </w:r>
      <w:r w:rsidR="0060272E" w:rsidRPr="00274938">
        <w:rPr>
          <w:rFonts w:ascii="Cambria" w:eastAsiaTheme="minorHAnsi" w:hAnsi="Cambria" w:cstheme="minorBidi"/>
          <w:shd w:val="clear" w:color="auto" w:fill="FFFFFF"/>
        </w:rPr>
        <w:t xml:space="preserve">rovnakého alebo podobného charakteru a zložitosti ako je predmet zákazky (t. j. napr. výstavba / rekonštrukcia zdroja tepla, rozvodov, </w:t>
      </w:r>
      <w:r w:rsidR="004C4D87" w:rsidRPr="00274938">
        <w:rPr>
          <w:rFonts w:ascii="Cambria" w:eastAsiaTheme="minorHAnsi" w:hAnsi="Cambria" w:cstheme="minorBidi"/>
          <w:shd w:val="clear" w:color="auto" w:fill="FFFFFF"/>
        </w:rPr>
        <w:t>z</w:t>
      </w:r>
      <w:r w:rsidR="0060272E" w:rsidRPr="00274938">
        <w:rPr>
          <w:rFonts w:ascii="Cambria" w:eastAsiaTheme="minorHAnsi" w:hAnsi="Cambria" w:cstheme="minorBidi"/>
          <w:shd w:val="clear" w:color="auto" w:fill="FFFFFF"/>
        </w:rPr>
        <w:t xml:space="preserve">atepľovanie, výmena otvorových konštrukcií a pod), pričom </w:t>
      </w:r>
      <w:r w:rsidR="000647FB" w:rsidRPr="00274938">
        <w:rPr>
          <w:rFonts w:ascii="Cambria" w:eastAsiaTheme="minorHAnsi" w:hAnsi="Cambria" w:cstheme="minorBidi"/>
          <w:shd w:val="clear" w:color="auto" w:fill="FFFFFF"/>
        </w:rPr>
        <w:t>c</w:t>
      </w:r>
      <w:r w:rsidR="00323A65" w:rsidRPr="00274938">
        <w:rPr>
          <w:rFonts w:ascii="Cambria" w:eastAsiaTheme="minorHAnsi" w:hAnsi="Cambria" w:cstheme="minorBidi"/>
          <w:shd w:val="clear" w:color="auto" w:fill="FFFFFF"/>
        </w:rPr>
        <w:t xml:space="preserve">elková </w:t>
      </w:r>
      <w:r w:rsidR="00323A65" w:rsidRPr="00274938">
        <w:rPr>
          <w:rFonts w:ascii="Cambria" w:eastAsiaTheme="minorHAnsi" w:hAnsi="Cambria" w:cstheme="minorBidi"/>
          <w:b/>
          <w:bCs/>
          <w:shd w:val="clear" w:color="auto" w:fill="FFFFFF"/>
        </w:rPr>
        <w:t>investičná hodnota stavebných prác</w:t>
      </w:r>
      <w:r w:rsidR="00BF0E31" w:rsidRPr="00274938">
        <w:rPr>
          <w:rFonts w:ascii="Cambria" w:eastAsiaTheme="minorHAnsi" w:hAnsi="Cambria" w:cstheme="minorBidi"/>
          <w:b/>
          <w:bCs/>
          <w:shd w:val="clear" w:color="auto" w:fill="FFFFFF"/>
        </w:rPr>
        <w:t xml:space="preserve"> </w:t>
      </w:r>
      <w:r w:rsidR="00BF0E31" w:rsidRPr="00274938">
        <w:rPr>
          <w:rFonts w:ascii="Cambria" w:eastAsiaTheme="minorHAnsi" w:hAnsi="Cambria" w:cstheme="minorBidi"/>
          <w:shd w:val="clear" w:color="auto" w:fill="FFFFFF"/>
        </w:rPr>
        <w:t>(kumulatívne hoc v rámci viacerých zákaziek)</w:t>
      </w:r>
      <w:r w:rsidR="00323A65" w:rsidRPr="00274938">
        <w:rPr>
          <w:rFonts w:ascii="Cambria" w:eastAsiaTheme="minorHAnsi" w:hAnsi="Cambria" w:cstheme="minorBidi"/>
          <w:shd w:val="clear" w:color="auto" w:fill="FFFFFF"/>
        </w:rPr>
        <w:t xml:space="preserve">, pri ktorých odborník zastával činnosť stavbyvedúceho, musela byť </w:t>
      </w:r>
      <w:r w:rsidR="00323A65" w:rsidRPr="00274938">
        <w:rPr>
          <w:rFonts w:ascii="Cambria" w:eastAsiaTheme="minorHAnsi" w:hAnsi="Cambria" w:cstheme="minorBidi"/>
          <w:b/>
          <w:bCs/>
          <w:shd w:val="clear" w:color="auto" w:fill="FFFFFF"/>
        </w:rPr>
        <w:t xml:space="preserve">minimálne </w:t>
      </w:r>
      <w:r w:rsidR="00274938">
        <w:rPr>
          <w:rFonts w:ascii="Cambria" w:eastAsiaTheme="minorHAnsi" w:hAnsi="Cambria" w:cstheme="minorBidi"/>
          <w:b/>
          <w:bCs/>
          <w:shd w:val="clear" w:color="auto" w:fill="FFFFFF"/>
        </w:rPr>
        <w:t>500 000</w:t>
      </w:r>
      <w:r w:rsidR="009829B0" w:rsidRPr="00274938">
        <w:rPr>
          <w:rFonts w:ascii="Cambria" w:eastAsiaTheme="minorHAnsi" w:hAnsi="Cambria" w:cstheme="minorBidi"/>
          <w:b/>
          <w:bCs/>
          <w:shd w:val="clear" w:color="auto" w:fill="FFFFFF"/>
        </w:rPr>
        <w:t>,-</w:t>
      </w:r>
      <w:r w:rsidR="00982104" w:rsidRPr="00274938">
        <w:rPr>
          <w:rFonts w:ascii="Cambria" w:eastAsiaTheme="minorHAnsi" w:hAnsi="Cambria" w:cstheme="minorBidi"/>
          <w:b/>
          <w:bCs/>
          <w:shd w:val="clear" w:color="auto" w:fill="FFFFFF"/>
        </w:rPr>
        <w:t xml:space="preserve"> </w:t>
      </w:r>
      <w:r w:rsidR="00323A65" w:rsidRPr="00274938">
        <w:rPr>
          <w:rFonts w:ascii="Cambria" w:eastAsiaTheme="minorHAnsi" w:hAnsi="Cambria" w:cstheme="minorBidi"/>
          <w:b/>
          <w:bCs/>
          <w:shd w:val="clear" w:color="auto" w:fill="FFFFFF"/>
        </w:rPr>
        <w:t>EUR bez DPH</w:t>
      </w:r>
      <w:r w:rsidR="0027787A" w:rsidRPr="00274938">
        <w:rPr>
          <w:rFonts w:ascii="Cambria" w:eastAsiaTheme="minorHAnsi" w:hAnsi="Cambria" w:cstheme="minorBidi"/>
          <w:shd w:val="clear" w:color="auto" w:fill="FFFFFF"/>
        </w:rPr>
        <w:t xml:space="preserve">. Túto podmienku účasti uchádzač u odborníka preukáže vyplneným formulárom </w:t>
      </w:r>
      <w:r w:rsidR="0027787A" w:rsidRPr="00274938">
        <w:rPr>
          <w:rFonts w:ascii="Cambria" w:hAnsi="Cambria" w:cstheme="majorBidi"/>
          <w:iCs/>
          <w:shd w:val="clear" w:color="auto" w:fill="FFFFFF"/>
        </w:rPr>
        <w:t>ktorý je prílohou F2 týchto súťažných podkladov.</w:t>
      </w:r>
    </w:p>
    <w:p w14:paraId="54A67F03" w14:textId="1AD5CD10" w:rsidR="0058068E" w:rsidRPr="00274938" w:rsidRDefault="00074A96" w:rsidP="00442FEC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274938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274938">
        <w:rPr>
          <w:rFonts w:ascii="Cambria" w:eastAsiaTheme="minorHAnsi" w:hAnsi="Cambria" w:cstheme="minorBidi"/>
          <w:shd w:val="clear" w:color="auto" w:fill="FFFFFF"/>
        </w:rPr>
        <w:t>alebo ekvivalentný doklad</w:t>
      </w:r>
      <w:r w:rsidR="0027787A" w:rsidRPr="00274938">
        <w:rPr>
          <w:rFonts w:ascii="Cambria" w:eastAsiaTheme="minorHAnsi" w:hAnsi="Cambria" w:cstheme="minorBidi"/>
          <w:shd w:val="clear" w:color="auto" w:fill="FFFFFF"/>
        </w:rPr>
        <w:t>. Túto podmienku účasti uchádzač u odborníka preukáže predložením požadovaného oprávnenia</w:t>
      </w:r>
      <w:r w:rsidR="0058068E" w:rsidRPr="00274938">
        <w:rPr>
          <w:rFonts w:ascii="Cambria" w:eastAsiaTheme="minorHAnsi" w:hAnsi="Cambria" w:cstheme="minorBidi"/>
          <w:shd w:val="clear" w:color="auto" w:fill="FFFFFF"/>
        </w:rPr>
        <w:t>.</w:t>
      </w:r>
    </w:p>
    <w:p w14:paraId="0C3B9EA4" w14:textId="0A67261A" w:rsidR="00982104" w:rsidRPr="00274938" w:rsidRDefault="00982104" w:rsidP="00442FEC">
      <w:pPr>
        <w:ind w:left="1134"/>
        <w:jc w:val="both"/>
        <w:rPr>
          <w:rFonts w:ascii="Cambria" w:hAnsi="Cambria"/>
          <w:b/>
          <w:sz w:val="20"/>
          <w:szCs w:val="20"/>
          <w:shd w:val="clear" w:color="auto" w:fill="FFFFFF"/>
        </w:rPr>
      </w:pP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Odborník č. 4 – </w:t>
      </w:r>
      <w:bookmarkStart w:id="412" w:name="_Hlk65234651"/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Odborník v riadení a prevádzke zariadení </w:t>
      </w:r>
      <w:proofErr w:type="spellStart"/>
      <w:r w:rsidR="002F2A5B" w:rsidRPr="00274938">
        <w:rPr>
          <w:rFonts w:ascii="Cambria" w:hAnsi="Cambria"/>
          <w:b/>
          <w:sz w:val="20"/>
          <w:szCs w:val="20"/>
          <w:shd w:val="clear" w:color="auto" w:fill="FFFFFF"/>
        </w:rPr>
        <w:t>MaR</w:t>
      </w:r>
      <w:proofErr w:type="spellEnd"/>
      <w:r w:rsidR="002F2A5B" w:rsidRPr="00274938">
        <w:rPr>
          <w:rFonts w:ascii="Cambria" w:hAnsi="Cambria"/>
          <w:b/>
          <w:sz w:val="20"/>
          <w:szCs w:val="20"/>
          <w:shd w:val="clear" w:color="auto" w:fill="FFFFFF"/>
        </w:rPr>
        <w:t>, UK a TUV</w:t>
      </w: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</w:t>
      </w:r>
      <w:bookmarkEnd w:id="412"/>
      <w:r w:rsidRPr="00274938">
        <w:rPr>
          <w:rFonts w:ascii="Cambria" w:hAnsi="Cambria"/>
          <w:b/>
          <w:sz w:val="20"/>
          <w:szCs w:val="20"/>
          <w:shd w:val="clear" w:color="auto" w:fill="FFFFFF"/>
        </w:rPr>
        <w:t>– 1 osoba</w:t>
      </w:r>
    </w:p>
    <w:p w14:paraId="6641BE23" w14:textId="77777777" w:rsidR="00982104" w:rsidRPr="00274938" w:rsidRDefault="00982104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>Odborník musí spĺňať nasledovné požiadavky:</w:t>
      </w:r>
    </w:p>
    <w:p w14:paraId="4B2DF9EF" w14:textId="0DA5BE94" w:rsidR="0094149A" w:rsidRPr="00274938" w:rsidRDefault="00982104" w:rsidP="00442FEC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Odborník </w:t>
      </w:r>
      <w:r w:rsidR="005E54F9" w:rsidRPr="00274938">
        <w:rPr>
          <w:rFonts w:ascii="Cambria" w:eastAsiaTheme="minorHAnsi" w:hAnsi="Cambria" w:cstheme="minorBidi"/>
          <w:shd w:val="clear" w:color="auto" w:fill="FFFFFF"/>
        </w:rPr>
        <w:t xml:space="preserve">musí mať </w:t>
      </w:r>
      <w:r w:rsidR="002F2A5B" w:rsidRPr="00274938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bookmarkStart w:id="413" w:name="_Hlk65234670"/>
      <w:r w:rsidR="002F2A5B" w:rsidRPr="00274938">
        <w:rPr>
          <w:rFonts w:ascii="Cambria" w:eastAsiaTheme="minorHAnsi" w:hAnsi="Cambria" w:cstheme="minorBidi"/>
          <w:shd w:val="clear" w:color="auto" w:fill="FFFFFF"/>
        </w:rPr>
        <w:t xml:space="preserve">3 ročné odborné skúsenosti v riadení a prevádzke zariadení v položke </w:t>
      </w:r>
      <w:proofErr w:type="spellStart"/>
      <w:r w:rsidR="002F2A5B" w:rsidRPr="00274938">
        <w:rPr>
          <w:rFonts w:ascii="Cambria" w:eastAsiaTheme="minorHAnsi" w:hAnsi="Cambria" w:cstheme="minorBidi"/>
          <w:shd w:val="clear" w:color="auto" w:fill="FFFFFF"/>
        </w:rPr>
        <w:t>MaR</w:t>
      </w:r>
      <w:proofErr w:type="spellEnd"/>
      <w:r w:rsidR="005E54F9" w:rsidRPr="00274938">
        <w:rPr>
          <w:rFonts w:ascii="Cambria" w:eastAsiaTheme="minorHAnsi" w:hAnsi="Cambria" w:cstheme="minorBidi"/>
          <w:shd w:val="clear" w:color="auto" w:fill="FFFFFF"/>
        </w:rPr>
        <w:t xml:space="preserve">, </w:t>
      </w:r>
      <w:r w:rsidR="002F2A5B" w:rsidRPr="00274938">
        <w:rPr>
          <w:rFonts w:ascii="Cambria" w:eastAsiaTheme="minorHAnsi" w:hAnsi="Cambria" w:cstheme="minorBidi"/>
          <w:shd w:val="clear" w:color="auto" w:fill="FFFFFF"/>
        </w:rPr>
        <w:t>UK</w:t>
      </w:r>
      <w:r w:rsidR="005E54F9"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2F2A5B" w:rsidRPr="00274938">
        <w:rPr>
          <w:rFonts w:ascii="Cambria" w:eastAsiaTheme="minorHAnsi" w:hAnsi="Cambria" w:cstheme="minorBidi"/>
          <w:shd w:val="clear" w:color="auto" w:fill="FFFFFF"/>
        </w:rPr>
        <w:t>a</w:t>
      </w:r>
      <w:r w:rsidR="005E54F9" w:rsidRPr="00274938">
        <w:rPr>
          <w:rFonts w:ascii="Cambria" w:eastAsiaTheme="minorHAnsi" w:hAnsi="Cambria" w:cstheme="minorBidi"/>
          <w:shd w:val="clear" w:color="auto" w:fill="FFFFFF"/>
        </w:rPr>
        <w:t> </w:t>
      </w:r>
      <w:r w:rsidR="002F2A5B" w:rsidRPr="00274938">
        <w:rPr>
          <w:rFonts w:ascii="Cambria" w:eastAsiaTheme="minorHAnsi" w:hAnsi="Cambria" w:cstheme="minorBidi"/>
          <w:shd w:val="clear" w:color="auto" w:fill="FFFFFF"/>
        </w:rPr>
        <w:t>TUV</w:t>
      </w:r>
      <w:r w:rsidR="005E54F9" w:rsidRPr="00274938">
        <w:rPr>
          <w:rFonts w:ascii="Cambria" w:eastAsiaTheme="minorHAnsi" w:hAnsi="Cambria" w:cstheme="minorBidi"/>
          <w:shd w:val="clear" w:color="auto" w:fill="FFFFFF"/>
        </w:rPr>
        <w:t xml:space="preserve">, ktorých </w:t>
      </w:r>
      <w:r w:rsidR="0094149A" w:rsidRPr="00274938">
        <w:rPr>
          <w:rFonts w:ascii="Cambria" w:eastAsiaTheme="minorHAnsi" w:hAnsi="Cambria" w:cstheme="minorBidi"/>
          <w:shd w:val="clear" w:color="auto" w:fill="FFFFFF"/>
        </w:rPr>
        <w:t>dodanie je predmetom ponuky uchádzača</w:t>
      </w:r>
      <w:bookmarkEnd w:id="413"/>
      <w:r w:rsidR="0094149A" w:rsidRPr="00274938">
        <w:rPr>
          <w:rFonts w:ascii="Cambria" w:eastAsiaTheme="minorHAnsi" w:hAnsi="Cambria" w:cstheme="minorBidi"/>
          <w:shd w:val="clear" w:color="auto" w:fill="FFFFFF"/>
        </w:rPr>
        <w:t>.</w:t>
      </w:r>
      <w:r w:rsidR="000121F0" w:rsidRPr="00274938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vyplneným formulárom </w:t>
      </w:r>
      <w:r w:rsidR="000121F0" w:rsidRPr="00274938">
        <w:rPr>
          <w:rFonts w:ascii="Cambria" w:hAnsi="Cambria" w:cstheme="majorBidi"/>
          <w:iCs/>
          <w:shd w:val="clear" w:color="auto" w:fill="FFFFFF"/>
        </w:rPr>
        <w:t>ktorý je prílohou F2 týchto súťažných podkladov.</w:t>
      </w:r>
    </w:p>
    <w:p w14:paraId="17289DD4" w14:textId="1E8AFEAB" w:rsidR="00982104" w:rsidRPr="00274938" w:rsidRDefault="0094149A" w:rsidP="00442FEC">
      <w:pPr>
        <w:pStyle w:val="Odsekzoznamu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odbornej spôsobilosti podľa § 23 vyhlášky Ministerstva práce, sociálnych vecí a rodiny Slovenskej republiky č. 508/2009 </w:t>
      </w:r>
      <w:proofErr w:type="spellStart"/>
      <w:r w:rsidRPr="00274938">
        <w:rPr>
          <w:rFonts w:ascii="Cambria" w:eastAsiaTheme="minorHAnsi" w:hAnsi="Cambria" w:cstheme="minorBidi"/>
          <w:shd w:val="clear" w:color="auto" w:fill="FFFFFF"/>
        </w:rPr>
        <w:t>Z.z</w:t>
      </w:r>
      <w:proofErr w:type="spellEnd"/>
      <w:r w:rsidRPr="00274938">
        <w:rPr>
          <w:rFonts w:ascii="Cambria" w:eastAsiaTheme="minorHAnsi" w:hAnsi="Cambria" w:cstheme="minorBidi"/>
          <w:shd w:val="clear" w:color="auto" w:fill="FFFFFF"/>
        </w:rPr>
        <w:t>., ktorou sa ustanovujú podrobnosti na zaistenie bezpečnosti a ochrany zdravia pri práci s technickými zariadeniami tlakovými, zdvíhacími, elektrickými a plynovými a ktorou sa ustanovujú technické zariadenia, ktoré sa považujú za vyhradené technické zariadenia v znení neskorších predpisov na výkon činnosti Elektrotechnika na riadenie činnosti alebo na riadenie prevádzky alebo ekvivalentný dokla</w:t>
      </w:r>
      <w:r w:rsidR="004C4D87" w:rsidRPr="00274938">
        <w:rPr>
          <w:rFonts w:ascii="Cambria" w:eastAsiaTheme="minorHAnsi" w:hAnsi="Cambria" w:cstheme="minorBidi"/>
          <w:shd w:val="clear" w:color="auto" w:fill="FFFFFF"/>
        </w:rPr>
        <w:t>d</w:t>
      </w:r>
      <w:r w:rsidR="00982104" w:rsidRPr="00274938">
        <w:rPr>
          <w:rFonts w:ascii="Cambria" w:eastAsiaTheme="minorHAnsi" w:hAnsi="Cambria" w:cstheme="minorBidi"/>
          <w:shd w:val="clear" w:color="auto" w:fill="FFFFFF"/>
        </w:rPr>
        <w:t>. Túto podmienku účasti uchádzač u odborníka preukáže predložením požadovaného oprávnenia.</w:t>
      </w:r>
    </w:p>
    <w:p w14:paraId="18088320" w14:textId="01AF9C19" w:rsidR="00637756" w:rsidRPr="00274938" w:rsidRDefault="00637756" w:rsidP="000149EA">
      <w:pPr>
        <w:pStyle w:val="Nadpis4"/>
        <w:rPr>
          <w:rFonts w:ascii="Cambria" w:hAnsi="Cambria"/>
          <w:shd w:val="clear" w:color="auto" w:fill="FFFFFF"/>
        </w:rPr>
      </w:pPr>
      <w:r w:rsidRPr="00274938">
        <w:rPr>
          <w:rFonts w:ascii="Cambria" w:hAnsi="Cambria"/>
          <w:shd w:val="clear" w:color="auto" w:fill="FFFFFF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47136348" w14:textId="1A3A821C" w:rsidR="00D8534E" w:rsidRPr="00274938" w:rsidRDefault="00D8534E" w:rsidP="000149EA">
      <w:pPr>
        <w:pStyle w:val="Nadpis3"/>
      </w:pPr>
      <w:bookmarkStart w:id="414" w:name="_Toc113524077"/>
      <w:r w:rsidRPr="00274938">
        <w:t>Spoločné podmienky k preukazovaniu splnenia podmienok účasti</w:t>
      </w:r>
      <w:bookmarkEnd w:id="414"/>
    </w:p>
    <w:p w14:paraId="299527C8" w14:textId="622813DB" w:rsidR="004C223F" w:rsidRPr="00274938" w:rsidRDefault="004C223F" w:rsidP="000149EA">
      <w:pPr>
        <w:pStyle w:val="Nadpis4"/>
        <w:rPr>
          <w:rFonts w:ascii="Cambria" w:hAnsi="Cambria"/>
          <w:shd w:val="clear" w:color="auto" w:fill="FFFFFF"/>
        </w:rPr>
      </w:pPr>
      <w:r w:rsidRPr="00274938">
        <w:rPr>
          <w:rFonts w:ascii="Cambria" w:hAnsi="Cambria"/>
          <w:shd w:val="clear" w:color="auto" w:fill="FFFFFF"/>
        </w:rPr>
        <w:t>Uchádzač môže doklady na preukázanie splnenia podmienok účasti predbežne nahradiť:</w:t>
      </w:r>
    </w:p>
    <w:p w14:paraId="5A23EDE9" w14:textId="368EB34B" w:rsidR="004C223F" w:rsidRPr="00274938" w:rsidRDefault="004C223F" w:rsidP="003207A0">
      <w:pPr>
        <w:pStyle w:val="Nadpis6"/>
        <w:rPr>
          <w:shd w:val="clear" w:color="auto" w:fill="FFFFFF"/>
        </w:rPr>
      </w:pPr>
      <w:r w:rsidRPr="00274938">
        <w:rPr>
          <w:shd w:val="clear" w:color="auto" w:fill="FFFFFF"/>
        </w:rPr>
        <w:t xml:space="preserve">jednotným európskym dokumentom v zmysle § 39 ZVO (podrobnejšie inštrukcie sú v na web stránke Úradu pre verejné obstarávanie: https://www.uvo.gov.sk/jednotny-europsky-dokument-pre-verejne-obstaravanie-602.html), a/alebo </w:t>
      </w:r>
    </w:p>
    <w:p w14:paraId="2408E970" w14:textId="04458032" w:rsidR="00D8534E" w:rsidRPr="00274938" w:rsidRDefault="004C223F" w:rsidP="003207A0">
      <w:pPr>
        <w:pStyle w:val="Nadpis6"/>
        <w:rPr>
          <w:shd w:val="clear" w:color="auto" w:fill="FFFFFF"/>
        </w:rPr>
      </w:pPr>
      <w:r w:rsidRPr="00274938">
        <w:rPr>
          <w:shd w:val="clear" w:color="auto" w:fill="FFFFFF"/>
        </w:rPr>
        <w:t xml:space="preserve">čestným vyhlásením podľa § 114 ZVO, v ktorom vyhlási, že spĺňa všetky podmienky účasti </w:t>
      </w:r>
      <w:r w:rsidRPr="00274938">
        <w:rPr>
          <w:shd w:val="clear" w:color="auto" w:fill="FFFFFF"/>
        </w:rPr>
        <w:lastRenderedPageBreak/>
        <w:t xml:space="preserve">určené verejným obstarávateľom a poskytne verejnému obstarávateľovi na požiadanie doklady, ktoré čestným vyhlásením nahradil. Uchádzač môže v čestnom vyhlásení uviesť aj informácie o dokladoch, ktoré sú priamo a bezodplatne prístupné v elektronických databázach, vrátane informácií potrebných na prístup do týchto databáz a informácie o dokladoch, ktoré verejnému obstarávateľovi predložil v inom verejnom obstarávaní a sú naďalej platné. Vzor čestného vyhlásenia tvorí </w:t>
      </w:r>
      <w:r w:rsidR="00F137BF" w:rsidRPr="00274938">
        <w:rPr>
          <w:shd w:val="clear" w:color="auto" w:fill="FFFFFF"/>
        </w:rPr>
        <w:t>P</w:t>
      </w:r>
      <w:r w:rsidRPr="00274938">
        <w:rPr>
          <w:shd w:val="clear" w:color="auto" w:fill="FFFFFF"/>
        </w:rPr>
        <w:t xml:space="preserve">rílohu </w:t>
      </w:r>
      <w:r w:rsidR="00F137BF" w:rsidRPr="00274938">
        <w:rPr>
          <w:shd w:val="clear" w:color="auto" w:fill="FFFFFF"/>
        </w:rPr>
        <w:t>A6</w:t>
      </w:r>
      <w:r w:rsidRPr="00274938">
        <w:rPr>
          <w:shd w:val="clear" w:color="auto" w:fill="FFFFFF"/>
        </w:rPr>
        <w:t xml:space="preserve"> týchto súťažných podkladov.</w:t>
      </w:r>
    </w:p>
    <w:p w14:paraId="374A4DA1" w14:textId="3B0AEFEB" w:rsidR="00AD6890" w:rsidRPr="00274938" w:rsidRDefault="00F137BF" w:rsidP="000149EA">
      <w:pPr>
        <w:pStyle w:val="Nadpis4"/>
        <w:rPr>
          <w:rFonts w:ascii="Cambria" w:hAnsi="Cambria"/>
          <w:shd w:val="clear" w:color="auto" w:fill="FFFFFF"/>
        </w:rPr>
      </w:pPr>
      <w:r w:rsidRPr="00274938">
        <w:rPr>
          <w:rFonts w:ascii="Cambria" w:hAnsi="Cambria"/>
          <w:shd w:val="clear" w:color="auto" w:fill="FFFFFF"/>
        </w:rPr>
        <w:t>Verejný obstarávateľ v súvislosti Jednotným európskym dokumentom obmedzuje informácie požadované na preukázanie splnenia podmienky účasti (týkajúce sa časti IV: Podmienky účasti oddiel A až D) na jednu otázku, s odpoveďou áno alebo nie (</w:t>
      </w:r>
      <w:r w:rsidRPr="00274938">
        <w:rPr>
          <w:rFonts w:ascii="Cambria" w:hAnsi="Cambria" w:cs="Courier New"/>
          <w:shd w:val="clear" w:color="auto" w:fill="FFFFFF"/>
        </w:rPr>
        <w:t>α</w:t>
      </w:r>
      <w:r w:rsidRPr="00274938">
        <w:rPr>
          <w:rFonts w:ascii="Cambria" w:hAnsi="Cambria"/>
          <w:shd w:val="clear" w:color="auto" w:fill="FFFFFF"/>
        </w:rPr>
        <w:t>: Glob</w:t>
      </w:r>
      <w:r w:rsidRPr="00274938">
        <w:rPr>
          <w:rFonts w:ascii="Cambria" w:hAnsi="Cambria" w:cs="Nudista"/>
          <w:shd w:val="clear" w:color="auto" w:fill="FFFFFF"/>
        </w:rPr>
        <w:t>á</w:t>
      </w:r>
      <w:r w:rsidRPr="00274938">
        <w:rPr>
          <w:rFonts w:ascii="Cambria" w:hAnsi="Cambria"/>
          <w:shd w:val="clear" w:color="auto" w:fill="FFFFFF"/>
        </w:rPr>
        <w:t xml:space="preserve">lny </w:t>
      </w:r>
      <w:r w:rsidRPr="00274938">
        <w:rPr>
          <w:rFonts w:ascii="Cambria" w:hAnsi="Cambria" w:cs="Nudista"/>
          <w:shd w:val="clear" w:color="auto" w:fill="FFFFFF"/>
        </w:rPr>
        <w:t>ú</w:t>
      </w:r>
      <w:r w:rsidRPr="00274938">
        <w:rPr>
          <w:rFonts w:ascii="Cambria" w:hAnsi="Cambria"/>
          <w:shd w:val="clear" w:color="auto" w:fill="FFFFFF"/>
        </w:rPr>
        <w:t>daj pre v</w:t>
      </w:r>
      <w:r w:rsidRPr="00274938">
        <w:rPr>
          <w:rFonts w:ascii="Cambria" w:hAnsi="Cambria" w:cs="Nudista"/>
          <w:shd w:val="clear" w:color="auto" w:fill="FFFFFF"/>
        </w:rPr>
        <w:t>š</w:t>
      </w:r>
      <w:r w:rsidRPr="00274938">
        <w:rPr>
          <w:rFonts w:ascii="Cambria" w:hAnsi="Cambria"/>
          <w:shd w:val="clear" w:color="auto" w:fill="FFFFFF"/>
        </w:rPr>
        <w:t xml:space="preserve">etky podmienky </w:t>
      </w:r>
      <w:r w:rsidRPr="00274938">
        <w:rPr>
          <w:rFonts w:ascii="Cambria" w:hAnsi="Cambria" w:cs="Nudista"/>
          <w:shd w:val="clear" w:color="auto" w:fill="FFFFFF"/>
        </w:rPr>
        <w:t>úč</w:t>
      </w:r>
      <w:r w:rsidRPr="00274938">
        <w:rPr>
          <w:rFonts w:ascii="Cambria" w:hAnsi="Cambria"/>
          <w:shd w:val="clear" w:color="auto" w:fill="FFFFFF"/>
        </w:rPr>
        <w:t xml:space="preserve">asti), t. j. </w:t>
      </w:r>
      <w:r w:rsidRPr="00274938">
        <w:rPr>
          <w:rFonts w:ascii="Cambria" w:hAnsi="Cambria" w:cs="Nudista"/>
          <w:shd w:val="clear" w:color="auto" w:fill="FFFFFF"/>
        </w:rPr>
        <w:t>č</w:t>
      </w:r>
      <w:r w:rsidRPr="00274938">
        <w:rPr>
          <w:rFonts w:ascii="Cambria" w:hAnsi="Cambria"/>
          <w:shd w:val="clear" w:color="auto" w:fill="FFFFFF"/>
        </w:rPr>
        <w:t>i hospod</w:t>
      </w:r>
      <w:r w:rsidRPr="00274938">
        <w:rPr>
          <w:rFonts w:ascii="Cambria" w:hAnsi="Cambria" w:cs="Nudista"/>
          <w:shd w:val="clear" w:color="auto" w:fill="FFFFFF"/>
        </w:rPr>
        <w:t>á</w:t>
      </w:r>
      <w:r w:rsidRPr="00274938">
        <w:rPr>
          <w:rFonts w:ascii="Cambria" w:hAnsi="Cambria"/>
          <w:shd w:val="clear" w:color="auto" w:fill="FFFFFF"/>
        </w:rPr>
        <w:t>rske subjekty sp</w:t>
      </w:r>
      <w:r w:rsidRPr="00274938">
        <w:rPr>
          <w:rFonts w:ascii="Cambria" w:hAnsi="Cambria" w:cs="Nudista"/>
          <w:shd w:val="clear" w:color="auto" w:fill="FFFFFF"/>
        </w:rPr>
        <w:t>ĺň</w:t>
      </w:r>
      <w:r w:rsidRPr="00274938">
        <w:rPr>
          <w:rFonts w:ascii="Cambria" w:hAnsi="Cambria"/>
          <w:shd w:val="clear" w:color="auto" w:fill="FFFFFF"/>
        </w:rPr>
        <w:t>aj</w:t>
      </w:r>
      <w:r w:rsidRPr="00274938">
        <w:rPr>
          <w:rFonts w:ascii="Cambria" w:hAnsi="Cambria" w:cs="Nudista"/>
          <w:shd w:val="clear" w:color="auto" w:fill="FFFFFF"/>
        </w:rPr>
        <w:t>ú</w:t>
      </w:r>
      <w:r w:rsidRPr="00274938">
        <w:rPr>
          <w:rFonts w:ascii="Cambria" w:hAnsi="Cambria"/>
          <w:shd w:val="clear" w:color="auto" w:fill="FFFFFF"/>
        </w:rPr>
        <w:t xml:space="preserve"> v</w:t>
      </w:r>
      <w:r w:rsidRPr="00274938">
        <w:rPr>
          <w:rFonts w:ascii="Cambria" w:hAnsi="Cambria" w:cs="Nudista"/>
          <w:shd w:val="clear" w:color="auto" w:fill="FFFFFF"/>
        </w:rPr>
        <w:t>š</w:t>
      </w:r>
      <w:r w:rsidRPr="00274938">
        <w:rPr>
          <w:rFonts w:ascii="Cambria" w:hAnsi="Cambria"/>
          <w:shd w:val="clear" w:color="auto" w:fill="FFFFFF"/>
        </w:rPr>
        <w:t>etky po</w:t>
      </w:r>
      <w:r w:rsidRPr="00274938">
        <w:rPr>
          <w:rFonts w:ascii="Cambria" w:hAnsi="Cambria" w:cs="Nudista"/>
          <w:shd w:val="clear" w:color="auto" w:fill="FFFFFF"/>
        </w:rPr>
        <w:t>ž</w:t>
      </w:r>
      <w:r w:rsidRPr="00274938">
        <w:rPr>
          <w:rFonts w:ascii="Cambria" w:hAnsi="Cambria"/>
          <w:shd w:val="clear" w:color="auto" w:fill="FFFFFF"/>
        </w:rPr>
        <w:t>adovan</w:t>
      </w:r>
      <w:r w:rsidRPr="00274938">
        <w:rPr>
          <w:rFonts w:ascii="Cambria" w:hAnsi="Cambria" w:cs="Nudista"/>
          <w:shd w:val="clear" w:color="auto" w:fill="FFFFFF"/>
        </w:rPr>
        <w:t>é</w:t>
      </w:r>
      <w:r w:rsidRPr="00274938">
        <w:rPr>
          <w:rFonts w:ascii="Cambria" w:hAnsi="Cambria"/>
          <w:shd w:val="clear" w:color="auto" w:fill="FFFFFF"/>
        </w:rPr>
        <w:t xml:space="preserve"> podmienky </w:t>
      </w:r>
      <w:r w:rsidRPr="00274938">
        <w:rPr>
          <w:rFonts w:ascii="Cambria" w:hAnsi="Cambria" w:cs="Nudista"/>
          <w:shd w:val="clear" w:color="auto" w:fill="FFFFFF"/>
        </w:rPr>
        <w:t>úč</w:t>
      </w:r>
      <w:r w:rsidRPr="00274938">
        <w:rPr>
          <w:rFonts w:ascii="Cambria" w:hAnsi="Cambria"/>
          <w:shd w:val="clear" w:color="auto" w:fill="FFFFFF"/>
        </w:rPr>
        <w:t>asti, t</w:t>
      </w:r>
      <w:r w:rsidRPr="00274938">
        <w:rPr>
          <w:rFonts w:ascii="Cambria" w:hAnsi="Cambria" w:cs="Nudista"/>
          <w:shd w:val="clear" w:color="auto" w:fill="FFFFFF"/>
        </w:rPr>
        <w:t>ý</w:t>
      </w:r>
      <w:r w:rsidRPr="00274938">
        <w:rPr>
          <w:rFonts w:ascii="Cambria" w:hAnsi="Cambria"/>
          <w:shd w:val="clear" w:color="auto" w:fill="FFFFFF"/>
        </w:rPr>
        <w:t>kaj</w:t>
      </w:r>
      <w:r w:rsidRPr="00274938">
        <w:rPr>
          <w:rFonts w:ascii="Cambria" w:hAnsi="Cambria" w:cs="Nudista"/>
          <w:shd w:val="clear" w:color="auto" w:fill="FFFFFF"/>
        </w:rPr>
        <w:t>ú</w:t>
      </w:r>
      <w:r w:rsidRPr="00274938">
        <w:rPr>
          <w:rFonts w:ascii="Cambria" w:hAnsi="Cambria"/>
          <w:shd w:val="clear" w:color="auto" w:fill="FFFFFF"/>
        </w:rPr>
        <w:t>ce sa ekonomick</w:t>
      </w:r>
      <w:r w:rsidRPr="00274938">
        <w:rPr>
          <w:rFonts w:ascii="Cambria" w:hAnsi="Cambria" w:cs="Nudista"/>
          <w:shd w:val="clear" w:color="auto" w:fill="FFFFFF"/>
        </w:rPr>
        <w:t>é</w:t>
      </w:r>
      <w:r w:rsidRPr="00274938">
        <w:rPr>
          <w:rFonts w:ascii="Cambria" w:hAnsi="Cambria"/>
          <w:shd w:val="clear" w:color="auto" w:fill="FFFFFF"/>
        </w:rPr>
        <w:t>ho a finan</w:t>
      </w:r>
      <w:r w:rsidRPr="00274938">
        <w:rPr>
          <w:rFonts w:ascii="Cambria" w:hAnsi="Cambria" w:cs="Nudista"/>
          <w:shd w:val="clear" w:color="auto" w:fill="FFFFFF"/>
        </w:rPr>
        <w:t>č</w:t>
      </w:r>
      <w:r w:rsidRPr="00274938">
        <w:rPr>
          <w:rFonts w:ascii="Cambria" w:hAnsi="Cambria"/>
          <w:shd w:val="clear" w:color="auto" w:fill="FFFFFF"/>
        </w:rPr>
        <w:t>n</w:t>
      </w:r>
      <w:r w:rsidRPr="00274938">
        <w:rPr>
          <w:rFonts w:ascii="Cambria" w:hAnsi="Cambria" w:cs="Nudista"/>
          <w:shd w:val="clear" w:color="auto" w:fill="FFFFFF"/>
        </w:rPr>
        <w:t>é</w:t>
      </w:r>
      <w:r w:rsidRPr="00274938">
        <w:rPr>
          <w:rFonts w:ascii="Cambria" w:hAnsi="Cambria"/>
          <w:shd w:val="clear" w:color="auto" w:fill="FFFFFF"/>
        </w:rPr>
        <w:t>ho postavenia a technickej alebo odbornej spôsobilosti.</w:t>
      </w:r>
    </w:p>
    <w:p w14:paraId="2DA2E290" w14:textId="44216122" w:rsidR="006F3FC2" w:rsidRPr="00274938" w:rsidRDefault="006F3FC2" w:rsidP="000149EA">
      <w:pPr>
        <w:pStyle w:val="Nadpis4"/>
        <w:rPr>
          <w:rFonts w:ascii="Cambria" w:hAnsi="Cambria"/>
          <w:shd w:val="clear" w:color="auto" w:fill="FFFFFF"/>
        </w:rPr>
      </w:pPr>
      <w:r w:rsidRPr="00274938">
        <w:rPr>
          <w:rFonts w:ascii="Cambria" w:hAnsi="Cambria"/>
          <w:shd w:val="clear" w:color="auto" w:fill="FFFFFF"/>
        </w:rPr>
        <w:t>Ak uchádzač využíva na preukázanie splnenia podmienok účasti kapacity alebo zdroje inej osoby podľa ustanovenia § 33 ods. 2 a/alebo § 34 ods. 3 ZVO, predloží samostatný formulár JED za každú takúto osobu, riadne vyplnený a s podpisom príslušných subjektov.</w:t>
      </w:r>
    </w:p>
    <w:p w14:paraId="46875850" w14:textId="5153E288" w:rsidR="00D8534E" w:rsidRPr="00274938" w:rsidRDefault="00D8534E" w:rsidP="00442FEC">
      <w:pPr>
        <w:jc w:val="both"/>
        <w:rPr>
          <w:rFonts w:ascii="Cambria" w:hAnsi="Cambria"/>
          <w:sz w:val="20"/>
          <w:szCs w:val="20"/>
        </w:rPr>
      </w:pPr>
    </w:p>
    <w:p w14:paraId="22F3D33D" w14:textId="7EFB94F6" w:rsidR="00D8534E" w:rsidRPr="00274938" w:rsidRDefault="00D8534E" w:rsidP="00442FEC">
      <w:pPr>
        <w:jc w:val="both"/>
        <w:rPr>
          <w:rFonts w:ascii="Cambria" w:hAnsi="Cambria"/>
          <w:sz w:val="20"/>
          <w:szCs w:val="20"/>
        </w:rPr>
      </w:pPr>
    </w:p>
    <w:p w14:paraId="148E9E5A" w14:textId="77777777" w:rsidR="00D8534E" w:rsidRPr="00274938" w:rsidRDefault="00D8534E" w:rsidP="00442FEC">
      <w:pPr>
        <w:jc w:val="both"/>
        <w:rPr>
          <w:rFonts w:ascii="Cambria" w:hAnsi="Cambria"/>
          <w:sz w:val="20"/>
          <w:szCs w:val="20"/>
        </w:rPr>
      </w:pPr>
    </w:p>
    <w:p w14:paraId="08EF829C" w14:textId="1A047006" w:rsidR="00637756" w:rsidRPr="00274938" w:rsidRDefault="00637756" w:rsidP="00442FEC">
      <w:pPr>
        <w:ind w:left="1276" w:hanging="1276"/>
        <w:jc w:val="both"/>
        <w:rPr>
          <w:rFonts w:ascii="Cambria" w:eastAsiaTheme="majorEastAsia" w:hAnsi="Cambria" w:cs="Arial"/>
          <w:b/>
          <w:sz w:val="20"/>
          <w:szCs w:val="20"/>
        </w:rPr>
      </w:pPr>
      <w:r w:rsidRPr="00274938">
        <w:rPr>
          <w:rFonts w:ascii="Cambria" w:eastAsiaTheme="majorEastAsia" w:hAnsi="Cambria" w:cs="Arial"/>
          <w:b/>
          <w:sz w:val="20"/>
          <w:szCs w:val="20"/>
        </w:rPr>
        <w:t>Prílohy Časti F. Súťažných podkladov</w:t>
      </w:r>
    </w:p>
    <w:p w14:paraId="6772593D" w14:textId="345C0264" w:rsidR="00637756" w:rsidRPr="00274938" w:rsidRDefault="00637756" w:rsidP="00442FEC">
      <w:pPr>
        <w:ind w:left="1276" w:hanging="1276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F1  </w:t>
      </w:r>
      <w:r w:rsidR="000121F0" w:rsidRPr="00274938">
        <w:rPr>
          <w:rFonts w:ascii="Cambria" w:hAnsi="Cambria" w:cs="Arial"/>
          <w:sz w:val="20"/>
          <w:szCs w:val="20"/>
        </w:rPr>
        <w:tab/>
      </w:r>
      <w:r w:rsidRPr="00274938">
        <w:rPr>
          <w:rFonts w:ascii="Cambria" w:hAnsi="Cambria" w:cs="Arial"/>
          <w:sz w:val="20"/>
          <w:szCs w:val="20"/>
        </w:rPr>
        <w:t xml:space="preserve">Zoznam </w:t>
      </w:r>
      <w:r w:rsidR="006F3FC2" w:rsidRPr="00274938">
        <w:rPr>
          <w:rFonts w:ascii="Cambria" w:hAnsi="Cambria" w:cs="Arial"/>
          <w:sz w:val="20"/>
          <w:szCs w:val="20"/>
        </w:rPr>
        <w:t>stavebných prác a</w:t>
      </w:r>
      <w:r w:rsidR="00AE5227" w:rsidRPr="00274938">
        <w:rPr>
          <w:rFonts w:ascii="Cambria" w:hAnsi="Cambria" w:cs="Arial"/>
          <w:sz w:val="20"/>
          <w:szCs w:val="20"/>
        </w:rPr>
        <w:t xml:space="preserve"> súvisiacich </w:t>
      </w:r>
      <w:r w:rsidR="006F3FC2" w:rsidRPr="00274938">
        <w:rPr>
          <w:rFonts w:ascii="Cambria" w:hAnsi="Cambria" w:cs="Arial"/>
          <w:sz w:val="20"/>
          <w:szCs w:val="20"/>
        </w:rPr>
        <w:t>služieb</w:t>
      </w:r>
      <w:r w:rsidRPr="00274938">
        <w:rPr>
          <w:rFonts w:ascii="Cambria" w:hAnsi="Cambria" w:cs="Arial"/>
          <w:sz w:val="20"/>
          <w:szCs w:val="20"/>
        </w:rPr>
        <w:t xml:space="preserve"> (referencií) (vzor)</w:t>
      </w:r>
    </w:p>
    <w:p w14:paraId="28D65D55" w14:textId="50F93178" w:rsidR="0027787A" w:rsidRPr="00274938" w:rsidRDefault="00637756" w:rsidP="00442FEC">
      <w:pPr>
        <w:ind w:left="1276" w:hanging="1276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F2 </w:t>
      </w:r>
      <w:r w:rsidR="000121F0" w:rsidRPr="00274938">
        <w:rPr>
          <w:rFonts w:ascii="Cambria" w:hAnsi="Cambria" w:cs="Arial"/>
          <w:sz w:val="20"/>
          <w:szCs w:val="20"/>
        </w:rPr>
        <w:tab/>
      </w:r>
      <w:r w:rsidRPr="00274938">
        <w:rPr>
          <w:rFonts w:ascii="Cambria" w:hAnsi="Cambria" w:cs="Arial"/>
          <w:sz w:val="20"/>
          <w:szCs w:val="20"/>
        </w:rPr>
        <w:t xml:space="preserve">Zoznam </w:t>
      </w:r>
      <w:r w:rsidR="00C34A39" w:rsidRPr="00274938">
        <w:rPr>
          <w:rFonts w:ascii="Cambria" w:hAnsi="Cambria" w:cs="Arial"/>
          <w:sz w:val="20"/>
          <w:szCs w:val="20"/>
        </w:rPr>
        <w:t>odborníkov</w:t>
      </w:r>
      <w:r w:rsidRPr="00274938">
        <w:rPr>
          <w:rFonts w:ascii="Cambria" w:hAnsi="Cambria" w:cs="Arial"/>
          <w:sz w:val="20"/>
          <w:szCs w:val="20"/>
        </w:rPr>
        <w:t xml:space="preserve"> (vzor)</w:t>
      </w:r>
    </w:p>
    <w:p w14:paraId="35A28DE0" w14:textId="77777777" w:rsidR="0027787A" w:rsidRPr="00274938" w:rsidRDefault="0027787A" w:rsidP="00442FEC">
      <w:pPr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br w:type="page"/>
      </w:r>
    </w:p>
    <w:p w14:paraId="49041D82" w14:textId="77777777" w:rsidR="00637756" w:rsidRPr="00274938" w:rsidRDefault="00637756" w:rsidP="00442FEC">
      <w:pPr>
        <w:jc w:val="both"/>
        <w:rPr>
          <w:rFonts w:ascii="Cambria" w:hAnsi="Cambria"/>
          <w:sz w:val="20"/>
          <w:szCs w:val="20"/>
        </w:rPr>
      </w:pPr>
    </w:p>
    <w:p w14:paraId="16EF87C7" w14:textId="786AF008" w:rsidR="000E48A9" w:rsidRPr="00274938" w:rsidRDefault="004107E4" w:rsidP="00C14DF7">
      <w:pPr>
        <w:pStyle w:val="Nadpis1"/>
        <w:rPr>
          <w:rFonts w:ascii="Cambria" w:hAnsi="Cambria"/>
        </w:rPr>
      </w:pPr>
      <w:bookmarkStart w:id="415" w:name="_Toc4416507"/>
      <w:bookmarkStart w:id="416" w:name="_Toc4416650"/>
      <w:bookmarkStart w:id="417" w:name="_Toc4416944"/>
      <w:bookmarkStart w:id="418" w:name="_Toc4416993"/>
      <w:bookmarkStart w:id="419" w:name="_Toc113524078"/>
      <w:r w:rsidRPr="00274938">
        <w:rPr>
          <w:rFonts w:ascii="Cambria" w:hAnsi="Cambria"/>
        </w:rPr>
        <w:t>SUMARIZÁCIA</w:t>
      </w:r>
      <w:r w:rsidR="008501A8" w:rsidRPr="00274938">
        <w:rPr>
          <w:rFonts w:ascii="Cambria" w:hAnsi="Cambria"/>
        </w:rPr>
        <w:t xml:space="preserve"> </w:t>
      </w:r>
      <w:r w:rsidR="00D27919" w:rsidRPr="00274938">
        <w:rPr>
          <w:rFonts w:ascii="Cambria" w:hAnsi="Cambria"/>
        </w:rPr>
        <w:t>PRÍLOH SÚŤAŽNÝCH PODKLADOV</w:t>
      </w:r>
      <w:bookmarkEnd w:id="415"/>
      <w:bookmarkEnd w:id="416"/>
      <w:bookmarkEnd w:id="417"/>
      <w:bookmarkEnd w:id="418"/>
      <w:bookmarkEnd w:id="419"/>
    </w:p>
    <w:p w14:paraId="2E3BAB49" w14:textId="2CB5C62A" w:rsidR="005A5F14" w:rsidRPr="00274938" w:rsidRDefault="005A5F14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bookmarkStart w:id="420" w:name="_Hlk6218127"/>
      <w:r w:rsidRPr="00274938">
        <w:rPr>
          <w:rFonts w:ascii="Cambria" w:hAnsi="Cambria" w:cs="Arial"/>
          <w:sz w:val="20"/>
          <w:szCs w:val="20"/>
        </w:rPr>
        <w:t xml:space="preserve">Príloha </w:t>
      </w:r>
      <w:r w:rsidR="00955295" w:rsidRPr="00274938">
        <w:rPr>
          <w:rFonts w:ascii="Cambria" w:hAnsi="Cambria" w:cs="Arial"/>
          <w:sz w:val="20"/>
          <w:szCs w:val="20"/>
        </w:rPr>
        <w:t>A1</w:t>
      </w:r>
      <w:r w:rsidRPr="00274938">
        <w:rPr>
          <w:rFonts w:ascii="Cambria" w:hAnsi="Cambria" w:cs="Arial"/>
          <w:sz w:val="20"/>
          <w:szCs w:val="20"/>
        </w:rPr>
        <w:t xml:space="preserve">  </w:t>
      </w:r>
      <w:r w:rsidRPr="00274938">
        <w:rPr>
          <w:rFonts w:ascii="Cambria" w:hAnsi="Cambria" w:cs="Arial"/>
          <w:sz w:val="20"/>
          <w:szCs w:val="20"/>
        </w:rPr>
        <w:tab/>
      </w:r>
      <w:r w:rsidR="00FC48EA" w:rsidRPr="00274938">
        <w:rPr>
          <w:rFonts w:ascii="Cambria" w:hAnsi="Cambria" w:cs="Arial"/>
          <w:sz w:val="20"/>
          <w:szCs w:val="20"/>
        </w:rPr>
        <w:t xml:space="preserve">Úvodný </w:t>
      </w:r>
      <w:r w:rsidRPr="00274938">
        <w:rPr>
          <w:rFonts w:ascii="Cambria" w:hAnsi="Cambria" w:cs="Arial"/>
          <w:sz w:val="20"/>
          <w:szCs w:val="20"/>
        </w:rPr>
        <w:t>list ponuky (vzor)</w:t>
      </w:r>
    </w:p>
    <w:p w14:paraId="5D5977A1" w14:textId="1C371425" w:rsidR="00631BE0" w:rsidRPr="00274938" w:rsidRDefault="00631BE0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</w:t>
      </w:r>
      <w:r w:rsidR="00955295" w:rsidRPr="00274938">
        <w:rPr>
          <w:rFonts w:ascii="Cambria" w:hAnsi="Cambria" w:cs="Arial"/>
          <w:sz w:val="20"/>
          <w:szCs w:val="20"/>
        </w:rPr>
        <w:t>A2</w:t>
      </w:r>
      <w:r w:rsidRPr="00274938">
        <w:rPr>
          <w:rFonts w:ascii="Cambria" w:hAnsi="Cambria" w:cs="Arial"/>
          <w:sz w:val="20"/>
          <w:szCs w:val="20"/>
        </w:rPr>
        <w:t xml:space="preserve"> </w:t>
      </w:r>
      <w:r w:rsidRPr="00274938">
        <w:rPr>
          <w:rFonts w:ascii="Cambria" w:hAnsi="Cambria" w:cs="Arial"/>
          <w:sz w:val="20"/>
          <w:szCs w:val="20"/>
        </w:rPr>
        <w:tab/>
      </w:r>
      <w:r w:rsidR="000D6E0A" w:rsidRPr="00274938">
        <w:rPr>
          <w:rFonts w:ascii="Cambria" w:hAnsi="Cambria" w:cs="Arial"/>
          <w:sz w:val="20"/>
          <w:szCs w:val="20"/>
        </w:rPr>
        <w:t>Čestné vyhlásenie o  podmien</w:t>
      </w:r>
      <w:r w:rsidR="00962F39" w:rsidRPr="00274938">
        <w:rPr>
          <w:rFonts w:ascii="Cambria" w:hAnsi="Cambria" w:cs="Arial"/>
          <w:sz w:val="20"/>
          <w:szCs w:val="20"/>
        </w:rPr>
        <w:t>kach</w:t>
      </w:r>
      <w:r w:rsidR="000D6E0A" w:rsidRPr="00274938">
        <w:rPr>
          <w:rFonts w:ascii="Cambria" w:hAnsi="Cambria" w:cs="Arial"/>
          <w:sz w:val="20"/>
          <w:szCs w:val="20"/>
        </w:rPr>
        <w:t xml:space="preserve"> </w:t>
      </w:r>
      <w:r w:rsidR="006F3FC2" w:rsidRPr="00274938">
        <w:rPr>
          <w:rFonts w:ascii="Cambria" w:hAnsi="Cambria" w:cs="Arial"/>
          <w:sz w:val="20"/>
          <w:szCs w:val="20"/>
        </w:rPr>
        <w:t>Verejného obstarávania</w:t>
      </w:r>
      <w:r w:rsidR="000D6E0A" w:rsidRPr="00274938">
        <w:rPr>
          <w:rFonts w:ascii="Cambria" w:hAnsi="Cambria" w:cs="Arial"/>
          <w:sz w:val="20"/>
          <w:szCs w:val="20"/>
        </w:rPr>
        <w:t xml:space="preserve"> </w:t>
      </w:r>
      <w:r w:rsidRPr="00274938">
        <w:rPr>
          <w:rFonts w:ascii="Cambria" w:hAnsi="Cambria" w:cs="Arial"/>
          <w:sz w:val="20"/>
          <w:szCs w:val="20"/>
        </w:rPr>
        <w:t>(vzor)</w:t>
      </w:r>
    </w:p>
    <w:p w14:paraId="32AE6D86" w14:textId="6BA5A3CE" w:rsidR="00037443" w:rsidRPr="00274938" w:rsidRDefault="00037443" w:rsidP="00442FEC">
      <w:pPr>
        <w:ind w:left="1418" w:hanging="1418"/>
        <w:jc w:val="both"/>
        <w:rPr>
          <w:rFonts w:ascii="Cambria" w:hAnsi="Cambria" w:cs="Arial"/>
          <w:sz w:val="20"/>
          <w:szCs w:val="20"/>
          <w:highlight w:val="yellow"/>
        </w:rPr>
      </w:pPr>
      <w:r w:rsidRPr="00274938">
        <w:rPr>
          <w:rFonts w:ascii="Cambria" w:hAnsi="Cambria" w:cs="Arial"/>
          <w:sz w:val="20"/>
          <w:szCs w:val="20"/>
        </w:rPr>
        <w:t xml:space="preserve">Príloha </w:t>
      </w:r>
      <w:r w:rsidR="00955295" w:rsidRPr="00274938">
        <w:rPr>
          <w:rFonts w:ascii="Cambria" w:hAnsi="Cambria" w:cs="Arial"/>
          <w:sz w:val="20"/>
          <w:szCs w:val="20"/>
        </w:rPr>
        <w:t>A3</w:t>
      </w:r>
      <w:r w:rsidRPr="00274938">
        <w:rPr>
          <w:rFonts w:ascii="Cambria" w:hAnsi="Cambria" w:cs="Arial"/>
          <w:sz w:val="20"/>
          <w:szCs w:val="20"/>
        </w:rPr>
        <w:t xml:space="preserve"> </w:t>
      </w:r>
      <w:r w:rsidRPr="00274938">
        <w:rPr>
          <w:rFonts w:ascii="Cambria" w:hAnsi="Cambria" w:cs="Arial"/>
          <w:sz w:val="20"/>
          <w:szCs w:val="20"/>
        </w:rPr>
        <w:tab/>
        <w:t>Čestné vyhlásenie o neprítomnosti konfliktu záujmov (vzor)</w:t>
      </w:r>
    </w:p>
    <w:p w14:paraId="39E3F883" w14:textId="65C1CEBB" w:rsidR="00037443" w:rsidRPr="00274938" w:rsidRDefault="00037443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</w:t>
      </w:r>
      <w:r w:rsidR="00955295" w:rsidRPr="00274938">
        <w:rPr>
          <w:rFonts w:ascii="Cambria" w:hAnsi="Cambria" w:cs="Arial"/>
          <w:sz w:val="20"/>
          <w:szCs w:val="20"/>
        </w:rPr>
        <w:t>A4</w:t>
      </w:r>
      <w:r w:rsidRPr="00274938">
        <w:rPr>
          <w:rFonts w:ascii="Cambria" w:hAnsi="Cambria" w:cs="Arial"/>
          <w:sz w:val="20"/>
          <w:szCs w:val="20"/>
        </w:rPr>
        <w:t xml:space="preserve"> </w:t>
      </w:r>
      <w:r w:rsidRPr="00274938">
        <w:rPr>
          <w:rFonts w:ascii="Cambria" w:hAnsi="Cambria" w:cs="Arial"/>
          <w:sz w:val="20"/>
          <w:szCs w:val="20"/>
        </w:rPr>
        <w:tab/>
        <w:t xml:space="preserve">Čestné vyhlásenie o vytvorení </w:t>
      </w:r>
      <w:r w:rsidR="00CE1FB3" w:rsidRPr="00274938">
        <w:rPr>
          <w:rFonts w:ascii="Cambria" w:hAnsi="Cambria" w:cs="Arial"/>
          <w:sz w:val="20"/>
          <w:szCs w:val="20"/>
        </w:rPr>
        <w:t xml:space="preserve">Skupiny </w:t>
      </w:r>
      <w:r w:rsidRPr="00274938">
        <w:rPr>
          <w:rFonts w:ascii="Cambria" w:hAnsi="Cambria" w:cs="Arial"/>
          <w:sz w:val="20"/>
          <w:szCs w:val="20"/>
        </w:rPr>
        <w:t>dodávateľov (vzor)</w:t>
      </w:r>
    </w:p>
    <w:p w14:paraId="463093AB" w14:textId="36E55886" w:rsidR="005A5F14" w:rsidRPr="00274938" w:rsidRDefault="005A5F14" w:rsidP="00442FEC">
      <w:pPr>
        <w:ind w:left="1418" w:hanging="1418"/>
        <w:jc w:val="both"/>
        <w:rPr>
          <w:rFonts w:ascii="Cambria" w:hAnsi="Cambria" w:cs="Arial"/>
          <w:sz w:val="20"/>
          <w:szCs w:val="20"/>
          <w:highlight w:val="yellow"/>
        </w:rPr>
      </w:pPr>
      <w:r w:rsidRPr="00274938">
        <w:rPr>
          <w:rFonts w:ascii="Cambria" w:hAnsi="Cambria" w:cs="Arial"/>
          <w:sz w:val="20"/>
          <w:szCs w:val="20"/>
        </w:rPr>
        <w:t xml:space="preserve">Príloha </w:t>
      </w:r>
      <w:r w:rsidR="00955295" w:rsidRPr="00274938">
        <w:rPr>
          <w:rFonts w:ascii="Cambria" w:hAnsi="Cambria" w:cs="Arial"/>
          <w:sz w:val="20"/>
          <w:szCs w:val="20"/>
        </w:rPr>
        <w:t>A5</w:t>
      </w:r>
      <w:r w:rsidRPr="00274938">
        <w:rPr>
          <w:rFonts w:ascii="Cambria" w:hAnsi="Cambria" w:cs="Arial"/>
          <w:sz w:val="20"/>
          <w:szCs w:val="20"/>
        </w:rPr>
        <w:t xml:space="preserve"> </w:t>
      </w:r>
      <w:r w:rsidRPr="00274938">
        <w:rPr>
          <w:rFonts w:ascii="Cambria" w:hAnsi="Cambria" w:cs="Arial"/>
          <w:sz w:val="20"/>
          <w:szCs w:val="20"/>
        </w:rPr>
        <w:tab/>
        <w:t xml:space="preserve">Splnomocnenie vedúceho člena </w:t>
      </w:r>
      <w:r w:rsidR="00CE1FB3" w:rsidRPr="00274938">
        <w:rPr>
          <w:rFonts w:ascii="Cambria" w:hAnsi="Cambria" w:cs="Arial"/>
          <w:sz w:val="20"/>
          <w:szCs w:val="20"/>
        </w:rPr>
        <w:t xml:space="preserve">Skupiny </w:t>
      </w:r>
      <w:r w:rsidRPr="00274938">
        <w:rPr>
          <w:rFonts w:ascii="Cambria" w:hAnsi="Cambria" w:cs="Arial"/>
          <w:sz w:val="20"/>
          <w:szCs w:val="20"/>
        </w:rPr>
        <w:t>dodávateľov (vzor)</w:t>
      </w:r>
    </w:p>
    <w:p w14:paraId="68A34978" w14:textId="3D6E9B58" w:rsidR="00BB7F9D" w:rsidRPr="00274938" w:rsidRDefault="00BB7F9D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A</w:t>
      </w:r>
      <w:r w:rsidR="00D41452" w:rsidRPr="00274938">
        <w:rPr>
          <w:rFonts w:ascii="Cambria" w:hAnsi="Cambria" w:cs="Arial"/>
          <w:sz w:val="20"/>
          <w:szCs w:val="20"/>
        </w:rPr>
        <w:t>6</w:t>
      </w:r>
      <w:r w:rsidRPr="00274938">
        <w:rPr>
          <w:rFonts w:ascii="Cambria" w:hAnsi="Cambria" w:cs="Arial"/>
          <w:sz w:val="20"/>
          <w:szCs w:val="20"/>
        </w:rPr>
        <w:tab/>
      </w:r>
      <w:bookmarkStart w:id="421" w:name="_Hlk107409630"/>
      <w:r w:rsidR="005350F8" w:rsidRPr="00274938">
        <w:rPr>
          <w:rFonts w:ascii="Cambria" w:hAnsi="Cambria" w:cs="Arial"/>
          <w:sz w:val="20"/>
          <w:szCs w:val="20"/>
        </w:rPr>
        <w:t>Čestné vyhlásenie o splnení podmienok účasti (vzor)</w:t>
      </w:r>
    </w:p>
    <w:p w14:paraId="549710F6" w14:textId="77777777" w:rsidR="005350F8" w:rsidRPr="00274938" w:rsidRDefault="005350F8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bookmarkStart w:id="422" w:name="_Hlk522552073"/>
      <w:bookmarkEnd w:id="420"/>
      <w:bookmarkEnd w:id="421"/>
      <w:r w:rsidRPr="00274938">
        <w:rPr>
          <w:rFonts w:ascii="Cambria" w:hAnsi="Cambria" w:cs="Arial"/>
          <w:sz w:val="20"/>
          <w:szCs w:val="20"/>
        </w:rPr>
        <w:t>Príloha B1</w:t>
      </w:r>
      <w:r w:rsidRPr="00274938">
        <w:rPr>
          <w:rFonts w:ascii="Cambria" w:hAnsi="Cambria" w:cs="Arial"/>
          <w:sz w:val="20"/>
          <w:szCs w:val="20"/>
        </w:rPr>
        <w:tab/>
        <w:t>Minimálny rozsah povinných opatrení</w:t>
      </w:r>
    </w:p>
    <w:p w14:paraId="42729631" w14:textId="77777777" w:rsidR="005350F8" w:rsidRPr="00274938" w:rsidRDefault="005350F8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B2</w:t>
      </w:r>
      <w:r w:rsidRPr="00274938">
        <w:rPr>
          <w:rFonts w:ascii="Cambria" w:hAnsi="Cambria" w:cs="Arial"/>
          <w:sz w:val="20"/>
          <w:szCs w:val="20"/>
        </w:rPr>
        <w:tab/>
        <w:t xml:space="preserve">Opis súčasného stavu budov – Domov sociálnych služieb a zariadenie pre seniorov </w:t>
      </w:r>
      <w:proofErr w:type="spellStart"/>
      <w:r w:rsidRPr="00274938">
        <w:rPr>
          <w:rFonts w:ascii="Cambria" w:hAnsi="Cambria" w:cs="Arial"/>
          <w:sz w:val="20"/>
          <w:szCs w:val="20"/>
        </w:rPr>
        <w:t>Harmonia</w:t>
      </w:r>
      <w:proofErr w:type="spellEnd"/>
    </w:p>
    <w:p w14:paraId="40F8B410" w14:textId="77777777" w:rsidR="005350F8" w:rsidRPr="00274938" w:rsidRDefault="005350F8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B3</w:t>
      </w:r>
      <w:r w:rsidRPr="00274938">
        <w:rPr>
          <w:rFonts w:ascii="Cambria" w:hAnsi="Cambria" w:cs="Arial"/>
          <w:sz w:val="20"/>
          <w:szCs w:val="20"/>
        </w:rPr>
        <w:tab/>
        <w:t>Energetický posudok DSS HARMONIA v meste Strážske</w:t>
      </w:r>
    </w:p>
    <w:p w14:paraId="2020909F" w14:textId="77777777" w:rsidR="005350F8" w:rsidRPr="00274938" w:rsidRDefault="005350F8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B4</w:t>
      </w:r>
      <w:r w:rsidRPr="00274938">
        <w:rPr>
          <w:rFonts w:ascii="Cambria" w:hAnsi="Cambria" w:cs="Arial"/>
          <w:sz w:val="20"/>
          <w:szCs w:val="20"/>
        </w:rPr>
        <w:tab/>
        <w:t>Projektová dokumentácia</w:t>
      </w:r>
    </w:p>
    <w:p w14:paraId="08DB9A35" w14:textId="7D151A9F" w:rsidR="0059537D" w:rsidRPr="00274938" w:rsidRDefault="0059537D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C1  </w:t>
      </w:r>
      <w:r w:rsidRPr="00274938">
        <w:rPr>
          <w:rFonts w:ascii="Cambria" w:hAnsi="Cambria" w:cs="Arial"/>
          <w:sz w:val="20"/>
          <w:szCs w:val="20"/>
        </w:rPr>
        <w:tab/>
        <w:t>Návrh na plnenie kritérií (vzor)</w:t>
      </w:r>
    </w:p>
    <w:p w14:paraId="6BB78C9D" w14:textId="4727C43D" w:rsidR="0059537D" w:rsidRPr="00274938" w:rsidRDefault="0059537D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D1</w:t>
      </w:r>
      <w:r w:rsidRPr="00274938">
        <w:rPr>
          <w:rFonts w:ascii="Cambria" w:hAnsi="Cambria" w:cs="Arial"/>
          <w:sz w:val="20"/>
          <w:szCs w:val="20"/>
        </w:rPr>
        <w:tab/>
      </w:r>
      <w:bookmarkStart w:id="423" w:name="_Hlk523831990"/>
      <w:r w:rsidRPr="00274938">
        <w:rPr>
          <w:rFonts w:ascii="Cambria" w:hAnsi="Cambria" w:cs="Arial"/>
          <w:sz w:val="20"/>
          <w:szCs w:val="20"/>
        </w:rPr>
        <w:t>Zmluva o</w:t>
      </w:r>
      <w:r w:rsidR="004D6922" w:rsidRPr="00274938">
        <w:rPr>
          <w:rFonts w:ascii="Cambria" w:hAnsi="Cambria" w:cs="Arial"/>
          <w:sz w:val="20"/>
          <w:szCs w:val="20"/>
        </w:rPr>
        <w:t> </w:t>
      </w:r>
      <w:bookmarkEnd w:id="423"/>
      <w:r w:rsidR="004D6922" w:rsidRPr="00274938">
        <w:rPr>
          <w:rFonts w:ascii="Cambria" w:hAnsi="Cambria" w:cs="Arial"/>
          <w:sz w:val="20"/>
          <w:szCs w:val="20"/>
        </w:rPr>
        <w:t>dielo s rozšírenými zárukami</w:t>
      </w:r>
    </w:p>
    <w:p w14:paraId="68A51D88" w14:textId="1B920B7B" w:rsidR="0059537D" w:rsidRPr="00274938" w:rsidRDefault="0059537D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F</w:t>
      </w:r>
      <w:r w:rsidR="00845097" w:rsidRPr="00274938">
        <w:rPr>
          <w:rFonts w:ascii="Cambria" w:hAnsi="Cambria" w:cs="Arial"/>
          <w:sz w:val="20"/>
          <w:szCs w:val="20"/>
        </w:rPr>
        <w:t>1</w:t>
      </w:r>
      <w:r w:rsidRPr="00274938">
        <w:rPr>
          <w:rFonts w:ascii="Cambria" w:hAnsi="Cambria" w:cs="Arial"/>
          <w:sz w:val="20"/>
          <w:szCs w:val="20"/>
        </w:rPr>
        <w:tab/>
        <w:t xml:space="preserve">Zoznam </w:t>
      </w:r>
      <w:r w:rsidR="003A0C38" w:rsidRPr="00274938">
        <w:rPr>
          <w:rFonts w:ascii="Cambria" w:hAnsi="Cambria" w:cs="Arial"/>
          <w:sz w:val="20"/>
          <w:szCs w:val="20"/>
        </w:rPr>
        <w:t>stavebných prác</w:t>
      </w:r>
      <w:r w:rsidR="007A0C4F" w:rsidRPr="00274938">
        <w:rPr>
          <w:rFonts w:ascii="Cambria" w:hAnsi="Cambria" w:cs="Arial"/>
          <w:sz w:val="20"/>
          <w:szCs w:val="20"/>
        </w:rPr>
        <w:t xml:space="preserve"> a</w:t>
      </w:r>
      <w:r w:rsidR="00AE5227" w:rsidRPr="00274938">
        <w:rPr>
          <w:rFonts w:ascii="Cambria" w:hAnsi="Cambria" w:cs="Arial"/>
          <w:sz w:val="20"/>
          <w:szCs w:val="20"/>
        </w:rPr>
        <w:t xml:space="preserve"> súvisiacich </w:t>
      </w:r>
      <w:r w:rsidRPr="00274938">
        <w:rPr>
          <w:rFonts w:ascii="Cambria" w:hAnsi="Cambria" w:cs="Arial"/>
          <w:sz w:val="20"/>
          <w:szCs w:val="20"/>
        </w:rPr>
        <w:t>služieb (referencií) (vzor)</w:t>
      </w:r>
    </w:p>
    <w:p w14:paraId="216AD9D4" w14:textId="60B058CA" w:rsidR="0059537D" w:rsidRPr="00274938" w:rsidRDefault="0059537D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F2</w:t>
      </w:r>
      <w:r w:rsidRPr="00274938">
        <w:rPr>
          <w:rFonts w:ascii="Cambria" w:hAnsi="Cambria" w:cs="Arial"/>
          <w:sz w:val="20"/>
          <w:szCs w:val="20"/>
        </w:rPr>
        <w:tab/>
        <w:t>Zoznam odborníkov (vzor)</w:t>
      </w:r>
    </w:p>
    <w:p w14:paraId="1E74E7C7" w14:textId="0E1468C8" w:rsidR="00A106F7" w:rsidRPr="00274938" w:rsidRDefault="00A106F7" w:rsidP="0059537D">
      <w:pPr>
        <w:ind w:left="1418" w:hanging="1418"/>
        <w:rPr>
          <w:rFonts w:ascii="Cambria" w:hAnsi="Cambria" w:cs="Arial"/>
          <w:sz w:val="20"/>
          <w:szCs w:val="20"/>
        </w:rPr>
      </w:pPr>
    </w:p>
    <w:bookmarkEnd w:id="422"/>
    <w:p w14:paraId="238D3F8D" w14:textId="77777777" w:rsidR="00037443" w:rsidRPr="00274938" w:rsidRDefault="00037443" w:rsidP="007464FD">
      <w:pPr>
        <w:rPr>
          <w:rFonts w:ascii="Cambria" w:hAnsi="Cambria" w:cs="Arial"/>
          <w:sz w:val="20"/>
          <w:szCs w:val="20"/>
          <w:highlight w:val="yellow"/>
        </w:rPr>
      </w:pPr>
    </w:p>
    <w:p w14:paraId="50CA3182" w14:textId="77777777" w:rsidR="00BC5ECC" w:rsidRPr="00274938" w:rsidRDefault="00BC5ECC" w:rsidP="005A13EB">
      <w:pPr>
        <w:rPr>
          <w:rFonts w:ascii="Cambria" w:hAnsi="Cambria"/>
          <w:sz w:val="20"/>
          <w:szCs w:val="20"/>
        </w:rPr>
      </w:pPr>
    </w:p>
    <w:sectPr w:rsidR="00BC5ECC" w:rsidRPr="00274938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8AA04" w14:textId="77777777" w:rsidR="00CF23CC" w:rsidRDefault="00CF23CC" w:rsidP="005A4804">
      <w:r>
        <w:separator/>
      </w:r>
    </w:p>
    <w:p w14:paraId="674F30CB" w14:textId="77777777" w:rsidR="00CF23CC" w:rsidRDefault="00CF23CC"/>
  </w:endnote>
  <w:endnote w:type="continuationSeparator" w:id="0">
    <w:p w14:paraId="4ED1F252" w14:textId="77777777" w:rsidR="00CF23CC" w:rsidRDefault="00CF23CC" w:rsidP="005A4804">
      <w:r>
        <w:continuationSeparator/>
      </w:r>
    </w:p>
    <w:p w14:paraId="674A11E6" w14:textId="77777777" w:rsidR="00CF23CC" w:rsidRDefault="00CF23CC"/>
  </w:endnote>
  <w:endnote w:type="continuationNotice" w:id="1">
    <w:p w14:paraId="78D5B10C" w14:textId="77777777" w:rsidR="00CF23CC" w:rsidRDefault="00CF23CC"/>
    <w:p w14:paraId="38F6234E" w14:textId="77777777" w:rsidR="00CF23CC" w:rsidRDefault="00CF2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Nudista">
    <w:altName w:val="Calibri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ill corporate narrow medium">
    <w:altName w:val="Trebuchet MS"/>
    <w:charset w:val="00"/>
    <w:family w:val="auto"/>
    <w:pitch w:val="variable"/>
    <w:sig w:usb0="00000007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35FE2" w14:textId="77777777" w:rsidR="00EE20A4" w:rsidRDefault="00EE20A4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EE20A4" w:rsidRDefault="00EE20A4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3917" w14:textId="1ECFDDE0" w:rsidR="00EE20A4" w:rsidRPr="00490A2B" w:rsidRDefault="00EE20A4" w:rsidP="006F0BEE">
    <w:pPr>
      <w:pStyle w:val="Pta"/>
      <w:ind w:right="360"/>
    </w:pPr>
    <w:r w:rsidRPr="00490A2B">
      <w:rPr>
        <w:noProof/>
        <w:lang w:eastAsia="sk-SK"/>
      </w:rPr>
      <w:drawing>
        <wp:anchor distT="0" distB="0" distL="114300" distR="114300" simplePos="0" relativeHeight="251663360" behindDoc="0" locked="0" layoutInCell="1" allowOverlap="1" wp14:anchorId="037D33F0" wp14:editId="5B0E3494">
          <wp:simplePos x="0" y="0"/>
          <wp:positionH relativeFrom="leftMargin">
            <wp:align>right</wp:align>
          </wp:positionH>
          <wp:positionV relativeFrom="paragraph">
            <wp:posOffset>294418</wp:posOffset>
          </wp:positionV>
          <wp:extent cx="843148" cy="252777"/>
          <wp:effectExtent l="0" t="0" r="0" b="0"/>
          <wp:wrapNone/>
          <wp:docPr id="6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ázok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148" cy="252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90A2B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4069231A">
              <wp:simplePos x="0" y="0"/>
              <wp:positionH relativeFrom="margin">
                <wp:align>center</wp:align>
              </wp:positionH>
              <wp:positionV relativeFrom="paragraph">
                <wp:posOffset>-165413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FD23C4" w14:textId="7B764952" w:rsidR="00EE20A4" w:rsidRPr="00113A48" w:rsidRDefault="00741359" w:rsidP="009D781F">
                          <w:pPr>
                            <w:jc w:val="center"/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</w:pPr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 xml:space="preserve">HARMONA- Domov sociálnych služieb a zariadenie pre seniorov </w:t>
                          </w:r>
                        </w:p>
                        <w:p w14:paraId="43AF0938" w14:textId="3ADFF348" w:rsidR="00EE20A4" w:rsidRPr="00113A48" w:rsidRDefault="00EE20A4" w:rsidP="009E2143">
                          <w:pPr>
                            <w:jc w:val="center"/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</w:pPr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 xml:space="preserve">Zvýšenie prevádzkovej efektívnosti energetického hospodárstva Domova sociálnych služieb a zariadenia pre seniorov </w:t>
                          </w:r>
                          <w:proofErr w:type="spellStart"/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>Harmonia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3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" filled="f" stroked="f">
              <v:textbox>
                <w:txbxContent>
                  <w:p w14:paraId="50FD23C4" w14:textId="7B764952" w:rsidR="00EE20A4" w:rsidRPr="00113A48" w:rsidRDefault="00741359" w:rsidP="009D781F">
                    <w:pPr>
                      <w:jc w:val="center"/>
                      <w:rPr>
                        <w:rFonts w:ascii="Cambria" w:hAnsi="Cambria"/>
                        <w:bCs/>
                        <w:sz w:val="16"/>
                        <w:szCs w:val="16"/>
                      </w:rPr>
                    </w:pPr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 xml:space="preserve">HARMONA- Domov sociálnych služieb a zariadenie pre seniorov </w:t>
                    </w:r>
                  </w:p>
                  <w:p w14:paraId="43AF0938" w14:textId="3ADFF348" w:rsidR="00EE20A4" w:rsidRPr="00113A48" w:rsidRDefault="00EE20A4" w:rsidP="009E2143">
                    <w:pPr>
                      <w:jc w:val="center"/>
                      <w:rPr>
                        <w:rFonts w:ascii="Cambria" w:hAnsi="Cambria"/>
                        <w:bCs/>
                        <w:sz w:val="16"/>
                        <w:szCs w:val="16"/>
                      </w:rPr>
                    </w:pPr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 xml:space="preserve">Zvýšenie prevádzkovej efektívnosti energetického hospodárstva Domova sociálnych služieb a zariadenia pre seniorov </w:t>
                    </w:r>
                    <w:proofErr w:type="spellStart"/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>Harmonia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623C" w14:textId="77777777" w:rsidR="00EE20A4" w:rsidRDefault="00EE20A4" w:rsidP="00785BCA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05F5522B" w14:textId="77777777" w:rsidR="00EE20A4" w:rsidRDefault="00EE20A4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EE20A4" w:rsidRDefault="00EE20A4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EE20A4" w:rsidRPr="00E465D8" w:rsidRDefault="00EE20A4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EE20A4" w:rsidRDefault="00EE20A4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EE20A4" w:rsidRDefault="00EE20A4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EE20A4" w:rsidRDefault="00EE20A4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EE20A4" w:rsidRPr="00932BD9" w:rsidRDefault="00EE20A4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" filled="f" stroked="f">
              <v:textbox>
                <w:txbxContent>
                  <w:p w14:paraId="2FA7C183" w14:textId="751A8B15" w:rsidR="00EE20A4" w:rsidRDefault="00EE20A4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EE20A4" w:rsidRPr="00E465D8" w:rsidRDefault="00EE20A4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EE20A4" w:rsidRDefault="00EE20A4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EE20A4" w:rsidRDefault="00EE20A4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EE20A4" w:rsidRDefault="00EE20A4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EE20A4" w:rsidRPr="00932BD9" w:rsidRDefault="00EE20A4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7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EE20A4" w:rsidRPr="00B86737" w:rsidRDefault="00EE20A4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9802" w14:textId="556C732B" w:rsidR="00EE20A4" w:rsidRPr="0087608A" w:rsidRDefault="00EE20A4" w:rsidP="00EA4A4F">
    <w:pPr>
      <w:pStyle w:val="Pta"/>
      <w:framePr w:wrap="none" w:vAnchor="text" w:hAnchor="page" w:x="10393" w:y="1"/>
      <w:rPr>
        <w:rStyle w:val="slostrany"/>
        <w:rFonts w:ascii="Nudista" w:hAnsi="Nudista"/>
        <w:sz w:val="16"/>
        <w:szCs w:val="16"/>
      </w:rPr>
    </w:pPr>
    <w:r w:rsidRPr="0087608A">
      <w:rPr>
        <w:rStyle w:val="slostrany"/>
        <w:rFonts w:ascii="Nudista" w:hAnsi="Nudista"/>
        <w:sz w:val="16"/>
        <w:szCs w:val="16"/>
      </w:rPr>
      <w:fldChar w:fldCharType="begin"/>
    </w:r>
    <w:r w:rsidRPr="0087608A">
      <w:rPr>
        <w:rStyle w:val="slostrany"/>
        <w:rFonts w:ascii="Nudista" w:hAnsi="Nudista"/>
        <w:sz w:val="16"/>
        <w:szCs w:val="16"/>
      </w:rPr>
      <w:instrText xml:space="preserve">PAGE  </w:instrText>
    </w:r>
    <w:r w:rsidRPr="0087608A">
      <w:rPr>
        <w:rStyle w:val="slostrany"/>
        <w:rFonts w:ascii="Nudista" w:hAnsi="Nudista"/>
        <w:sz w:val="16"/>
        <w:szCs w:val="16"/>
      </w:rPr>
      <w:fldChar w:fldCharType="separate"/>
    </w:r>
    <w:r w:rsidRPr="0087608A">
      <w:rPr>
        <w:rStyle w:val="slostrany"/>
        <w:rFonts w:ascii="Nudista" w:hAnsi="Nudista"/>
        <w:noProof/>
        <w:sz w:val="16"/>
        <w:szCs w:val="16"/>
      </w:rPr>
      <w:t>7</w:t>
    </w:r>
    <w:r w:rsidRPr="0087608A">
      <w:rPr>
        <w:rStyle w:val="slostrany"/>
        <w:rFonts w:ascii="Nudista" w:hAnsi="Nudista"/>
        <w:sz w:val="16"/>
        <w:szCs w:val="16"/>
      </w:rPr>
      <w:fldChar w:fldCharType="end"/>
    </w:r>
  </w:p>
  <w:p w14:paraId="378C73FF" w14:textId="11747DC9" w:rsidR="00EE20A4" w:rsidRDefault="00741359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2C126C6B">
              <wp:simplePos x="0" y="0"/>
              <wp:positionH relativeFrom="margin">
                <wp:posOffset>0</wp:posOffset>
              </wp:positionH>
              <wp:positionV relativeFrom="paragraph">
                <wp:posOffset>-89535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BD292F" w14:textId="55B91B2E" w:rsidR="00065B4A" w:rsidRPr="00113A48" w:rsidRDefault="00DB1FC5" w:rsidP="00065B4A">
                          <w:pPr>
                            <w:jc w:val="center"/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</w:pPr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 xml:space="preserve">HARMONIA - Domov </w:t>
                          </w:r>
                          <w:proofErr w:type="spellStart"/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>sociálnych</w:t>
                          </w:r>
                          <w:proofErr w:type="spellEnd"/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 xml:space="preserve"> slu</w:t>
                          </w:r>
                          <w:r w:rsidR="00DE4DE0"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>ž</w:t>
                          </w:r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>ieb a zariadenie pre seniorov</w:t>
                          </w:r>
                        </w:p>
                        <w:p w14:paraId="5425B2E8" w14:textId="77777777" w:rsidR="00EE20A4" w:rsidRPr="00113A48" w:rsidRDefault="00EE20A4" w:rsidP="009E2143">
                          <w:pPr>
                            <w:jc w:val="center"/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</w:pPr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 xml:space="preserve">Zvýšenie prevádzkovej efektívnosti energetického hospodárstva Domova sociálnych služieb a zariadenia pre seniorov </w:t>
                          </w:r>
                          <w:proofErr w:type="spellStart"/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>Harmonia</w:t>
                          </w:r>
                          <w:proofErr w:type="spellEnd"/>
                        </w:p>
                        <w:p w14:paraId="5606A7FB" w14:textId="77777777" w:rsidR="00EE20A4" w:rsidRPr="00DE4DE0" w:rsidRDefault="00EE20A4" w:rsidP="0087608A">
                          <w:pPr>
                            <w:jc w:val="center"/>
                            <w:rPr>
                              <w:rFonts w:ascii="Nudista" w:hAnsi="Nudista"/>
                            </w:rPr>
                          </w:pPr>
                        </w:p>
                        <w:p w14:paraId="29843690" w14:textId="77777777" w:rsidR="00EE20A4" w:rsidRPr="0088304D" w:rsidRDefault="00EE20A4" w:rsidP="00CD02E4">
                          <w:pPr>
                            <w:jc w:val="center"/>
                          </w:pPr>
                        </w:p>
                        <w:p w14:paraId="32E9DEE4" w14:textId="30ACC7F2" w:rsidR="00EE20A4" w:rsidRPr="0088304D" w:rsidRDefault="00EE20A4" w:rsidP="00A961AA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7.05pt;width:437.2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" filled="f" stroked="f">
              <v:textbox>
                <w:txbxContent>
                  <w:p w14:paraId="75BD292F" w14:textId="55B91B2E" w:rsidR="00065B4A" w:rsidRPr="00113A48" w:rsidRDefault="00DB1FC5" w:rsidP="00065B4A">
                    <w:pPr>
                      <w:jc w:val="center"/>
                      <w:rPr>
                        <w:rFonts w:ascii="Cambria" w:hAnsi="Cambria"/>
                        <w:bCs/>
                        <w:sz w:val="16"/>
                        <w:szCs w:val="16"/>
                      </w:rPr>
                    </w:pPr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 xml:space="preserve">HARMONIA - Domov </w:t>
                    </w:r>
                    <w:proofErr w:type="spellStart"/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>sociálnych</w:t>
                    </w:r>
                    <w:proofErr w:type="spellEnd"/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 xml:space="preserve"> slu</w:t>
                    </w:r>
                    <w:r w:rsidR="00DE4DE0"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>ž</w:t>
                    </w:r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>ieb a zariadenie pre seniorov</w:t>
                    </w:r>
                  </w:p>
                  <w:p w14:paraId="5425B2E8" w14:textId="77777777" w:rsidR="00EE20A4" w:rsidRPr="00113A48" w:rsidRDefault="00EE20A4" w:rsidP="009E2143">
                    <w:pPr>
                      <w:jc w:val="center"/>
                      <w:rPr>
                        <w:rFonts w:ascii="Cambria" w:hAnsi="Cambria"/>
                        <w:bCs/>
                        <w:sz w:val="16"/>
                        <w:szCs w:val="16"/>
                      </w:rPr>
                    </w:pPr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 xml:space="preserve">Zvýšenie prevádzkovej efektívnosti energetického hospodárstva Domova sociálnych služieb a zariadenia pre seniorov </w:t>
                    </w:r>
                    <w:proofErr w:type="spellStart"/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>Harmonia</w:t>
                    </w:r>
                    <w:proofErr w:type="spellEnd"/>
                  </w:p>
                  <w:p w14:paraId="5606A7FB" w14:textId="77777777" w:rsidR="00EE20A4" w:rsidRPr="00DE4DE0" w:rsidRDefault="00EE20A4" w:rsidP="0087608A">
                    <w:pPr>
                      <w:jc w:val="center"/>
                      <w:rPr>
                        <w:rFonts w:ascii="Nudista" w:hAnsi="Nudista"/>
                      </w:rPr>
                    </w:pPr>
                  </w:p>
                  <w:p w14:paraId="29843690" w14:textId="77777777" w:rsidR="00EE20A4" w:rsidRPr="0088304D" w:rsidRDefault="00EE20A4" w:rsidP="00CD02E4">
                    <w:pPr>
                      <w:jc w:val="center"/>
                    </w:pPr>
                  </w:p>
                  <w:p w14:paraId="32E9DEE4" w14:textId="30ACC7F2" w:rsidR="00EE20A4" w:rsidRPr="0088304D" w:rsidRDefault="00EE20A4" w:rsidP="00A961AA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E20A4">
      <w:rPr>
        <w:noProof/>
        <w:lang w:eastAsia="sk-SK"/>
      </w:rPr>
      <w:drawing>
        <wp:anchor distT="0" distB="0" distL="114300" distR="114300" simplePos="0" relativeHeight="251665408" behindDoc="0" locked="0" layoutInCell="1" allowOverlap="1" wp14:anchorId="51F7D643" wp14:editId="48B373B5">
          <wp:simplePos x="0" y="0"/>
          <wp:positionH relativeFrom="leftMargin">
            <wp:posOffset>88579</wp:posOffset>
          </wp:positionH>
          <wp:positionV relativeFrom="paragraph">
            <wp:posOffset>338056</wp:posOffset>
          </wp:positionV>
          <wp:extent cx="843148" cy="252777"/>
          <wp:effectExtent l="0" t="0" r="0" b="0"/>
          <wp:wrapNone/>
          <wp:docPr id="2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ázok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148" cy="252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BCD49" w14:textId="77777777" w:rsidR="00CF23CC" w:rsidRDefault="00CF23CC" w:rsidP="005A4804">
      <w:r>
        <w:separator/>
      </w:r>
    </w:p>
    <w:p w14:paraId="29AF2337" w14:textId="77777777" w:rsidR="00CF23CC" w:rsidRDefault="00CF23CC"/>
  </w:footnote>
  <w:footnote w:type="continuationSeparator" w:id="0">
    <w:p w14:paraId="36CFE904" w14:textId="77777777" w:rsidR="00CF23CC" w:rsidRDefault="00CF23CC" w:rsidP="005A4804">
      <w:r>
        <w:continuationSeparator/>
      </w:r>
    </w:p>
    <w:p w14:paraId="612B0569" w14:textId="77777777" w:rsidR="00CF23CC" w:rsidRDefault="00CF23CC"/>
  </w:footnote>
  <w:footnote w:type="continuationNotice" w:id="1">
    <w:p w14:paraId="7B3EC24F" w14:textId="77777777" w:rsidR="00CF23CC" w:rsidRDefault="00CF23CC"/>
    <w:p w14:paraId="31B159F8" w14:textId="77777777" w:rsidR="00CF23CC" w:rsidRDefault="00CF23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DF4F" w14:textId="05636D12" w:rsidR="00EE20A4" w:rsidRPr="001150F1" w:rsidRDefault="001150F1" w:rsidP="001150F1">
    <w:pPr>
      <w:pStyle w:val="Hlavika"/>
      <w:jc w:val="center"/>
    </w:pPr>
    <w:r w:rsidRPr="00895C48">
      <w:rPr>
        <w:noProof/>
      </w:rPr>
      <w:drawing>
        <wp:inline distT="0" distB="0" distL="0" distR="0" wp14:anchorId="525C04DC" wp14:editId="2F33440A">
          <wp:extent cx="2019582" cy="876422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9582" cy="876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141D6" w14:textId="3D473766" w:rsidR="00EE20A4" w:rsidRPr="00EA4A4F" w:rsidRDefault="00EE20A4" w:rsidP="00EA4A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D96EF99C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Nadpis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9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AE73E5"/>
    <w:multiLevelType w:val="hybridMultilevel"/>
    <w:tmpl w:val="D28615D4"/>
    <w:lvl w:ilvl="0" w:tplc="A5068106">
      <w:start w:val="1"/>
      <w:numFmt w:val="lowerRoman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65828472">
    <w:abstractNumId w:val="16"/>
  </w:num>
  <w:num w:numId="2" w16cid:durableId="1359282561">
    <w:abstractNumId w:val="12"/>
  </w:num>
  <w:num w:numId="3" w16cid:durableId="453137695">
    <w:abstractNumId w:val="14"/>
  </w:num>
  <w:num w:numId="4" w16cid:durableId="16116227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6933176">
    <w:abstractNumId w:val="2"/>
  </w:num>
  <w:num w:numId="6" w16cid:durableId="1805732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88386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3674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9010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49781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3951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5832868">
    <w:abstractNumId w:val="3"/>
  </w:num>
  <w:num w:numId="13" w16cid:durableId="968822337">
    <w:abstractNumId w:val="17"/>
  </w:num>
  <w:num w:numId="14" w16cid:durableId="665547775">
    <w:abstractNumId w:val="15"/>
  </w:num>
  <w:num w:numId="15" w16cid:durableId="1046487897">
    <w:abstractNumId w:val="7"/>
  </w:num>
  <w:num w:numId="16" w16cid:durableId="93524663">
    <w:abstractNumId w:val="1"/>
  </w:num>
  <w:num w:numId="17" w16cid:durableId="2123064131">
    <w:abstractNumId w:val="0"/>
  </w:num>
  <w:num w:numId="18" w16cid:durableId="1597053859">
    <w:abstractNumId w:val="10"/>
  </w:num>
  <w:num w:numId="19" w16cid:durableId="15141389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425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0" w16cid:durableId="153387913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 w16cid:durableId="62319495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 w16cid:durableId="119087909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 w16cid:durableId="58800711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 w16cid:durableId="116832722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 w16cid:durableId="133715438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 w16cid:durableId="209743455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 w16cid:durableId="61960832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 w16cid:durableId="11483766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 w16cid:durableId="16653562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 w16cid:durableId="37100326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 w16cid:durableId="174452634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 w16cid:durableId="45490963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 w16cid:durableId="196013898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 w16cid:durableId="12323161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 w16cid:durableId="79301393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 w16cid:durableId="91161963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 w16cid:durableId="99753638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 w16cid:durableId="20980222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 w16cid:durableId="6680972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2738883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 w16cid:durableId="30986847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 w16cid:durableId="20496444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 w16cid:durableId="16626607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 w16cid:durableId="28574453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 w16cid:durableId="105519970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 w16cid:durableId="122240654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1493"/>
    <w:rsid w:val="00001C86"/>
    <w:rsid w:val="000026A9"/>
    <w:rsid w:val="000026F6"/>
    <w:rsid w:val="00003098"/>
    <w:rsid w:val="000031D2"/>
    <w:rsid w:val="0000348D"/>
    <w:rsid w:val="000037F0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D52"/>
    <w:rsid w:val="000104B6"/>
    <w:rsid w:val="00011BFA"/>
    <w:rsid w:val="00011F64"/>
    <w:rsid w:val="000121F0"/>
    <w:rsid w:val="00012714"/>
    <w:rsid w:val="000132D0"/>
    <w:rsid w:val="00013EDD"/>
    <w:rsid w:val="00014396"/>
    <w:rsid w:val="000149EA"/>
    <w:rsid w:val="00016A42"/>
    <w:rsid w:val="00016FD0"/>
    <w:rsid w:val="00020154"/>
    <w:rsid w:val="00020293"/>
    <w:rsid w:val="0002285A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100D"/>
    <w:rsid w:val="00032097"/>
    <w:rsid w:val="00033C88"/>
    <w:rsid w:val="00033E4E"/>
    <w:rsid w:val="000357DB"/>
    <w:rsid w:val="000358C0"/>
    <w:rsid w:val="00035C5F"/>
    <w:rsid w:val="00036478"/>
    <w:rsid w:val="00036882"/>
    <w:rsid w:val="00037443"/>
    <w:rsid w:val="00037D5A"/>
    <w:rsid w:val="000420EF"/>
    <w:rsid w:val="000429A9"/>
    <w:rsid w:val="00043632"/>
    <w:rsid w:val="00043825"/>
    <w:rsid w:val="000439BF"/>
    <w:rsid w:val="00044267"/>
    <w:rsid w:val="000448A4"/>
    <w:rsid w:val="000448D4"/>
    <w:rsid w:val="000457BB"/>
    <w:rsid w:val="00045EC4"/>
    <w:rsid w:val="00046738"/>
    <w:rsid w:val="000468A7"/>
    <w:rsid w:val="00046B99"/>
    <w:rsid w:val="00047F95"/>
    <w:rsid w:val="00050AB4"/>
    <w:rsid w:val="00051B1B"/>
    <w:rsid w:val="00051C29"/>
    <w:rsid w:val="000533A5"/>
    <w:rsid w:val="0005348C"/>
    <w:rsid w:val="00053BAF"/>
    <w:rsid w:val="00054FF7"/>
    <w:rsid w:val="000552AF"/>
    <w:rsid w:val="0005539D"/>
    <w:rsid w:val="00055F91"/>
    <w:rsid w:val="000574FB"/>
    <w:rsid w:val="000608AB"/>
    <w:rsid w:val="00060B0B"/>
    <w:rsid w:val="000615CD"/>
    <w:rsid w:val="000617D7"/>
    <w:rsid w:val="00063178"/>
    <w:rsid w:val="000638F9"/>
    <w:rsid w:val="000639A8"/>
    <w:rsid w:val="00063B38"/>
    <w:rsid w:val="000647E4"/>
    <w:rsid w:val="000647FB"/>
    <w:rsid w:val="000648D5"/>
    <w:rsid w:val="00064FFA"/>
    <w:rsid w:val="0006508B"/>
    <w:rsid w:val="00065520"/>
    <w:rsid w:val="000659C6"/>
    <w:rsid w:val="00065A65"/>
    <w:rsid w:val="00065B4A"/>
    <w:rsid w:val="0006612A"/>
    <w:rsid w:val="00067328"/>
    <w:rsid w:val="0006799D"/>
    <w:rsid w:val="00067A3C"/>
    <w:rsid w:val="000703C0"/>
    <w:rsid w:val="00070762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0CFF"/>
    <w:rsid w:val="000815DA"/>
    <w:rsid w:val="000824CE"/>
    <w:rsid w:val="00083EE0"/>
    <w:rsid w:val="00084487"/>
    <w:rsid w:val="00084860"/>
    <w:rsid w:val="00084971"/>
    <w:rsid w:val="00084E6E"/>
    <w:rsid w:val="0008547B"/>
    <w:rsid w:val="000857D2"/>
    <w:rsid w:val="00087BB0"/>
    <w:rsid w:val="0009035F"/>
    <w:rsid w:val="00090885"/>
    <w:rsid w:val="00090BFE"/>
    <w:rsid w:val="000916B0"/>
    <w:rsid w:val="00094E8E"/>
    <w:rsid w:val="00095D57"/>
    <w:rsid w:val="00095FF0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2D4F"/>
    <w:rsid w:val="000A349B"/>
    <w:rsid w:val="000A34F3"/>
    <w:rsid w:val="000A382D"/>
    <w:rsid w:val="000A3CE9"/>
    <w:rsid w:val="000A5FB0"/>
    <w:rsid w:val="000A619F"/>
    <w:rsid w:val="000A61B8"/>
    <w:rsid w:val="000A68FD"/>
    <w:rsid w:val="000A6937"/>
    <w:rsid w:val="000A6B9C"/>
    <w:rsid w:val="000A6C85"/>
    <w:rsid w:val="000A6CD0"/>
    <w:rsid w:val="000A6FF7"/>
    <w:rsid w:val="000A7C43"/>
    <w:rsid w:val="000A7F24"/>
    <w:rsid w:val="000B04EB"/>
    <w:rsid w:val="000B0668"/>
    <w:rsid w:val="000B083C"/>
    <w:rsid w:val="000B1D7E"/>
    <w:rsid w:val="000B2C23"/>
    <w:rsid w:val="000B3449"/>
    <w:rsid w:val="000B3607"/>
    <w:rsid w:val="000B365D"/>
    <w:rsid w:val="000B3F23"/>
    <w:rsid w:val="000B4CA9"/>
    <w:rsid w:val="000B5145"/>
    <w:rsid w:val="000B6376"/>
    <w:rsid w:val="000B689B"/>
    <w:rsid w:val="000B6C39"/>
    <w:rsid w:val="000B76D0"/>
    <w:rsid w:val="000C1468"/>
    <w:rsid w:val="000C2DCE"/>
    <w:rsid w:val="000C32E5"/>
    <w:rsid w:val="000C3A82"/>
    <w:rsid w:val="000C5051"/>
    <w:rsid w:val="000C5E2C"/>
    <w:rsid w:val="000C6616"/>
    <w:rsid w:val="000C6796"/>
    <w:rsid w:val="000D158F"/>
    <w:rsid w:val="000D273C"/>
    <w:rsid w:val="000D27E6"/>
    <w:rsid w:val="000D2AEC"/>
    <w:rsid w:val="000D2F24"/>
    <w:rsid w:val="000D2F36"/>
    <w:rsid w:val="000D4837"/>
    <w:rsid w:val="000D4FC2"/>
    <w:rsid w:val="000D5527"/>
    <w:rsid w:val="000D5B09"/>
    <w:rsid w:val="000D5D0D"/>
    <w:rsid w:val="000D6185"/>
    <w:rsid w:val="000D6363"/>
    <w:rsid w:val="000D6411"/>
    <w:rsid w:val="000D6821"/>
    <w:rsid w:val="000D6E0A"/>
    <w:rsid w:val="000D6FBE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6929"/>
    <w:rsid w:val="000E71E6"/>
    <w:rsid w:val="000E7239"/>
    <w:rsid w:val="000F0C65"/>
    <w:rsid w:val="000F1AF4"/>
    <w:rsid w:val="000F2822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675"/>
    <w:rsid w:val="001138D4"/>
    <w:rsid w:val="00113A48"/>
    <w:rsid w:val="001147D5"/>
    <w:rsid w:val="00114C0F"/>
    <w:rsid w:val="00114E8E"/>
    <w:rsid w:val="001150F1"/>
    <w:rsid w:val="00115B30"/>
    <w:rsid w:val="00116A13"/>
    <w:rsid w:val="00116AAE"/>
    <w:rsid w:val="0011708D"/>
    <w:rsid w:val="00117997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A3E"/>
    <w:rsid w:val="00123B9D"/>
    <w:rsid w:val="00124485"/>
    <w:rsid w:val="00124AD6"/>
    <w:rsid w:val="001259E5"/>
    <w:rsid w:val="00125C45"/>
    <w:rsid w:val="001269C5"/>
    <w:rsid w:val="001276DA"/>
    <w:rsid w:val="00127733"/>
    <w:rsid w:val="0012784A"/>
    <w:rsid w:val="00127866"/>
    <w:rsid w:val="00127A2B"/>
    <w:rsid w:val="00131814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45F3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38C0"/>
    <w:rsid w:val="00144E89"/>
    <w:rsid w:val="001454A6"/>
    <w:rsid w:val="00145F6C"/>
    <w:rsid w:val="001463FD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2DC"/>
    <w:rsid w:val="00164407"/>
    <w:rsid w:val="001649CC"/>
    <w:rsid w:val="00164BB2"/>
    <w:rsid w:val="00164D8E"/>
    <w:rsid w:val="00165F29"/>
    <w:rsid w:val="00166513"/>
    <w:rsid w:val="00166CA4"/>
    <w:rsid w:val="001708FE"/>
    <w:rsid w:val="00170E9C"/>
    <w:rsid w:val="00171765"/>
    <w:rsid w:val="00172830"/>
    <w:rsid w:val="00173645"/>
    <w:rsid w:val="00173C85"/>
    <w:rsid w:val="0017488C"/>
    <w:rsid w:val="00174A53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55F5"/>
    <w:rsid w:val="00186B57"/>
    <w:rsid w:val="001874ED"/>
    <w:rsid w:val="00187E65"/>
    <w:rsid w:val="001910FA"/>
    <w:rsid w:val="00191156"/>
    <w:rsid w:val="001915A9"/>
    <w:rsid w:val="0019188A"/>
    <w:rsid w:val="001919AC"/>
    <w:rsid w:val="0019216C"/>
    <w:rsid w:val="00192987"/>
    <w:rsid w:val="00192E61"/>
    <w:rsid w:val="001933BE"/>
    <w:rsid w:val="00194235"/>
    <w:rsid w:val="00194321"/>
    <w:rsid w:val="00195322"/>
    <w:rsid w:val="00195560"/>
    <w:rsid w:val="00195EE7"/>
    <w:rsid w:val="001961FD"/>
    <w:rsid w:val="00196707"/>
    <w:rsid w:val="00197161"/>
    <w:rsid w:val="00197DC1"/>
    <w:rsid w:val="00197DEC"/>
    <w:rsid w:val="001A0F94"/>
    <w:rsid w:val="001A14A3"/>
    <w:rsid w:val="001A194F"/>
    <w:rsid w:val="001A19FE"/>
    <w:rsid w:val="001A249A"/>
    <w:rsid w:val="001A4B3E"/>
    <w:rsid w:val="001A4EF2"/>
    <w:rsid w:val="001A5A49"/>
    <w:rsid w:val="001A639D"/>
    <w:rsid w:val="001A6ABE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37"/>
    <w:rsid w:val="001B7ED9"/>
    <w:rsid w:val="001C0050"/>
    <w:rsid w:val="001C02AB"/>
    <w:rsid w:val="001C17F3"/>
    <w:rsid w:val="001C23C0"/>
    <w:rsid w:val="001C34F1"/>
    <w:rsid w:val="001C3CB5"/>
    <w:rsid w:val="001C4529"/>
    <w:rsid w:val="001C4E2C"/>
    <w:rsid w:val="001C5049"/>
    <w:rsid w:val="001C538F"/>
    <w:rsid w:val="001C5C00"/>
    <w:rsid w:val="001C5F04"/>
    <w:rsid w:val="001C710B"/>
    <w:rsid w:val="001C73ED"/>
    <w:rsid w:val="001D1394"/>
    <w:rsid w:val="001D1D7A"/>
    <w:rsid w:val="001D2399"/>
    <w:rsid w:val="001D3B6B"/>
    <w:rsid w:val="001D4D06"/>
    <w:rsid w:val="001D573E"/>
    <w:rsid w:val="001D5CC0"/>
    <w:rsid w:val="001D63E7"/>
    <w:rsid w:val="001D6603"/>
    <w:rsid w:val="001D6FCA"/>
    <w:rsid w:val="001D7182"/>
    <w:rsid w:val="001D742D"/>
    <w:rsid w:val="001D7F75"/>
    <w:rsid w:val="001E0F3C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4B8F"/>
    <w:rsid w:val="001F5494"/>
    <w:rsid w:val="001F54D8"/>
    <w:rsid w:val="001F6E89"/>
    <w:rsid w:val="001F75E8"/>
    <w:rsid w:val="001F7C0A"/>
    <w:rsid w:val="00200C8C"/>
    <w:rsid w:val="00200D47"/>
    <w:rsid w:val="002015CA"/>
    <w:rsid w:val="0020227F"/>
    <w:rsid w:val="002025F2"/>
    <w:rsid w:val="00202AEF"/>
    <w:rsid w:val="00202D98"/>
    <w:rsid w:val="00203A07"/>
    <w:rsid w:val="00203CDA"/>
    <w:rsid w:val="00203D07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5A9"/>
    <w:rsid w:val="0021692E"/>
    <w:rsid w:val="00216A79"/>
    <w:rsid w:val="00220CBB"/>
    <w:rsid w:val="0022161B"/>
    <w:rsid w:val="002218F2"/>
    <w:rsid w:val="00221F73"/>
    <w:rsid w:val="00222630"/>
    <w:rsid w:val="002243A4"/>
    <w:rsid w:val="0022523C"/>
    <w:rsid w:val="00225745"/>
    <w:rsid w:val="002257C9"/>
    <w:rsid w:val="00225A79"/>
    <w:rsid w:val="002261B8"/>
    <w:rsid w:val="002268FF"/>
    <w:rsid w:val="00226EE3"/>
    <w:rsid w:val="0023116B"/>
    <w:rsid w:val="00231350"/>
    <w:rsid w:val="00231B5F"/>
    <w:rsid w:val="0023215A"/>
    <w:rsid w:val="002323B8"/>
    <w:rsid w:val="00232D77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1F60"/>
    <w:rsid w:val="00252462"/>
    <w:rsid w:val="00252721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554"/>
    <w:rsid w:val="00264D2D"/>
    <w:rsid w:val="00264F3A"/>
    <w:rsid w:val="002655EC"/>
    <w:rsid w:val="002670F9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148"/>
    <w:rsid w:val="002734E9"/>
    <w:rsid w:val="00273AA6"/>
    <w:rsid w:val="0027442C"/>
    <w:rsid w:val="00274938"/>
    <w:rsid w:val="00275169"/>
    <w:rsid w:val="0027554D"/>
    <w:rsid w:val="00276A1B"/>
    <w:rsid w:val="0027757F"/>
    <w:rsid w:val="0027787A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AC1"/>
    <w:rsid w:val="00285CF9"/>
    <w:rsid w:val="002860C9"/>
    <w:rsid w:val="00286205"/>
    <w:rsid w:val="0028663B"/>
    <w:rsid w:val="00286757"/>
    <w:rsid w:val="0028684C"/>
    <w:rsid w:val="00286F5F"/>
    <w:rsid w:val="00287879"/>
    <w:rsid w:val="00287FD2"/>
    <w:rsid w:val="00290D69"/>
    <w:rsid w:val="00291B30"/>
    <w:rsid w:val="002933AA"/>
    <w:rsid w:val="0029511F"/>
    <w:rsid w:val="00295492"/>
    <w:rsid w:val="002955C6"/>
    <w:rsid w:val="00295659"/>
    <w:rsid w:val="002964F0"/>
    <w:rsid w:val="0029687A"/>
    <w:rsid w:val="00296A5B"/>
    <w:rsid w:val="00297473"/>
    <w:rsid w:val="00297625"/>
    <w:rsid w:val="00297B29"/>
    <w:rsid w:val="00297FEA"/>
    <w:rsid w:val="002A029C"/>
    <w:rsid w:val="002A0449"/>
    <w:rsid w:val="002A06F1"/>
    <w:rsid w:val="002A10A7"/>
    <w:rsid w:val="002A25A9"/>
    <w:rsid w:val="002A31CC"/>
    <w:rsid w:val="002A332B"/>
    <w:rsid w:val="002A395B"/>
    <w:rsid w:val="002A46AB"/>
    <w:rsid w:val="002A54EE"/>
    <w:rsid w:val="002A5B5E"/>
    <w:rsid w:val="002A5C04"/>
    <w:rsid w:val="002A6A37"/>
    <w:rsid w:val="002A6DB0"/>
    <w:rsid w:val="002A6DEB"/>
    <w:rsid w:val="002A74A3"/>
    <w:rsid w:val="002B0757"/>
    <w:rsid w:val="002B1813"/>
    <w:rsid w:val="002B19EE"/>
    <w:rsid w:val="002B2882"/>
    <w:rsid w:val="002B2DE5"/>
    <w:rsid w:val="002B5655"/>
    <w:rsid w:val="002B598A"/>
    <w:rsid w:val="002B5A5E"/>
    <w:rsid w:val="002B5DF6"/>
    <w:rsid w:val="002B7D08"/>
    <w:rsid w:val="002B7E7C"/>
    <w:rsid w:val="002C06DE"/>
    <w:rsid w:val="002C095C"/>
    <w:rsid w:val="002C0DA3"/>
    <w:rsid w:val="002C14F8"/>
    <w:rsid w:val="002C17AF"/>
    <w:rsid w:val="002C2442"/>
    <w:rsid w:val="002C25DE"/>
    <w:rsid w:val="002C3F91"/>
    <w:rsid w:val="002C420A"/>
    <w:rsid w:val="002C4C4D"/>
    <w:rsid w:val="002C4D33"/>
    <w:rsid w:val="002C748D"/>
    <w:rsid w:val="002C754A"/>
    <w:rsid w:val="002C77B5"/>
    <w:rsid w:val="002D0834"/>
    <w:rsid w:val="002D160A"/>
    <w:rsid w:val="002D19CB"/>
    <w:rsid w:val="002D1A84"/>
    <w:rsid w:val="002D1CA1"/>
    <w:rsid w:val="002D2E21"/>
    <w:rsid w:val="002D334D"/>
    <w:rsid w:val="002D389A"/>
    <w:rsid w:val="002D3E40"/>
    <w:rsid w:val="002D432C"/>
    <w:rsid w:val="002D461E"/>
    <w:rsid w:val="002D4AD9"/>
    <w:rsid w:val="002D4B87"/>
    <w:rsid w:val="002D4ED8"/>
    <w:rsid w:val="002D5412"/>
    <w:rsid w:val="002D54DC"/>
    <w:rsid w:val="002D62D4"/>
    <w:rsid w:val="002D7022"/>
    <w:rsid w:val="002D78E1"/>
    <w:rsid w:val="002E0C62"/>
    <w:rsid w:val="002E150E"/>
    <w:rsid w:val="002E1681"/>
    <w:rsid w:val="002E19DE"/>
    <w:rsid w:val="002E23B6"/>
    <w:rsid w:val="002E2CE9"/>
    <w:rsid w:val="002E34A0"/>
    <w:rsid w:val="002E3AC5"/>
    <w:rsid w:val="002E41B5"/>
    <w:rsid w:val="002E537B"/>
    <w:rsid w:val="002E7D00"/>
    <w:rsid w:val="002F27EA"/>
    <w:rsid w:val="002F2914"/>
    <w:rsid w:val="002F2A5B"/>
    <w:rsid w:val="002F2D1A"/>
    <w:rsid w:val="002F2EBA"/>
    <w:rsid w:val="002F2FF2"/>
    <w:rsid w:val="002F32E6"/>
    <w:rsid w:val="002F4406"/>
    <w:rsid w:val="002F556B"/>
    <w:rsid w:val="002F7000"/>
    <w:rsid w:val="002F7429"/>
    <w:rsid w:val="002F7471"/>
    <w:rsid w:val="002F7647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E38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22B"/>
    <w:rsid w:val="00313C78"/>
    <w:rsid w:val="00313E47"/>
    <w:rsid w:val="00313FC0"/>
    <w:rsid w:val="00315427"/>
    <w:rsid w:val="003160E0"/>
    <w:rsid w:val="00316413"/>
    <w:rsid w:val="00316BC4"/>
    <w:rsid w:val="00317A27"/>
    <w:rsid w:val="00320691"/>
    <w:rsid w:val="003207A0"/>
    <w:rsid w:val="0032088B"/>
    <w:rsid w:val="0032114F"/>
    <w:rsid w:val="00321676"/>
    <w:rsid w:val="00321DA2"/>
    <w:rsid w:val="00322225"/>
    <w:rsid w:val="0032226D"/>
    <w:rsid w:val="00323614"/>
    <w:rsid w:val="00323831"/>
    <w:rsid w:val="00323A65"/>
    <w:rsid w:val="00323FF6"/>
    <w:rsid w:val="00324080"/>
    <w:rsid w:val="00324A09"/>
    <w:rsid w:val="0032604B"/>
    <w:rsid w:val="003275A1"/>
    <w:rsid w:val="00330269"/>
    <w:rsid w:val="00330407"/>
    <w:rsid w:val="00330C23"/>
    <w:rsid w:val="0033293A"/>
    <w:rsid w:val="00332C90"/>
    <w:rsid w:val="00333563"/>
    <w:rsid w:val="003336CB"/>
    <w:rsid w:val="003336F8"/>
    <w:rsid w:val="0033414E"/>
    <w:rsid w:val="003344D4"/>
    <w:rsid w:val="003348C6"/>
    <w:rsid w:val="00334A40"/>
    <w:rsid w:val="0033609E"/>
    <w:rsid w:val="003361E2"/>
    <w:rsid w:val="00336DA5"/>
    <w:rsid w:val="0033706B"/>
    <w:rsid w:val="003376AB"/>
    <w:rsid w:val="003400F4"/>
    <w:rsid w:val="00341177"/>
    <w:rsid w:val="003412F3"/>
    <w:rsid w:val="003424A7"/>
    <w:rsid w:val="0034376D"/>
    <w:rsid w:val="00343EA4"/>
    <w:rsid w:val="00344020"/>
    <w:rsid w:val="00344BF3"/>
    <w:rsid w:val="00346AD3"/>
    <w:rsid w:val="00346DA6"/>
    <w:rsid w:val="00346E07"/>
    <w:rsid w:val="00347297"/>
    <w:rsid w:val="00347476"/>
    <w:rsid w:val="00347BBE"/>
    <w:rsid w:val="00347DC7"/>
    <w:rsid w:val="003500EB"/>
    <w:rsid w:val="0035086C"/>
    <w:rsid w:val="0035179B"/>
    <w:rsid w:val="00351F17"/>
    <w:rsid w:val="00352186"/>
    <w:rsid w:val="00352924"/>
    <w:rsid w:val="00353352"/>
    <w:rsid w:val="00353358"/>
    <w:rsid w:val="003533C8"/>
    <w:rsid w:val="00353CF8"/>
    <w:rsid w:val="00354BC7"/>
    <w:rsid w:val="00354D79"/>
    <w:rsid w:val="00354E18"/>
    <w:rsid w:val="00355F66"/>
    <w:rsid w:val="00356007"/>
    <w:rsid w:val="00360465"/>
    <w:rsid w:val="00361A83"/>
    <w:rsid w:val="00362257"/>
    <w:rsid w:val="00362692"/>
    <w:rsid w:val="00362C01"/>
    <w:rsid w:val="00363B9C"/>
    <w:rsid w:val="00364979"/>
    <w:rsid w:val="00364FA5"/>
    <w:rsid w:val="00365427"/>
    <w:rsid w:val="003660B1"/>
    <w:rsid w:val="0036640F"/>
    <w:rsid w:val="00366EC5"/>
    <w:rsid w:val="00367082"/>
    <w:rsid w:val="0036710D"/>
    <w:rsid w:val="00367FAE"/>
    <w:rsid w:val="003700C4"/>
    <w:rsid w:val="003702FE"/>
    <w:rsid w:val="00370666"/>
    <w:rsid w:val="0037088E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BD8"/>
    <w:rsid w:val="00373C99"/>
    <w:rsid w:val="003754FD"/>
    <w:rsid w:val="003756C0"/>
    <w:rsid w:val="003758DE"/>
    <w:rsid w:val="00375FF7"/>
    <w:rsid w:val="00376789"/>
    <w:rsid w:val="0037760A"/>
    <w:rsid w:val="00380559"/>
    <w:rsid w:val="00380973"/>
    <w:rsid w:val="0038129A"/>
    <w:rsid w:val="00381446"/>
    <w:rsid w:val="0038181B"/>
    <w:rsid w:val="00381AF2"/>
    <w:rsid w:val="00381C3A"/>
    <w:rsid w:val="003823A0"/>
    <w:rsid w:val="0038247B"/>
    <w:rsid w:val="003829D4"/>
    <w:rsid w:val="00383161"/>
    <w:rsid w:val="00383DF4"/>
    <w:rsid w:val="0038414A"/>
    <w:rsid w:val="00384F46"/>
    <w:rsid w:val="003850EB"/>
    <w:rsid w:val="00385510"/>
    <w:rsid w:val="00385E44"/>
    <w:rsid w:val="00385E4C"/>
    <w:rsid w:val="00385F5B"/>
    <w:rsid w:val="003864E4"/>
    <w:rsid w:val="003866F5"/>
    <w:rsid w:val="00386A4E"/>
    <w:rsid w:val="00387AA7"/>
    <w:rsid w:val="00387D85"/>
    <w:rsid w:val="00390115"/>
    <w:rsid w:val="00391899"/>
    <w:rsid w:val="00391A69"/>
    <w:rsid w:val="0039260A"/>
    <w:rsid w:val="00393109"/>
    <w:rsid w:val="00393501"/>
    <w:rsid w:val="00393680"/>
    <w:rsid w:val="0039405F"/>
    <w:rsid w:val="003948E4"/>
    <w:rsid w:val="00394ABA"/>
    <w:rsid w:val="00394C3D"/>
    <w:rsid w:val="00394EA9"/>
    <w:rsid w:val="003952DC"/>
    <w:rsid w:val="003959C5"/>
    <w:rsid w:val="00395AF2"/>
    <w:rsid w:val="00395D0A"/>
    <w:rsid w:val="00395F32"/>
    <w:rsid w:val="00396F64"/>
    <w:rsid w:val="0039796C"/>
    <w:rsid w:val="003A04D2"/>
    <w:rsid w:val="003A0C38"/>
    <w:rsid w:val="003A1AB9"/>
    <w:rsid w:val="003A1B02"/>
    <w:rsid w:val="003A2223"/>
    <w:rsid w:val="003A34DD"/>
    <w:rsid w:val="003A3BF8"/>
    <w:rsid w:val="003A3C9C"/>
    <w:rsid w:val="003A50ED"/>
    <w:rsid w:val="003A5E92"/>
    <w:rsid w:val="003A640E"/>
    <w:rsid w:val="003A6A02"/>
    <w:rsid w:val="003A7EBA"/>
    <w:rsid w:val="003A7F6A"/>
    <w:rsid w:val="003B0B2B"/>
    <w:rsid w:val="003B1312"/>
    <w:rsid w:val="003B1650"/>
    <w:rsid w:val="003B2383"/>
    <w:rsid w:val="003B2962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C1518"/>
    <w:rsid w:val="003C17A1"/>
    <w:rsid w:val="003C322D"/>
    <w:rsid w:val="003C45B2"/>
    <w:rsid w:val="003C4BE3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2FC"/>
    <w:rsid w:val="003E395A"/>
    <w:rsid w:val="003E4AFA"/>
    <w:rsid w:val="003E51F7"/>
    <w:rsid w:val="003E7485"/>
    <w:rsid w:val="003F138B"/>
    <w:rsid w:val="003F1BB1"/>
    <w:rsid w:val="003F21C1"/>
    <w:rsid w:val="003F4C64"/>
    <w:rsid w:val="003F54B7"/>
    <w:rsid w:val="003F5CD9"/>
    <w:rsid w:val="003F6159"/>
    <w:rsid w:val="003F67BF"/>
    <w:rsid w:val="003F68E6"/>
    <w:rsid w:val="003F6DF0"/>
    <w:rsid w:val="00402600"/>
    <w:rsid w:val="004028ED"/>
    <w:rsid w:val="00404E5A"/>
    <w:rsid w:val="00404E66"/>
    <w:rsid w:val="004057C6"/>
    <w:rsid w:val="0040757D"/>
    <w:rsid w:val="004107E4"/>
    <w:rsid w:val="00410B61"/>
    <w:rsid w:val="00411771"/>
    <w:rsid w:val="00412598"/>
    <w:rsid w:val="00412725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189"/>
    <w:rsid w:val="00425326"/>
    <w:rsid w:val="004253FB"/>
    <w:rsid w:val="00425474"/>
    <w:rsid w:val="00425530"/>
    <w:rsid w:val="00425B4E"/>
    <w:rsid w:val="00426C5C"/>
    <w:rsid w:val="0042701E"/>
    <w:rsid w:val="00427252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46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8C5"/>
    <w:rsid w:val="00437C48"/>
    <w:rsid w:val="004400BB"/>
    <w:rsid w:val="00440163"/>
    <w:rsid w:val="00440D37"/>
    <w:rsid w:val="004427B7"/>
    <w:rsid w:val="00442FEC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A04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0DD"/>
    <w:rsid w:val="00453A02"/>
    <w:rsid w:val="00453C5D"/>
    <w:rsid w:val="00453D51"/>
    <w:rsid w:val="0045452C"/>
    <w:rsid w:val="004547C1"/>
    <w:rsid w:val="00454A07"/>
    <w:rsid w:val="00454A83"/>
    <w:rsid w:val="004558C7"/>
    <w:rsid w:val="00455984"/>
    <w:rsid w:val="00455D96"/>
    <w:rsid w:val="00456095"/>
    <w:rsid w:val="00456E74"/>
    <w:rsid w:val="00460396"/>
    <w:rsid w:val="00460665"/>
    <w:rsid w:val="004608D0"/>
    <w:rsid w:val="00460AFE"/>
    <w:rsid w:val="00460C45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000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517"/>
    <w:rsid w:val="00485661"/>
    <w:rsid w:val="00485920"/>
    <w:rsid w:val="00486572"/>
    <w:rsid w:val="00486668"/>
    <w:rsid w:val="00486866"/>
    <w:rsid w:val="00486A1F"/>
    <w:rsid w:val="004876C2"/>
    <w:rsid w:val="00487ADD"/>
    <w:rsid w:val="00487FB5"/>
    <w:rsid w:val="004904E0"/>
    <w:rsid w:val="0049093E"/>
    <w:rsid w:val="00490A2B"/>
    <w:rsid w:val="004912FC"/>
    <w:rsid w:val="004916DB"/>
    <w:rsid w:val="00492AD6"/>
    <w:rsid w:val="00492D01"/>
    <w:rsid w:val="0049302D"/>
    <w:rsid w:val="004942D9"/>
    <w:rsid w:val="004943BF"/>
    <w:rsid w:val="00494655"/>
    <w:rsid w:val="00494BF8"/>
    <w:rsid w:val="004962FD"/>
    <w:rsid w:val="00496339"/>
    <w:rsid w:val="004963D1"/>
    <w:rsid w:val="00496500"/>
    <w:rsid w:val="004966A6"/>
    <w:rsid w:val="00497048"/>
    <w:rsid w:val="00497D46"/>
    <w:rsid w:val="004A0671"/>
    <w:rsid w:val="004A0739"/>
    <w:rsid w:val="004A10FD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717C"/>
    <w:rsid w:val="004A7699"/>
    <w:rsid w:val="004A78F7"/>
    <w:rsid w:val="004B0D89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35B"/>
    <w:rsid w:val="004B67F7"/>
    <w:rsid w:val="004B6970"/>
    <w:rsid w:val="004B6A72"/>
    <w:rsid w:val="004B7440"/>
    <w:rsid w:val="004B7CC4"/>
    <w:rsid w:val="004C08D9"/>
    <w:rsid w:val="004C156E"/>
    <w:rsid w:val="004C223F"/>
    <w:rsid w:val="004C2F52"/>
    <w:rsid w:val="004C48F7"/>
    <w:rsid w:val="004C4D8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34A5"/>
    <w:rsid w:val="004D5EB7"/>
    <w:rsid w:val="004D6618"/>
    <w:rsid w:val="004D6922"/>
    <w:rsid w:val="004D6EEC"/>
    <w:rsid w:val="004D760D"/>
    <w:rsid w:val="004D77CC"/>
    <w:rsid w:val="004E014D"/>
    <w:rsid w:val="004E031C"/>
    <w:rsid w:val="004E0F20"/>
    <w:rsid w:val="004E1B29"/>
    <w:rsid w:val="004E235A"/>
    <w:rsid w:val="004E263F"/>
    <w:rsid w:val="004E2EE2"/>
    <w:rsid w:val="004E39D8"/>
    <w:rsid w:val="004E43ED"/>
    <w:rsid w:val="004E469C"/>
    <w:rsid w:val="004E55D1"/>
    <w:rsid w:val="004E5778"/>
    <w:rsid w:val="004E784D"/>
    <w:rsid w:val="004F0206"/>
    <w:rsid w:val="004F0ABD"/>
    <w:rsid w:val="004F0B33"/>
    <w:rsid w:val="004F0C96"/>
    <w:rsid w:val="004F174C"/>
    <w:rsid w:val="004F1B47"/>
    <w:rsid w:val="004F27F4"/>
    <w:rsid w:val="004F27FF"/>
    <w:rsid w:val="004F35E5"/>
    <w:rsid w:val="004F383B"/>
    <w:rsid w:val="004F3E8B"/>
    <w:rsid w:val="004F4BA8"/>
    <w:rsid w:val="004F4D1D"/>
    <w:rsid w:val="004F538E"/>
    <w:rsid w:val="004F54AC"/>
    <w:rsid w:val="004F5A46"/>
    <w:rsid w:val="004F5C3A"/>
    <w:rsid w:val="004F61F8"/>
    <w:rsid w:val="004F6B6C"/>
    <w:rsid w:val="004F7C79"/>
    <w:rsid w:val="004F7EC9"/>
    <w:rsid w:val="00500CC5"/>
    <w:rsid w:val="00500D89"/>
    <w:rsid w:val="00501557"/>
    <w:rsid w:val="00501C61"/>
    <w:rsid w:val="0050275E"/>
    <w:rsid w:val="00503743"/>
    <w:rsid w:val="00503D54"/>
    <w:rsid w:val="0050432C"/>
    <w:rsid w:val="00504D78"/>
    <w:rsid w:val="00505AD3"/>
    <w:rsid w:val="005064B2"/>
    <w:rsid w:val="00506E0A"/>
    <w:rsid w:val="005072E6"/>
    <w:rsid w:val="005076B0"/>
    <w:rsid w:val="00510500"/>
    <w:rsid w:val="00510E74"/>
    <w:rsid w:val="0051289C"/>
    <w:rsid w:val="0051294D"/>
    <w:rsid w:val="00512AF5"/>
    <w:rsid w:val="005131BD"/>
    <w:rsid w:val="00513518"/>
    <w:rsid w:val="00513F99"/>
    <w:rsid w:val="00514A55"/>
    <w:rsid w:val="00514A72"/>
    <w:rsid w:val="005150CD"/>
    <w:rsid w:val="00515C02"/>
    <w:rsid w:val="00516638"/>
    <w:rsid w:val="005174AF"/>
    <w:rsid w:val="005179E6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986"/>
    <w:rsid w:val="00526A70"/>
    <w:rsid w:val="00526F04"/>
    <w:rsid w:val="00530567"/>
    <w:rsid w:val="0053188C"/>
    <w:rsid w:val="005319DE"/>
    <w:rsid w:val="005327B9"/>
    <w:rsid w:val="00532DDB"/>
    <w:rsid w:val="00533455"/>
    <w:rsid w:val="00533A6E"/>
    <w:rsid w:val="00533AB3"/>
    <w:rsid w:val="005350F8"/>
    <w:rsid w:val="0053529C"/>
    <w:rsid w:val="00535716"/>
    <w:rsid w:val="0053636E"/>
    <w:rsid w:val="005364E3"/>
    <w:rsid w:val="00536677"/>
    <w:rsid w:val="0053682B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5110"/>
    <w:rsid w:val="00545C62"/>
    <w:rsid w:val="005472FA"/>
    <w:rsid w:val="00547602"/>
    <w:rsid w:val="005500CD"/>
    <w:rsid w:val="0055100E"/>
    <w:rsid w:val="0055205F"/>
    <w:rsid w:val="00553037"/>
    <w:rsid w:val="0055359B"/>
    <w:rsid w:val="00553837"/>
    <w:rsid w:val="0055622A"/>
    <w:rsid w:val="005562DC"/>
    <w:rsid w:val="005603F6"/>
    <w:rsid w:val="00561100"/>
    <w:rsid w:val="0056221E"/>
    <w:rsid w:val="0056224C"/>
    <w:rsid w:val="005624CE"/>
    <w:rsid w:val="00562759"/>
    <w:rsid w:val="005637C7"/>
    <w:rsid w:val="005642DA"/>
    <w:rsid w:val="005650EF"/>
    <w:rsid w:val="005653E7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16C6"/>
    <w:rsid w:val="005722C8"/>
    <w:rsid w:val="005738C9"/>
    <w:rsid w:val="00573E7C"/>
    <w:rsid w:val="00573F7B"/>
    <w:rsid w:val="005752DC"/>
    <w:rsid w:val="00575584"/>
    <w:rsid w:val="00575947"/>
    <w:rsid w:val="00575BB8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903"/>
    <w:rsid w:val="00591EC0"/>
    <w:rsid w:val="005936A9"/>
    <w:rsid w:val="005940FC"/>
    <w:rsid w:val="00594134"/>
    <w:rsid w:val="0059537D"/>
    <w:rsid w:val="005955A1"/>
    <w:rsid w:val="00596E08"/>
    <w:rsid w:val="00596E99"/>
    <w:rsid w:val="00597C0B"/>
    <w:rsid w:val="00597FDC"/>
    <w:rsid w:val="005A10C0"/>
    <w:rsid w:val="005A1190"/>
    <w:rsid w:val="005A13EB"/>
    <w:rsid w:val="005A1935"/>
    <w:rsid w:val="005A1AE2"/>
    <w:rsid w:val="005A2632"/>
    <w:rsid w:val="005A4804"/>
    <w:rsid w:val="005A4A51"/>
    <w:rsid w:val="005A5849"/>
    <w:rsid w:val="005A5F14"/>
    <w:rsid w:val="005A68A1"/>
    <w:rsid w:val="005A6B32"/>
    <w:rsid w:val="005B0E08"/>
    <w:rsid w:val="005B20B5"/>
    <w:rsid w:val="005B26BE"/>
    <w:rsid w:val="005B286E"/>
    <w:rsid w:val="005B2DA0"/>
    <w:rsid w:val="005B4F32"/>
    <w:rsid w:val="005B56B0"/>
    <w:rsid w:val="005B5D45"/>
    <w:rsid w:val="005B5EB5"/>
    <w:rsid w:val="005B6877"/>
    <w:rsid w:val="005B6F87"/>
    <w:rsid w:val="005B7652"/>
    <w:rsid w:val="005B7748"/>
    <w:rsid w:val="005C01D8"/>
    <w:rsid w:val="005C0A87"/>
    <w:rsid w:val="005C168D"/>
    <w:rsid w:val="005C16DB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0E08"/>
    <w:rsid w:val="005D1395"/>
    <w:rsid w:val="005D1A28"/>
    <w:rsid w:val="005D26AA"/>
    <w:rsid w:val="005D271F"/>
    <w:rsid w:val="005D2833"/>
    <w:rsid w:val="005D36C9"/>
    <w:rsid w:val="005D38B0"/>
    <w:rsid w:val="005D39A9"/>
    <w:rsid w:val="005D62EB"/>
    <w:rsid w:val="005D6313"/>
    <w:rsid w:val="005D72B4"/>
    <w:rsid w:val="005D7FC9"/>
    <w:rsid w:val="005E0006"/>
    <w:rsid w:val="005E022D"/>
    <w:rsid w:val="005E0380"/>
    <w:rsid w:val="005E1406"/>
    <w:rsid w:val="005E152E"/>
    <w:rsid w:val="005E3DDA"/>
    <w:rsid w:val="005E47D7"/>
    <w:rsid w:val="005E4D07"/>
    <w:rsid w:val="005E54F9"/>
    <w:rsid w:val="005E5699"/>
    <w:rsid w:val="005E5802"/>
    <w:rsid w:val="005E59F5"/>
    <w:rsid w:val="005E6C53"/>
    <w:rsid w:val="005F158C"/>
    <w:rsid w:val="005F1610"/>
    <w:rsid w:val="005F1813"/>
    <w:rsid w:val="005F201D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72E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121"/>
    <w:rsid w:val="0061126A"/>
    <w:rsid w:val="006121B5"/>
    <w:rsid w:val="0061224F"/>
    <w:rsid w:val="00613719"/>
    <w:rsid w:val="00613E10"/>
    <w:rsid w:val="00614131"/>
    <w:rsid w:val="006149E7"/>
    <w:rsid w:val="00614AE2"/>
    <w:rsid w:val="0061518F"/>
    <w:rsid w:val="00616E92"/>
    <w:rsid w:val="00617EF0"/>
    <w:rsid w:val="00617FD1"/>
    <w:rsid w:val="006208FF"/>
    <w:rsid w:val="0062154A"/>
    <w:rsid w:val="006216D6"/>
    <w:rsid w:val="00621933"/>
    <w:rsid w:val="006223AE"/>
    <w:rsid w:val="00623FBE"/>
    <w:rsid w:val="00624B7F"/>
    <w:rsid w:val="00624C70"/>
    <w:rsid w:val="00624CDA"/>
    <w:rsid w:val="006254BC"/>
    <w:rsid w:val="00625EF2"/>
    <w:rsid w:val="0062632C"/>
    <w:rsid w:val="00626F3E"/>
    <w:rsid w:val="00627B18"/>
    <w:rsid w:val="00627C1E"/>
    <w:rsid w:val="00630236"/>
    <w:rsid w:val="006311E6"/>
    <w:rsid w:val="00631BE0"/>
    <w:rsid w:val="00632C3C"/>
    <w:rsid w:val="00632D0D"/>
    <w:rsid w:val="00633546"/>
    <w:rsid w:val="006340BB"/>
    <w:rsid w:val="00634D71"/>
    <w:rsid w:val="0063567E"/>
    <w:rsid w:val="00635763"/>
    <w:rsid w:val="006369DB"/>
    <w:rsid w:val="00637756"/>
    <w:rsid w:val="00637D46"/>
    <w:rsid w:val="00640029"/>
    <w:rsid w:val="00640E84"/>
    <w:rsid w:val="00641110"/>
    <w:rsid w:val="006411B5"/>
    <w:rsid w:val="0064173B"/>
    <w:rsid w:val="006419C6"/>
    <w:rsid w:val="00642C54"/>
    <w:rsid w:val="00643451"/>
    <w:rsid w:val="006434C7"/>
    <w:rsid w:val="006434DE"/>
    <w:rsid w:val="006441F4"/>
    <w:rsid w:val="006475BA"/>
    <w:rsid w:val="006476A5"/>
    <w:rsid w:val="0064774B"/>
    <w:rsid w:val="006477B2"/>
    <w:rsid w:val="00647A33"/>
    <w:rsid w:val="00651FFA"/>
    <w:rsid w:val="00652E67"/>
    <w:rsid w:val="00652FF5"/>
    <w:rsid w:val="0065396A"/>
    <w:rsid w:val="00654131"/>
    <w:rsid w:val="00654CCB"/>
    <w:rsid w:val="00654D18"/>
    <w:rsid w:val="00654D76"/>
    <w:rsid w:val="0065500D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6DEE"/>
    <w:rsid w:val="006676CC"/>
    <w:rsid w:val="00667B59"/>
    <w:rsid w:val="00670035"/>
    <w:rsid w:val="006710BC"/>
    <w:rsid w:val="00671E98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696"/>
    <w:rsid w:val="00681923"/>
    <w:rsid w:val="006827EF"/>
    <w:rsid w:val="0068283A"/>
    <w:rsid w:val="00684DEB"/>
    <w:rsid w:val="006852D0"/>
    <w:rsid w:val="0068594A"/>
    <w:rsid w:val="00686364"/>
    <w:rsid w:val="00686C65"/>
    <w:rsid w:val="00687485"/>
    <w:rsid w:val="00687526"/>
    <w:rsid w:val="00687737"/>
    <w:rsid w:val="00687881"/>
    <w:rsid w:val="006900D2"/>
    <w:rsid w:val="0069038C"/>
    <w:rsid w:val="0069046C"/>
    <w:rsid w:val="006940E3"/>
    <w:rsid w:val="00694309"/>
    <w:rsid w:val="0069478C"/>
    <w:rsid w:val="006949D2"/>
    <w:rsid w:val="006957D6"/>
    <w:rsid w:val="006962A5"/>
    <w:rsid w:val="006967FD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474B"/>
    <w:rsid w:val="006A4D7E"/>
    <w:rsid w:val="006A55BB"/>
    <w:rsid w:val="006A5992"/>
    <w:rsid w:val="006A5ED1"/>
    <w:rsid w:val="006A6E86"/>
    <w:rsid w:val="006A72FF"/>
    <w:rsid w:val="006A7DA3"/>
    <w:rsid w:val="006B019D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00D"/>
    <w:rsid w:val="006B681C"/>
    <w:rsid w:val="006B6C01"/>
    <w:rsid w:val="006C075A"/>
    <w:rsid w:val="006C0D00"/>
    <w:rsid w:val="006C0E5D"/>
    <w:rsid w:val="006C16B1"/>
    <w:rsid w:val="006C1B7A"/>
    <w:rsid w:val="006C21B6"/>
    <w:rsid w:val="006C254F"/>
    <w:rsid w:val="006C3686"/>
    <w:rsid w:val="006C3994"/>
    <w:rsid w:val="006C3D72"/>
    <w:rsid w:val="006C4108"/>
    <w:rsid w:val="006C467A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0A7"/>
    <w:rsid w:val="006D43A0"/>
    <w:rsid w:val="006D45AD"/>
    <w:rsid w:val="006D4DD5"/>
    <w:rsid w:val="006D4EFD"/>
    <w:rsid w:val="006D5B3E"/>
    <w:rsid w:val="006D5BF4"/>
    <w:rsid w:val="006D75A2"/>
    <w:rsid w:val="006D77C1"/>
    <w:rsid w:val="006E18A3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E3A"/>
    <w:rsid w:val="006E700C"/>
    <w:rsid w:val="006E72F4"/>
    <w:rsid w:val="006F0BEE"/>
    <w:rsid w:val="006F1BF7"/>
    <w:rsid w:val="006F1C33"/>
    <w:rsid w:val="006F34A0"/>
    <w:rsid w:val="006F3C26"/>
    <w:rsid w:val="006F3FC2"/>
    <w:rsid w:val="006F41D0"/>
    <w:rsid w:val="006F4DB9"/>
    <w:rsid w:val="006F724B"/>
    <w:rsid w:val="006F771A"/>
    <w:rsid w:val="00700D94"/>
    <w:rsid w:val="007011C1"/>
    <w:rsid w:val="0070222C"/>
    <w:rsid w:val="0070238F"/>
    <w:rsid w:val="007037D4"/>
    <w:rsid w:val="00703A89"/>
    <w:rsid w:val="00703F2C"/>
    <w:rsid w:val="00706134"/>
    <w:rsid w:val="00706443"/>
    <w:rsid w:val="00706DA1"/>
    <w:rsid w:val="0070749D"/>
    <w:rsid w:val="007103A7"/>
    <w:rsid w:val="00711917"/>
    <w:rsid w:val="00711A71"/>
    <w:rsid w:val="00712341"/>
    <w:rsid w:val="007131CC"/>
    <w:rsid w:val="007139FA"/>
    <w:rsid w:val="00713D44"/>
    <w:rsid w:val="0071430F"/>
    <w:rsid w:val="007145B5"/>
    <w:rsid w:val="00714AFB"/>
    <w:rsid w:val="007169F7"/>
    <w:rsid w:val="00717202"/>
    <w:rsid w:val="0071732C"/>
    <w:rsid w:val="007178B3"/>
    <w:rsid w:val="00720147"/>
    <w:rsid w:val="007205DE"/>
    <w:rsid w:val="007211A9"/>
    <w:rsid w:val="00721572"/>
    <w:rsid w:val="007228BD"/>
    <w:rsid w:val="00723555"/>
    <w:rsid w:val="007236BD"/>
    <w:rsid w:val="00723925"/>
    <w:rsid w:val="00723EDB"/>
    <w:rsid w:val="00724AE1"/>
    <w:rsid w:val="00724FA8"/>
    <w:rsid w:val="00725997"/>
    <w:rsid w:val="007267ED"/>
    <w:rsid w:val="00726E43"/>
    <w:rsid w:val="00731487"/>
    <w:rsid w:val="00732F7D"/>
    <w:rsid w:val="007331F4"/>
    <w:rsid w:val="00733712"/>
    <w:rsid w:val="007345FC"/>
    <w:rsid w:val="00734A19"/>
    <w:rsid w:val="00735319"/>
    <w:rsid w:val="007353C8"/>
    <w:rsid w:val="007356AA"/>
    <w:rsid w:val="007370D2"/>
    <w:rsid w:val="00737281"/>
    <w:rsid w:val="0074028D"/>
    <w:rsid w:val="007406A5"/>
    <w:rsid w:val="00741208"/>
    <w:rsid w:val="00741359"/>
    <w:rsid w:val="00741E79"/>
    <w:rsid w:val="00742CC9"/>
    <w:rsid w:val="00742FC6"/>
    <w:rsid w:val="007436D5"/>
    <w:rsid w:val="00743791"/>
    <w:rsid w:val="0074398E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3034"/>
    <w:rsid w:val="007532CD"/>
    <w:rsid w:val="00753424"/>
    <w:rsid w:val="00753C83"/>
    <w:rsid w:val="0075409E"/>
    <w:rsid w:val="007544F0"/>
    <w:rsid w:val="0075457F"/>
    <w:rsid w:val="00754658"/>
    <w:rsid w:val="00754AFD"/>
    <w:rsid w:val="0075513B"/>
    <w:rsid w:val="00756628"/>
    <w:rsid w:val="007568FE"/>
    <w:rsid w:val="007600E6"/>
    <w:rsid w:val="007602D5"/>
    <w:rsid w:val="007615E6"/>
    <w:rsid w:val="00761A42"/>
    <w:rsid w:val="007620F3"/>
    <w:rsid w:val="007622F8"/>
    <w:rsid w:val="007624FB"/>
    <w:rsid w:val="007631FA"/>
    <w:rsid w:val="00764487"/>
    <w:rsid w:val="007652AA"/>
    <w:rsid w:val="007652B3"/>
    <w:rsid w:val="00766049"/>
    <w:rsid w:val="007667D2"/>
    <w:rsid w:val="00766E3C"/>
    <w:rsid w:val="00767303"/>
    <w:rsid w:val="00767B48"/>
    <w:rsid w:val="0077064E"/>
    <w:rsid w:val="00770945"/>
    <w:rsid w:val="007709AD"/>
    <w:rsid w:val="0077105F"/>
    <w:rsid w:val="0077121C"/>
    <w:rsid w:val="00771FAE"/>
    <w:rsid w:val="0077297B"/>
    <w:rsid w:val="00772E35"/>
    <w:rsid w:val="00772E81"/>
    <w:rsid w:val="0077321D"/>
    <w:rsid w:val="007738E0"/>
    <w:rsid w:val="00773AB2"/>
    <w:rsid w:val="007740CE"/>
    <w:rsid w:val="00775EA4"/>
    <w:rsid w:val="00775F16"/>
    <w:rsid w:val="007761CE"/>
    <w:rsid w:val="007775DE"/>
    <w:rsid w:val="00780315"/>
    <w:rsid w:val="007806E0"/>
    <w:rsid w:val="00780786"/>
    <w:rsid w:val="00780B1A"/>
    <w:rsid w:val="007812F4"/>
    <w:rsid w:val="007817B7"/>
    <w:rsid w:val="00782647"/>
    <w:rsid w:val="00782CD2"/>
    <w:rsid w:val="00783404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9720A"/>
    <w:rsid w:val="007A09E6"/>
    <w:rsid w:val="007A0A2F"/>
    <w:rsid w:val="007A0C31"/>
    <w:rsid w:val="007A0C4F"/>
    <w:rsid w:val="007A0EF6"/>
    <w:rsid w:val="007A188B"/>
    <w:rsid w:val="007A2238"/>
    <w:rsid w:val="007A25C2"/>
    <w:rsid w:val="007A26BC"/>
    <w:rsid w:val="007A2FAD"/>
    <w:rsid w:val="007A30F0"/>
    <w:rsid w:val="007A53F1"/>
    <w:rsid w:val="007A5C11"/>
    <w:rsid w:val="007A60E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68B"/>
    <w:rsid w:val="007B4762"/>
    <w:rsid w:val="007B53E0"/>
    <w:rsid w:val="007B60E5"/>
    <w:rsid w:val="007B711C"/>
    <w:rsid w:val="007C11D7"/>
    <w:rsid w:val="007C129B"/>
    <w:rsid w:val="007C13AD"/>
    <w:rsid w:val="007C1426"/>
    <w:rsid w:val="007C15F9"/>
    <w:rsid w:val="007C1CA1"/>
    <w:rsid w:val="007C236E"/>
    <w:rsid w:val="007C2B2E"/>
    <w:rsid w:val="007C3DCB"/>
    <w:rsid w:val="007C4B40"/>
    <w:rsid w:val="007C550F"/>
    <w:rsid w:val="007C5B17"/>
    <w:rsid w:val="007C646C"/>
    <w:rsid w:val="007C6529"/>
    <w:rsid w:val="007C675F"/>
    <w:rsid w:val="007C763C"/>
    <w:rsid w:val="007C7797"/>
    <w:rsid w:val="007C7E22"/>
    <w:rsid w:val="007D0420"/>
    <w:rsid w:val="007D06A1"/>
    <w:rsid w:val="007D0A46"/>
    <w:rsid w:val="007D0FB8"/>
    <w:rsid w:val="007D1063"/>
    <w:rsid w:val="007D1496"/>
    <w:rsid w:val="007D1790"/>
    <w:rsid w:val="007D1823"/>
    <w:rsid w:val="007D1E0F"/>
    <w:rsid w:val="007D22CF"/>
    <w:rsid w:val="007D2DEB"/>
    <w:rsid w:val="007D3D1D"/>
    <w:rsid w:val="007D4FC5"/>
    <w:rsid w:val="007D523A"/>
    <w:rsid w:val="007D674D"/>
    <w:rsid w:val="007D6E0B"/>
    <w:rsid w:val="007D783D"/>
    <w:rsid w:val="007D7967"/>
    <w:rsid w:val="007E1147"/>
    <w:rsid w:val="007E13D8"/>
    <w:rsid w:val="007E2D57"/>
    <w:rsid w:val="007E36E3"/>
    <w:rsid w:val="007E4015"/>
    <w:rsid w:val="007E4A13"/>
    <w:rsid w:val="007E4D67"/>
    <w:rsid w:val="007E5866"/>
    <w:rsid w:val="007E5BFA"/>
    <w:rsid w:val="007E6189"/>
    <w:rsid w:val="007E65F6"/>
    <w:rsid w:val="007E6CD3"/>
    <w:rsid w:val="007E739B"/>
    <w:rsid w:val="007F1F3F"/>
    <w:rsid w:val="007F203C"/>
    <w:rsid w:val="007F32AF"/>
    <w:rsid w:val="007F3576"/>
    <w:rsid w:val="007F45D8"/>
    <w:rsid w:val="007F4CA2"/>
    <w:rsid w:val="007F506A"/>
    <w:rsid w:val="007F50DC"/>
    <w:rsid w:val="007F542C"/>
    <w:rsid w:val="007F57FE"/>
    <w:rsid w:val="007F60E3"/>
    <w:rsid w:val="007F6496"/>
    <w:rsid w:val="007F65A3"/>
    <w:rsid w:val="007F7052"/>
    <w:rsid w:val="007F72C7"/>
    <w:rsid w:val="007F7CF0"/>
    <w:rsid w:val="0080047D"/>
    <w:rsid w:val="00801241"/>
    <w:rsid w:val="0080134C"/>
    <w:rsid w:val="00801C8D"/>
    <w:rsid w:val="0080314A"/>
    <w:rsid w:val="00804CD3"/>
    <w:rsid w:val="008057FF"/>
    <w:rsid w:val="00806380"/>
    <w:rsid w:val="00806AAD"/>
    <w:rsid w:val="00807C80"/>
    <w:rsid w:val="00807F2D"/>
    <w:rsid w:val="00807FB7"/>
    <w:rsid w:val="00810AF5"/>
    <w:rsid w:val="008120A4"/>
    <w:rsid w:val="00812901"/>
    <w:rsid w:val="00814206"/>
    <w:rsid w:val="008143ED"/>
    <w:rsid w:val="0081509E"/>
    <w:rsid w:val="0081533D"/>
    <w:rsid w:val="008160B8"/>
    <w:rsid w:val="00816579"/>
    <w:rsid w:val="008167A0"/>
    <w:rsid w:val="00816B19"/>
    <w:rsid w:val="00817198"/>
    <w:rsid w:val="0081731B"/>
    <w:rsid w:val="00817CEB"/>
    <w:rsid w:val="00820CD1"/>
    <w:rsid w:val="008219D1"/>
    <w:rsid w:val="00821B52"/>
    <w:rsid w:val="00822D2A"/>
    <w:rsid w:val="0082332E"/>
    <w:rsid w:val="00823385"/>
    <w:rsid w:val="008234F6"/>
    <w:rsid w:val="008263E8"/>
    <w:rsid w:val="00826B07"/>
    <w:rsid w:val="008270F3"/>
    <w:rsid w:val="0082765D"/>
    <w:rsid w:val="00827902"/>
    <w:rsid w:val="008303E5"/>
    <w:rsid w:val="00831255"/>
    <w:rsid w:val="00832165"/>
    <w:rsid w:val="008324E2"/>
    <w:rsid w:val="00832BCE"/>
    <w:rsid w:val="00832E9C"/>
    <w:rsid w:val="00833248"/>
    <w:rsid w:val="00833F56"/>
    <w:rsid w:val="008348C2"/>
    <w:rsid w:val="00834E62"/>
    <w:rsid w:val="00835EA6"/>
    <w:rsid w:val="00836971"/>
    <w:rsid w:val="00836C26"/>
    <w:rsid w:val="00836E51"/>
    <w:rsid w:val="00837DAD"/>
    <w:rsid w:val="00837F89"/>
    <w:rsid w:val="00841566"/>
    <w:rsid w:val="008432EB"/>
    <w:rsid w:val="00843CAB"/>
    <w:rsid w:val="00844CCE"/>
    <w:rsid w:val="00845097"/>
    <w:rsid w:val="008451F7"/>
    <w:rsid w:val="00845445"/>
    <w:rsid w:val="0084563B"/>
    <w:rsid w:val="008474DC"/>
    <w:rsid w:val="008501A8"/>
    <w:rsid w:val="0085085E"/>
    <w:rsid w:val="008512BA"/>
    <w:rsid w:val="00851C8C"/>
    <w:rsid w:val="008528D7"/>
    <w:rsid w:val="008529B0"/>
    <w:rsid w:val="0085318F"/>
    <w:rsid w:val="00853541"/>
    <w:rsid w:val="00855702"/>
    <w:rsid w:val="00856459"/>
    <w:rsid w:val="008568F2"/>
    <w:rsid w:val="00857B59"/>
    <w:rsid w:val="008602D0"/>
    <w:rsid w:val="0086317D"/>
    <w:rsid w:val="0086362B"/>
    <w:rsid w:val="00863E07"/>
    <w:rsid w:val="00864AF5"/>
    <w:rsid w:val="008654A8"/>
    <w:rsid w:val="00865F5A"/>
    <w:rsid w:val="00866A38"/>
    <w:rsid w:val="00866E8E"/>
    <w:rsid w:val="0086788B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AD4"/>
    <w:rsid w:val="00873B57"/>
    <w:rsid w:val="008747DB"/>
    <w:rsid w:val="008753C6"/>
    <w:rsid w:val="00875718"/>
    <w:rsid w:val="00875963"/>
    <w:rsid w:val="00875D21"/>
    <w:rsid w:val="0087608A"/>
    <w:rsid w:val="00876192"/>
    <w:rsid w:val="00876D43"/>
    <w:rsid w:val="00877843"/>
    <w:rsid w:val="00880469"/>
    <w:rsid w:val="00880EBB"/>
    <w:rsid w:val="00880F90"/>
    <w:rsid w:val="00882423"/>
    <w:rsid w:val="008826E7"/>
    <w:rsid w:val="00882B2E"/>
    <w:rsid w:val="0088304D"/>
    <w:rsid w:val="008836AB"/>
    <w:rsid w:val="00884614"/>
    <w:rsid w:val="00884D97"/>
    <w:rsid w:val="00884DD9"/>
    <w:rsid w:val="00885888"/>
    <w:rsid w:val="00885B00"/>
    <w:rsid w:val="008865F9"/>
    <w:rsid w:val="00886AD2"/>
    <w:rsid w:val="00886F67"/>
    <w:rsid w:val="00887145"/>
    <w:rsid w:val="00887BDF"/>
    <w:rsid w:val="008904A8"/>
    <w:rsid w:val="00890F8F"/>
    <w:rsid w:val="008912F3"/>
    <w:rsid w:val="00892297"/>
    <w:rsid w:val="00892872"/>
    <w:rsid w:val="00893C11"/>
    <w:rsid w:val="008943E0"/>
    <w:rsid w:val="008947D3"/>
    <w:rsid w:val="00895349"/>
    <w:rsid w:val="0089556E"/>
    <w:rsid w:val="008A05C2"/>
    <w:rsid w:val="008A1C32"/>
    <w:rsid w:val="008A224E"/>
    <w:rsid w:val="008A30E7"/>
    <w:rsid w:val="008A3679"/>
    <w:rsid w:val="008A376D"/>
    <w:rsid w:val="008A3B55"/>
    <w:rsid w:val="008A46CA"/>
    <w:rsid w:val="008A4C2F"/>
    <w:rsid w:val="008A56B4"/>
    <w:rsid w:val="008A63F2"/>
    <w:rsid w:val="008A72CA"/>
    <w:rsid w:val="008B1099"/>
    <w:rsid w:val="008B1271"/>
    <w:rsid w:val="008B2582"/>
    <w:rsid w:val="008B3137"/>
    <w:rsid w:val="008B481C"/>
    <w:rsid w:val="008B5029"/>
    <w:rsid w:val="008B55A0"/>
    <w:rsid w:val="008B56B8"/>
    <w:rsid w:val="008B609D"/>
    <w:rsid w:val="008B699B"/>
    <w:rsid w:val="008B7E06"/>
    <w:rsid w:val="008B7E27"/>
    <w:rsid w:val="008C177B"/>
    <w:rsid w:val="008C21B5"/>
    <w:rsid w:val="008C2D95"/>
    <w:rsid w:val="008C2F83"/>
    <w:rsid w:val="008C35C5"/>
    <w:rsid w:val="008C4A65"/>
    <w:rsid w:val="008C597E"/>
    <w:rsid w:val="008C688C"/>
    <w:rsid w:val="008C6F96"/>
    <w:rsid w:val="008D0169"/>
    <w:rsid w:val="008D01D0"/>
    <w:rsid w:val="008D05D1"/>
    <w:rsid w:val="008D0688"/>
    <w:rsid w:val="008D0C41"/>
    <w:rsid w:val="008D1B16"/>
    <w:rsid w:val="008D1C77"/>
    <w:rsid w:val="008D5037"/>
    <w:rsid w:val="008D5311"/>
    <w:rsid w:val="008D5825"/>
    <w:rsid w:val="008D6BC9"/>
    <w:rsid w:val="008D76A2"/>
    <w:rsid w:val="008D7A1C"/>
    <w:rsid w:val="008D7A87"/>
    <w:rsid w:val="008D7CBC"/>
    <w:rsid w:val="008D7CF9"/>
    <w:rsid w:val="008E1665"/>
    <w:rsid w:val="008E17F3"/>
    <w:rsid w:val="008E18B7"/>
    <w:rsid w:val="008E18C5"/>
    <w:rsid w:val="008E2247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16E"/>
    <w:rsid w:val="008F0530"/>
    <w:rsid w:val="008F05B8"/>
    <w:rsid w:val="008F063C"/>
    <w:rsid w:val="008F0A6D"/>
    <w:rsid w:val="008F0B40"/>
    <w:rsid w:val="008F0B68"/>
    <w:rsid w:val="008F13E5"/>
    <w:rsid w:val="008F15A0"/>
    <w:rsid w:val="008F29C9"/>
    <w:rsid w:val="008F39CB"/>
    <w:rsid w:val="008F3DEB"/>
    <w:rsid w:val="008F4CBB"/>
    <w:rsid w:val="008F4EC2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2EEA"/>
    <w:rsid w:val="009032A3"/>
    <w:rsid w:val="009033FA"/>
    <w:rsid w:val="009039CA"/>
    <w:rsid w:val="00903CC7"/>
    <w:rsid w:val="00903F9D"/>
    <w:rsid w:val="00904076"/>
    <w:rsid w:val="009044B4"/>
    <w:rsid w:val="009044EE"/>
    <w:rsid w:val="009046A9"/>
    <w:rsid w:val="0090491C"/>
    <w:rsid w:val="0090569E"/>
    <w:rsid w:val="00905FB2"/>
    <w:rsid w:val="009066A7"/>
    <w:rsid w:val="00906F3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093"/>
    <w:rsid w:val="00920344"/>
    <w:rsid w:val="00920C9F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6D07"/>
    <w:rsid w:val="009378C7"/>
    <w:rsid w:val="00937AE6"/>
    <w:rsid w:val="00940F73"/>
    <w:rsid w:val="00941355"/>
    <w:rsid w:val="0094149A"/>
    <w:rsid w:val="00941668"/>
    <w:rsid w:val="0094255B"/>
    <w:rsid w:val="00942586"/>
    <w:rsid w:val="00943183"/>
    <w:rsid w:val="009450BC"/>
    <w:rsid w:val="00945828"/>
    <w:rsid w:val="009459EB"/>
    <w:rsid w:val="009475E5"/>
    <w:rsid w:val="00947B6F"/>
    <w:rsid w:val="009503EC"/>
    <w:rsid w:val="009507FF"/>
    <w:rsid w:val="00950DB7"/>
    <w:rsid w:val="0095115A"/>
    <w:rsid w:val="009516FA"/>
    <w:rsid w:val="009531E4"/>
    <w:rsid w:val="009534E2"/>
    <w:rsid w:val="00954B64"/>
    <w:rsid w:val="00955295"/>
    <w:rsid w:val="00955930"/>
    <w:rsid w:val="00956610"/>
    <w:rsid w:val="00957B08"/>
    <w:rsid w:val="009606DB"/>
    <w:rsid w:val="009612EB"/>
    <w:rsid w:val="009615CD"/>
    <w:rsid w:val="00961FDE"/>
    <w:rsid w:val="0096255E"/>
    <w:rsid w:val="009626B7"/>
    <w:rsid w:val="00962A17"/>
    <w:rsid w:val="00962F1F"/>
    <w:rsid w:val="00962F39"/>
    <w:rsid w:val="00963469"/>
    <w:rsid w:val="009635ED"/>
    <w:rsid w:val="00964A48"/>
    <w:rsid w:val="00964ED6"/>
    <w:rsid w:val="0096720D"/>
    <w:rsid w:val="00967A2A"/>
    <w:rsid w:val="00970429"/>
    <w:rsid w:val="00971A90"/>
    <w:rsid w:val="00971CD4"/>
    <w:rsid w:val="00971D49"/>
    <w:rsid w:val="00971F0F"/>
    <w:rsid w:val="00972A76"/>
    <w:rsid w:val="009733BA"/>
    <w:rsid w:val="0097357D"/>
    <w:rsid w:val="009737E5"/>
    <w:rsid w:val="00973FDE"/>
    <w:rsid w:val="0097434A"/>
    <w:rsid w:val="009745EA"/>
    <w:rsid w:val="00975320"/>
    <w:rsid w:val="0097607C"/>
    <w:rsid w:val="0097608A"/>
    <w:rsid w:val="009766A3"/>
    <w:rsid w:val="00980AAB"/>
    <w:rsid w:val="00980F32"/>
    <w:rsid w:val="009819E5"/>
    <w:rsid w:val="009820D0"/>
    <w:rsid w:val="00982104"/>
    <w:rsid w:val="00982155"/>
    <w:rsid w:val="009829B0"/>
    <w:rsid w:val="009829EA"/>
    <w:rsid w:val="00982B30"/>
    <w:rsid w:val="00983461"/>
    <w:rsid w:val="009850CB"/>
    <w:rsid w:val="00985B9C"/>
    <w:rsid w:val="00986975"/>
    <w:rsid w:val="00986D81"/>
    <w:rsid w:val="00987A51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97A73"/>
    <w:rsid w:val="009A0251"/>
    <w:rsid w:val="009A0BC8"/>
    <w:rsid w:val="009A15B3"/>
    <w:rsid w:val="009A19C5"/>
    <w:rsid w:val="009A2CBB"/>
    <w:rsid w:val="009A3639"/>
    <w:rsid w:val="009A393B"/>
    <w:rsid w:val="009A4949"/>
    <w:rsid w:val="009A4987"/>
    <w:rsid w:val="009A5F96"/>
    <w:rsid w:val="009A63BC"/>
    <w:rsid w:val="009A729D"/>
    <w:rsid w:val="009A7301"/>
    <w:rsid w:val="009B0529"/>
    <w:rsid w:val="009B0535"/>
    <w:rsid w:val="009B1402"/>
    <w:rsid w:val="009B2678"/>
    <w:rsid w:val="009B306F"/>
    <w:rsid w:val="009B348F"/>
    <w:rsid w:val="009B3D65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AF1"/>
    <w:rsid w:val="009D2E10"/>
    <w:rsid w:val="009D3135"/>
    <w:rsid w:val="009D4021"/>
    <w:rsid w:val="009D4B69"/>
    <w:rsid w:val="009D6B0A"/>
    <w:rsid w:val="009D781F"/>
    <w:rsid w:val="009D7882"/>
    <w:rsid w:val="009D7943"/>
    <w:rsid w:val="009E16D8"/>
    <w:rsid w:val="009E2143"/>
    <w:rsid w:val="009E226E"/>
    <w:rsid w:val="009E22BB"/>
    <w:rsid w:val="009E2E70"/>
    <w:rsid w:val="009E2FDE"/>
    <w:rsid w:val="009E307F"/>
    <w:rsid w:val="009E310B"/>
    <w:rsid w:val="009E3787"/>
    <w:rsid w:val="009E3C5F"/>
    <w:rsid w:val="009E3F10"/>
    <w:rsid w:val="009E4CE6"/>
    <w:rsid w:val="009E530C"/>
    <w:rsid w:val="009E5CFF"/>
    <w:rsid w:val="009E6590"/>
    <w:rsid w:val="009E6630"/>
    <w:rsid w:val="009E6AA2"/>
    <w:rsid w:val="009E75A1"/>
    <w:rsid w:val="009F0A92"/>
    <w:rsid w:val="009F0CA1"/>
    <w:rsid w:val="009F15F0"/>
    <w:rsid w:val="009F1A2C"/>
    <w:rsid w:val="009F36A6"/>
    <w:rsid w:val="009F45EB"/>
    <w:rsid w:val="009F4D05"/>
    <w:rsid w:val="009F4D86"/>
    <w:rsid w:val="009F510C"/>
    <w:rsid w:val="009F5FB7"/>
    <w:rsid w:val="009F6BAD"/>
    <w:rsid w:val="009F7777"/>
    <w:rsid w:val="00A00472"/>
    <w:rsid w:val="00A00F71"/>
    <w:rsid w:val="00A00FE7"/>
    <w:rsid w:val="00A02392"/>
    <w:rsid w:val="00A02CEF"/>
    <w:rsid w:val="00A02F44"/>
    <w:rsid w:val="00A03AE6"/>
    <w:rsid w:val="00A03B44"/>
    <w:rsid w:val="00A03C39"/>
    <w:rsid w:val="00A0426E"/>
    <w:rsid w:val="00A04C69"/>
    <w:rsid w:val="00A053A6"/>
    <w:rsid w:val="00A0597C"/>
    <w:rsid w:val="00A06A40"/>
    <w:rsid w:val="00A106F7"/>
    <w:rsid w:val="00A10A2C"/>
    <w:rsid w:val="00A116BC"/>
    <w:rsid w:val="00A11F9E"/>
    <w:rsid w:val="00A12405"/>
    <w:rsid w:val="00A12874"/>
    <w:rsid w:val="00A1409F"/>
    <w:rsid w:val="00A148FC"/>
    <w:rsid w:val="00A153F9"/>
    <w:rsid w:val="00A166CD"/>
    <w:rsid w:val="00A16A6C"/>
    <w:rsid w:val="00A1758B"/>
    <w:rsid w:val="00A17601"/>
    <w:rsid w:val="00A1777D"/>
    <w:rsid w:val="00A17F88"/>
    <w:rsid w:val="00A20B2E"/>
    <w:rsid w:val="00A20F42"/>
    <w:rsid w:val="00A2107F"/>
    <w:rsid w:val="00A2158F"/>
    <w:rsid w:val="00A233B6"/>
    <w:rsid w:val="00A24AE9"/>
    <w:rsid w:val="00A259F5"/>
    <w:rsid w:val="00A25FE0"/>
    <w:rsid w:val="00A265F8"/>
    <w:rsid w:val="00A268D5"/>
    <w:rsid w:val="00A2692C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2D6A"/>
    <w:rsid w:val="00A338F7"/>
    <w:rsid w:val="00A33CF4"/>
    <w:rsid w:val="00A33E34"/>
    <w:rsid w:val="00A34D0B"/>
    <w:rsid w:val="00A34F23"/>
    <w:rsid w:val="00A36390"/>
    <w:rsid w:val="00A371FB"/>
    <w:rsid w:val="00A37E5F"/>
    <w:rsid w:val="00A400CD"/>
    <w:rsid w:val="00A408D4"/>
    <w:rsid w:val="00A41111"/>
    <w:rsid w:val="00A41166"/>
    <w:rsid w:val="00A41B5F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2FEA"/>
    <w:rsid w:val="00A53510"/>
    <w:rsid w:val="00A53C23"/>
    <w:rsid w:val="00A54FDA"/>
    <w:rsid w:val="00A5501D"/>
    <w:rsid w:val="00A55585"/>
    <w:rsid w:val="00A559FD"/>
    <w:rsid w:val="00A56198"/>
    <w:rsid w:val="00A56355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5E1"/>
    <w:rsid w:val="00A657FF"/>
    <w:rsid w:val="00A66570"/>
    <w:rsid w:val="00A66F76"/>
    <w:rsid w:val="00A671D7"/>
    <w:rsid w:val="00A67265"/>
    <w:rsid w:val="00A67624"/>
    <w:rsid w:val="00A678FF"/>
    <w:rsid w:val="00A703F1"/>
    <w:rsid w:val="00A7043E"/>
    <w:rsid w:val="00A70CA7"/>
    <w:rsid w:val="00A70E16"/>
    <w:rsid w:val="00A718D2"/>
    <w:rsid w:val="00A7263F"/>
    <w:rsid w:val="00A72DB8"/>
    <w:rsid w:val="00A72F3C"/>
    <w:rsid w:val="00A73024"/>
    <w:rsid w:val="00A731DC"/>
    <w:rsid w:val="00A7322A"/>
    <w:rsid w:val="00A736A5"/>
    <w:rsid w:val="00A73C98"/>
    <w:rsid w:val="00A75064"/>
    <w:rsid w:val="00A75520"/>
    <w:rsid w:val="00A75AE9"/>
    <w:rsid w:val="00A77544"/>
    <w:rsid w:val="00A77A1E"/>
    <w:rsid w:val="00A80B4E"/>
    <w:rsid w:val="00A82300"/>
    <w:rsid w:val="00A82EC4"/>
    <w:rsid w:val="00A831D9"/>
    <w:rsid w:val="00A841EE"/>
    <w:rsid w:val="00A8587F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2FC"/>
    <w:rsid w:val="00A9332F"/>
    <w:rsid w:val="00A939E2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2C07"/>
    <w:rsid w:val="00AA3E74"/>
    <w:rsid w:val="00AA3EE0"/>
    <w:rsid w:val="00AA405E"/>
    <w:rsid w:val="00AA4123"/>
    <w:rsid w:val="00AA4BDF"/>
    <w:rsid w:val="00AA4DCA"/>
    <w:rsid w:val="00AA5FF3"/>
    <w:rsid w:val="00AA672D"/>
    <w:rsid w:val="00AA6C4C"/>
    <w:rsid w:val="00AA70F1"/>
    <w:rsid w:val="00AA710C"/>
    <w:rsid w:val="00AA76CB"/>
    <w:rsid w:val="00AB0710"/>
    <w:rsid w:val="00AB0C77"/>
    <w:rsid w:val="00AB12E0"/>
    <w:rsid w:val="00AB225C"/>
    <w:rsid w:val="00AB238B"/>
    <w:rsid w:val="00AB2AA8"/>
    <w:rsid w:val="00AB2E3F"/>
    <w:rsid w:val="00AB2F21"/>
    <w:rsid w:val="00AB352C"/>
    <w:rsid w:val="00AB37FE"/>
    <w:rsid w:val="00AB3C03"/>
    <w:rsid w:val="00AB596E"/>
    <w:rsid w:val="00AB5F1E"/>
    <w:rsid w:val="00AB651D"/>
    <w:rsid w:val="00AB6B8B"/>
    <w:rsid w:val="00AB6BCB"/>
    <w:rsid w:val="00AB7E74"/>
    <w:rsid w:val="00AC02AE"/>
    <w:rsid w:val="00AC0A08"/>
    <w:rsid w:val="00AC1B4B"/>
    <w:rsid w:val="00AC2081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86A"/>
    <w:rsid w:val="00AD2B62"/>
    <w:rsid w:val="00AD2F22"/>
    <w:rsid w:val="00AD3C43"/>
    <w:rsid w:val="00AD4428"/>
    <w:rsid w:val="00AD4B8B"/>
    <w:rsid w:val="00AD4DCA"/>
    <w:rsid w:val="00AD5143"/>
    <w:rsid w:val="00AD52D5"/>
    <w:rsid w:val="00AD5457"/>
    <w:rsid w:val="00AD5BED"/>
    <w:rsid w:val="00AD5FBA"/>
    <w:rsid w:val="00AD6890"/>
    <w:rsid w:val="00AD6C56"/>
    <w:rsid w:val="00AD766C"/>
    <w:rsid w:val="00AD76AA"/>
    <w:rsid w:val="00AD77FD"/>
    <w:rsid w:val="00AE0C05"/>
    <w:rsid w:val="00AE1553"/>
    <w:rsid w:val="00AE15C9"/>
    <w:rsid w:val="00AE3791"/>
    <w:rsid w:val="00AE3AA9"/>
    <w:rsid w:val="00AE3C12"/>
    <w:rsid w:val="00AE4840"/>
    <w:rsid w:val="00AE48C1"/>
    <w:rsid w:val="00AE5227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024"/>
    <w:rsid w:val="00B013A4"/>
    <w:rsid w:val="00B01A39"/>
    <w:rsid w:val="00B01A56"/>
    <w:rsid w:val="00B01C9D"/>
    <w:rsid w:val="00B01FBC"/>
    <w:rsid w:val="00B023E7"/>
    <w:rsid w:val="00B02A03"/>
    <w:rsid w:val="00B03B7B"/>
    <w:rsid w:val="00B04244"/>
    <w:rsid w:val="00B04E54"/>
    <w:rsid w:val="00B05596"/>
    <w:rsid w:val="00B05651"/>
    <w:rsid w:val="00B05747"/>
    <w:rsid w:val="00B05C94"/>
    <w:rsid w:val="00B06132"/>
    <w:rsid w:val="00B0615E"/>
    <w:rsid w:val="00B06DE5"/>
    <w:rsid w:val="00B10362"/>
    <w:rsid w:val="00B10C19"/>
    <w:rsid w:val="00B12400"/>
    <w:rsid w:val="00B128C4"/>
    <w:rsid w:val="00B12CE5"/>
    <w:rsid w:val="00B12E2A"/>
    <w:rsid w:val="00B13FB3"/>
    <w:rsid w:val="00B148F7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399D"/>
    <w:rsid w:val="00B240C2"/>
    <w:rsid w:val="00B24222"/>
    <w:rsid w:val="00B24F1C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37CAC"/>
    <w:rsid w:val="00B40B7A"/>
    <w:rsid w:val="00B419DF"/>
    <w:rsid w:val="00B42973"/>
    <w:rsid w:val="00B4297E"/>
    <w:rsid w:val="00B43293"/>
    <w:rsid w:val="00B44F34"/>
    <w:rsid w:val="00B45552"/>
    <w:rsid w:val="00B45F79"/>
    <w:rsid w:val="00B46567"/>
    <w:rsid w:val="00B46CBA"/>
    <w:rsid w:val="00B47328"/>
    <w:rsid w:val="00B47DAB"/>
    <w:rsid w:val="00B5048C"/>
    <w:rsid w:val="00B5050C"/>
    <w:rsid w:val="00B50EB6"/>
    <w:rsid w:val="00B518AB"/>
    <w:rsid w:val="00B52600"/>
    <w:rsid w:val="00B53367"/>
    <w:rsid w:val="00B54987"/>
    <w:rsid w:val="00B55E7F"/>
    <w:rsid w:val="00B573A9"/>
    <w:rsid w:val="00B60373"/>
    <w:rsid w:val="00B60396"/>
    <w:rsid w:val="00B61520"/>
    <w:rsid w:val="00B61B40"/>
    <w:rsid w:val="00B63BC3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1927"/>
    <w:rsid w:val="00B71CBD"/>
    <w:rsid w:val="00B728CF"/>
    <w:rsid w:val="00B72C0D"/>
    <w:rsid w:val="00B72FC2"/>
    <w:rsid w:val="00B744BD"/>
    <w:rsid w:val="00B75048"/>
    <w:rsid w:val="00B759B0"/>
    <w:rsid w:val="00B75FD7"/>
    <w:rsid w:val="00B76035"/>
    <w:rsid w:val="00B76F17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1C52"/>
    <w:rsid w:val="00B927DE"/>
    <w:rsid w:val="00B94976"/>
    <w:rsid w:val="00B9579F"/>
    <w:rsid w:val="00B95B4B"/>
    <w:rsid w:val="00B95FF3"/>
    <w:rsid w:val="00B962A3"/>
    <w:rsid w:val="00B96934"/>
    <w:rsid w:val="00B96AA4"/>
    <w:rsid w:val="00B96C0F"/>
    <w:rsid w:val="00B97167"/>
    <w:rsid w:val="00B973E8"/>
    <w:rsid w:val="00B97492"/>
    <w:rsid w:val="00B975A3"/>
    <w:rsid w:val="00B97693"/>
    <w:rsid w:val="00BA005E"/>
    <w:rsid w:val="00BA03F3"/>
    <w:rsid w:val="00BA173C"/>
    <w:rsid w:val="00BA17BB"/>
    <w:rsid w:val="00BA1EB6"/>
    <w:rsid w:val="00BA26BA"/>
    <w:rsid w:val="00BA2C76"/>
    <w:rsid w:val="00BA2D99"/>
    <w:rsid w:val="00BA3646"/>
    <w:rsid w:val="00BA3B81"/>
    <w:rsid w:val="00BA3ECD"/>
    <w:rsid w:val="00BA4328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1D4A"/>
    <w:rsid w:val="00BB2039"/>
    <w:rsid w:val="00BB21E1"/>
    <w:rsid w:val="00BB24C3"/>
    <w:rsid w:val="00BB2BA9"/>
    <w:rsid w:val="00BB33FF"/>
    <w:rsid w:val="00BB3B5D"/>
    <w:rsid w:val="00BB3FF2"/>
    <w:rsid w:val="00BB4616"/>
    <w:rsid w:val="00BB524E"/>
    <w:rsid w:val="00BB538F"/>
    <w:rsid w:val="00BB547C"/>
    <w:rsid w:val="00BB5CAF"/>
    <w:rsid w:val="00BB683A"/>
    <w:rsid w:val="00BB6B36"/>
    <w:rsid w:val="00BB6F55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C7C51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01E9"/>
    <w:rsid w:val="00BE0366"/>
    <w:rsid w:val="00BE0AE3"/>
    <w:rsid w:val="00BE1895"/>
    <w:rsid w:val="00BE1A9F"/>
    <w:rsid w:val="00BE1C63"/>
    <w:rsid w:val="00BE1CAD"/>
    <w:rsid w:val="00BE1CC8"/>
    <w:rsid w:val="00BE25F1"/>
    <w:rsid w:val="00BE2745"/>
    <w:rsid w:val="00BE335E"/>
    <w:rsid w:val="00BE37E5"/>
    <w:rsid w:val="00BE3934"/>
    <w:rsid w:val="00BE3B17"/>
    <w:rsid w:val="00BE48D5"/>
    <w:rsid w:val="00BE4C42"/>
    <w:rsid w:val="00BE5BF7"/>
    <w:rsid w:val="00BE5CDC"/>
    <w:rsid w:val="00BE6596"/>
    <w:rsid w:val="00BE6C32"/>
    <w:rsid w:val="00BE6CFA"/>
    <w:rsid w:val="00BE7E9B"/>
    <w:rsid w:val="00BF0890"/>
    <w:rsid w:val="00BF09B9"/>
    <w:rsid w:val="00BF0E31"/>
    <w:rsid w:val="00BF1097"/>
    <w:rsid w:val="00BF16A7"/>
    <w:rsid w:val="00BF1E80"/>
    <w:rsid w:val="00BF2110"/>
    <w:rsid w:val="00BF24AB"/>
    <w:rsid w:val="00BF3480"/>
    <w:rsid w:val="00BF39EA"/>
    <w:rsid w:val="00BF3E7A"/>
    <w:rsid w:val="00BF4DB0"/>
    <w:rsid w:val="00BF4DC1"/>
    <w:rsid w:val="00BF4F34"/>
    <w:rsid w:val="00BF557D"/>
    <w:rsid w:val="00BF623F"/>
    <w:rsid w:val="00BF6A10"/>
    <w:rsid w:val="00BF749A"/>
    <w:rsid w:val="00BF7876"/>
    <w:rsid w:val="00BF7B80"/>
    <w:rsid w:val="00C00279"/>
    <w:rsid w:val="00C00374"/>
    <w:rsid w:val="00C01181"/>
    <w:rsid w:val="00C01EBB"/>
    <w:rsid w:val="00C02D1E"/>
    <w:rsid w:val="00C030AD"/>
    <w:rsid w:val="00C0340F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4DF7"/>
    <w:rsid w:val="00C1586A"/>
    <w:rsid w:val="00C170A2"/>
    <w:rsid w:val="00C206FD"/>
    <w:rsid w:val="00C20EC3"/>
    <w:rsid w:val="00C20EFD"/>
    <w:rsid w:val="00C230F3"/>
    <w:rsid w:val="00C23A5F"/>
    <w:rsid w:val="00C23B7E"/>
    <w:rsid w:val="00C23DE0"/>
    <w:rsid w:val="00C24698"/>
    <w:rsid w:val="00C2485B"/>
    <w:rsid w:val="00C24C96"/>
    <w:rsid w:val="00C253A9"/>
    <w:rsid w:val="00C25B8C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19"/>
    <w:rsid w:val="00C3512E"/>
    <w:rsid w:val="00C3541D"/>
    <w:rsid w:val="00C368CA"/>
    <w:rsid w:val="00C405A0"/>
    <w:rsid w:val="00C418E5"/>
    <w:rsid w:val="00C41E5E"/>
    <w:rsid w:val="00C426CC"/>
    <w:rsid w:val="00C426F6"/>
    <w:rsid w:val="00C42F47"/>
    <w:rsid w:val="00C433DB"/>
    <w:rsid w:val="00C43D34"/>
    <w:rsid w:val="00C44D2E"/>
    <w:rsid w:val="00C4535F"/>
    <w:rsid w:val="00C455E7"/>
    <w:rsid w:val="00C45838"/>
    <w:rsid w:val="00C45F07"/>
    <w:rsid w:val="00C465D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4CDF"/>
    <w:rsid w:val="00C552C0"/>
    <w:rsid w:val="00C60E98"/>
    <w:rsid w:val="00C61498"/>
    <w:rsid w:val="00C61A0A"/>
    <w:rsid w:val="00C61DC0"/>
    <w:rsid w:val="00C624EF"/>
    <w:rsid w:val="00C624FE"/>
    <w:rsid w:val="00C62722"/>
    <w:rsid w:val="00C64D69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3AFB"/>
    <w:rsid w:val="00C7432B"/>
    <w:rsid w:val="00C74400"/>
    <w:rsid w:val="00C74B96"/>
    <w:rsid w:val="00C75CF6"/>
    <w:rsid w:val="00C7625B"/>
    <w:rsid w:val="00C767A5"/>
    <w:rsid w:val="00C76E6E"/>
    <w:rsid w:val="00C77B88"/>
    <w:rsid w:val="00C77FBB"/>
    <w:rsid w:val="00C80179"/>
    <w:rsid w:val="00C80A96"/>
    <w:rsid w:val="00C82573"/>
    <w:rsid w:val="00C82735"/>
    <w:rsid w:val="00C830D0"/>
    <w:rsid w:val="00C848AF"/>
    <w:rsid w:val="00C851FB"/>
    <w:rsid w:val="00C85C5F"/>
    <w:rsid w:val="00C86898"/>
    <w:rsid w:val="00C86EDD"/>
    <w:rsid w:val="00C86FA6"/>
    <w:rsid w:val="00C87928"/>
    <w:rsid w:val="00C900ED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6BF7"/>
    <w:rsid w:val="00CA017B"/>
    <w:rsid w:val="00CA0AED"/>
    <w:rsid w:val="00CA1141"/>
    <w:rsid w:val="00CA135B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886"/>
    <w:rsid w:val="00CB0A02"/>
    <w:rsid w:val="00CB226C"/>
    <w:rsid w:val="00CB2696"/>
    <w:rsid w:val="00CB2A3F"/>
    <w:rsid w:val="00CB3729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364"/>
    <w:rsid w:val="00CC2F87"/>
    <w:rsid w:val="00CC3002"/>
    <w:rsid w:val="00CC41A1"/>
    <w:rsid w:val="00CC537A"/>
    <w:rsid w:val="00CC615E"/>
    <w:rsid w:val="00CC6545"/>
    <w:rsid w:val="00CC6870"/>
    <w:rsid w:val="00CC69B3"/>
    <w:rsid w:val="00CD0076"/>
    <w:rsid w:val="00CD02BA"/>
    <w:rsid w:val="00CD02E4"/>
    <w:rsid w:val="00CD0B7E"/>
    <w:rsid w:val="00CD1A0A"/>
    <w:rsid w:val="00CD218A"/>
    <w:rsid w:val="00CD246D"/>
    <w:rsid w:val="00CD277A"/>
    <w:rsid w:val="00CD293F"/>
    <w:rsid w:val="00CD2CD3"/>
    <w:rsid w:val="00CD2F4E"/>
    <w:rsid w:val="00CD367E"/>
    <w:rsid w:val="00CD3D54"/>
    <w:rsid w:val="00CD5225"/>
    <w:rsid w:val="00CD63D5"/>
    <w:rsid w:val="00CD64BE"/>
    <w:rsid w:val="00CD6F08"/>
    <w:rsid w:val="00CD7002"/>
    <w:rsid w:val="00CE04BF"/>
    <w:rsid w:val="00CE05B1"/>
    <w:rsid w:val="00CE0900"/>
    <w:rsid w:val="00CE0BE5"/>
    <w:rsid w:val="00CE0EF0"/>
    <w:rsid w:val="00CE1067"/>
    <w:rsid w:val="00CE1887"/>
    <w:rsid w:val="00CE1FB3"/>
    <w:rsid w:val="00CE26A7"/>
    <w:rsid w:val="00CE2F78"/>
    <w:rsid w:val="00CE36AE"/>
    <w:rsid w:val="00CE38DB"/>
    <w:rsid w:val="00CE4A69"/>
    <w:rsid w:val="00CF04CB"/>
    <w:rsid w:val="00CF0652"/>
    <w:rsid w:val="00CF1170"/>
    <w:rsid w:val="00CF1632"/>
    <w:rsid w:val="00CF1645"/>
    <w:rsid w:val="00CF174E"/>
    <w:rsid w:val="00CF1818"/>
    <w:rsid w:val="00CF197A"/>
    <w:rsid w:val="00CF1CCF"/>
    <w:rsid w:val="00CF23CC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2AD"/>
    <w:rsid w:val="00D007C8"/>
    <w:rsid w:val="00D01D3F"/>
    <w:rsid w:val="00D02001"/>
    <w:rsid w:val="00D02845"/>
    <w:rsid w:val="00D033D7"/>
    <w:rsid w:val="00D04B92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2961"/>
    <w:rsid w:val="00D13440"/>
    <w:rsid w:val="00D13F59"/>
    <w:rsid w:val="00D14ABC"/>
    <w:rsid w:val="00D14FF6"/>
    <w:rsid w:val="00D152BE"/>
    <w:rsid w:val="00D1646F"/>
    <w:rsid w:val="00D1666B"/>
    <w:rsid w:val="00D168F3"/>
    <w:rsid w:val="00D17650"/>
    <w:rsid w:val="00D177B6"/>
    <w:rsid w:val="00D17F7A"/>
    <w:rsid w:val="00D21265"/>
    <w:rsid w:val="00D213E3"/>
    <w:rsid w:val="00D21898"/>
    <w:rsid w:val="00D21D69"/>
    <w:rsid w:val="00D21F94"/>
    <w:rsid w:val="00D2297D"/>
    <w:rsid w:val="00D22E34"/>
    <w:rsid w:val="00D22E84"/>
    <w:rsid w:val="00D23275"/>
    <w:rsid w:val="00D2423F"/>
    <w:rsid w:val="00D2450C"/>
    <w:rsid w:val="00D24746"/>
    <w:rsid w:val="00D25087"/>
    <w:rsid w:val="00D25690"/>
    <w:rsid w:val="00D25FA4"/>
    <w:rsid w:val="00D261F3"/>
    <w:rsid w:val="00D27919"/>
    <w:rsid w:val="00D31BB5"/>
    <w:rsid w:val="00D31F0D"/>
    <w:rsid w:val="00D32183"/>
    <w:rsid w:val="00D3397C"/>
    <w:rsid w:val="00D3422F"/>
    <w:rsid w:val="00D34442"/>
    <w:rsid w:val="00D344B0"/>
    <w:rsid w:val="00D34BA1"/>
    <w:rsid w:val="00D36B7C"/>
    <w:rsid w:val="00D37F39"/>
    <w:rsid w:val="00D403AF"/>
    <w:rsid w:val="00D4130B"/>
    <w:rsid w:val="00D41452"/>
    <w:rsid w:val="00D416ED"/>
    <w:rsid w:val="00D423D7"/>
    <w:rsid w:val="00D42A16"/>
    <w:rsid w:val="00D435F7"/>
    <w:rsid w:val="00D437E4"/>
    <w:rsid w:val="00D43D47"/>
    <w:rsid w:val="00D440F6"/>
    <w:rsid w:val="00D446B6"/>
    <w:rsid w:val="00D44894"/>
    <w:rsid w:val="00D44A44"/>
    <w:rsid w:val="00D45A2E"/>
    <w:rsid w:val="00D464DE"/>
    <w:rsid w:val="00D46D28"/>
    <w:rsid w:val="00D47258"/>
    <w:rsid w:val="00D47748"/>
    <w:rsid w:val="00D47992"/>
    <w:rsid w:val="00D50C03"/>
    <w:rsid w:val="00D51420"/>
    <w:rsid w:val="00D51652"/>
    <w:rsid w:val="00D52ED0"/>
    <w:rsid w:val="00D533B5"/>
    <w:rsid w:val="00D5345B"/>
    <w:rsid w:val="00D537D5"/>
    <w:rsid w:val="00D54716"/>
    <w:rsid w:val="00D554C1"/>
    <w:rsid w:val="00D55AD6"/>
    <w:rsid w:val="00D55ADF"/>
    <w:rsid w:val="00D55CCC"/>
    <w:rsid w:val="00D55E1D"/>
    <w:rsid w:val="00D55FC1"/>
    <w:rsid w:val="00D563B0"/>
    <w:rsid w:val="00D564C9"/>
    <w:rsid w:val="00D5673A"/>
    <w:rsid w:val="00D56819"/>
    <w:rsid w:val="00D57E2C"/>
    <w:rsid w:val="00D57FEF"/>
    <w:rsid w:val="00D60A05"/>
    <w:rsid w:val="00D60B24"/>
    <w:rsid w:val="00D60CA9"/>
    <w:rsid w:val="00D60CF8"/>
    <w:rsid w:val="00D611C6"/>
    <w:rsid w:val="00D61227"/>
    <w:rsid w:val="00D614DE"/>
    <w:rsid w:val="00D61ABB"/>
    <w:rsid w:val="00D622A7"/>
    <w:rsid w:val="00D6247E"/>
    <w:rsid w:val="00D63503"/>
    <w:rsid w:val="00D637AE"/>
    <w:rsid w:val="00D6467A"/>
    <w:rsid w:val="00D64732"/>
    <w:rsid w:val="00D64850"/>
    <w:rsid w:val="00D64B93"/>
    <w:rsid w:val="00D65C5A"/>
    <w:rsid w:val="00D66A40"/>
    <w:rsid w:val="00D66B27"/>
    <w:rsid w:val="00D66C5D"/>
    <w:rsid w:val="00D66D67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602D"/>
    <w:rsid w:val="00D766C9"/>
    <w:rsid w:val="00D77B63"/>
    <w:rsid w:val="00D81B5A"/>
    <w:rsid w:val="00D82407"/>
    <w:rsid w:val="00D8405C"/>
    <w:rsid w:val="00D84EE5"/>
    <w:rsid w:val="00D8510B"/>
    <w:rsid w:val="00D85133"/>
    <w:rsid w:val="00D8534E"/>
    <w:rsid w:val="00D855CF"/>
    <w:rsid w:val="00D86B94"/>
    <w:rsid w:val="00D86ECC"/>
    <w:rsid w:val="00D8755F"/>
    <w:rsid w:val="00D87AD1"/>
    <w:rsid w:val="00D91E6D"/>
    <w:rsid w:val="00D9263E"/>
    <w:rsid w:val="00D92963"/>
    <w:rsid w:val="00D93405"/>
    <w:rsid w:val="00D94290"/>
    <w:rsid w:val="00D94701"/>
    <w:rsid w:val="00D94A1B"/>
    <w:rsid w:val="00D94CF5"/>
    <w:rsid w:val="00D9520B"/>
    <w:rsid w:val="00D95B17"/>
    <w:rsid w:val="00D95D3E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3DA3"/>
    <w:rsid w:val="00DA4F30"/>
    <w:rsid w:val="00DA5187"/>
    <w:rsid w:val="00DA6360"/>
    <w:rsid w:val="00DA682D"/>
    <w:rsid w:val="00DA6BFA"/>
    <w:rsid w:val="00DA6D88"/>
    <w:rsid w:val="00DB1410"/>
    <w:rsid w:val="00DB1905"/>
    <w:rsid w:val="00DB1FC5"/>
    <w:rsid w:val="00DB2ECC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94A"/>
    <w:rsid w:val="00DC43EB"/>
    <w:rsid w:val="00DC4C10"/>
    <w:rsid w:val="00DC547E"/>
    <w:rsid w:val="00DC66FF"/>
    <w:rsid w:val="00DC697A"/>
    <w:rsid w:val="00DC7F46"/>
    <w:rsid w:val="00DD0945"/>
    <w:rsid w:val="00DD0D61"/>
    <w:rsid w:val="00DD1A5F"/>
    <w:rsid w:val="00DD1BA9"/>
    <w:rsid w:val="00DD251D"/>
    <w:rsid w:val="00DD2612"/>
    <w:rsid w:val="00DD37D9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510"/>
    <w:rsid w:val="00DD66B3"/>
    <w:rsid w:val="00DE0509"/>
    <w:rsid w:val="00DE0BEC"/>
    <w:rsid w:val="00DE0C50"/>
    <w:rsid w:val="00DE0E25"/>
    <w:rsid w:val="00DE0F2D"/>
    <w:rsid w:val="00DE181B"/>
    <w:rsid w:val="00DE4DE0"/>
    <w:rsid w:val="00DE4FA3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F06"/>
    <w:rsid w:val="00E067DB"/>
    <w:rsid w:val="00E07524"/>
    <w:rsid w:val="00E10B4A"/>
    <w:rsid w:val="00E119DB"/>
    <w:rsid w:val="00E1259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5D05"/>
    <w:rsid w:val="00E25DC5"/>
    <w:rsid w:val="00E25EF2"/>
    <w:rsid w:val="00E26113"/>
    <w:rsid w:val="00E26190"/>
    <w:rsid w:val="00E27C31"/>
    <w:rsid w:val="00E307E9"/>
    <w:rsid w:val="00E30DA3"/>
    <w:rsid w:val="00E310E1"/>
    <w:rsid w:val="00E313AA"/>
    <w:rsid w:val="00E31E54"/>
    <w:rsid w:val="00E32A9C"/>
    <w:rsid w:val="00E34135"/>
    <w:rsid w:val="00E355AA"/>
    <w:rsid w:val="00E35774"/>
    <w:rsid w:val="00E371CE"/>
    <w:rsid w:val="00E37DEB"/>
    <w:rsid w:val="00E406FC"/>
    <w:rsid w:val="00E4125D"/>
    <w:rsid w:val="00E41AAB"/>
    <w:rsid w:val="00E41B97"/>
    <w:rsid w:val="00E442D7"/>
    <w:rsid w:val="00E44F15"/>
    <w:rsid w:val="00E45669"/>
    <w:rsid w:val="00E4585F"/>
    <w:rsid w:val="00E465D8"/>
    <w:rsid w:val="00E469EE"/>
    <w:rsid w:val="00E46F0E"/>
    <w:rsid w:val="00E4711F"/>
    <w:rsid w:val="00E47EF7"/>
    <w:rsid w:val="00E51486"/>
    <w:rsid w:val="00E51EF7"/>
    <w:rsid w:val="00E52DF0"/>
    <w:rsid w:val="00E53DEA"/>
    <w:rsid w:val="00E53EE2"/>
    <w:rsid w:val="00E543BE"/>
    <w:rsid w:val="00E54970"/>
    <w:rsid w:val="00E55900"/>
    <w:rsid w:val="00E569CD"/>
    <w:rsid w:val="00E56C9D"/>
    <w:rsid w:val="00E57877"/>
    <w:rsid w:val="00E57C47"/>
    <w:rsid w:val="00E57C7E"/>
    <w:rsid w:val="00E60466"/>
    <w:rsid w:val="00E6108A"/>
    <w:rsid w:val="00E61291"/>
    <w:rsid w:val="00E620F7"/>
    <w:rsid w:val="00E62E62"/>
    <w:rsid w:val="00E633FE"/>
    <w:rsid w:val="00E6388E"/>
    <w:rsid w:val="00E63B41"/>
    <w:rsid w:val="00E63F91"/>
    <w:rsid w:val="00E64446"/>
    <w:rsid w:val="00E64858"/>
    <w:rsid w:val="00E64D9F"/>
    <w:rsid w:val="00E66D1A"/>
    <w:rsid w:val="00E671D8"/>
    <w:rsid w:val="00E67724"/>
    <w:rsid w:val="00E67777"/>
    <w:rsid w:val="00E7019C"/>
    <w:rsid w:val="00E70ED7"/>
    <w:rsid w:val="00E710B8"/>
    <w:rsid w:val="00E7118A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395F"/>
    <w:rsid w:val="00E86880"/>
    <w:rsid w:val="00E86A5E"/>
    <w:rsid w:val="00E86ECC"/>
    <w:rsid w:val="00E86FAE"/>
    <w:rsid w:val="00E90568"/>
    <w:rsid w:val="00E91245"/>
    <w:rsid w:val="00E9154F"/>
    <w:rsid w:val="00E91BDB"/>
    <w:rsid w:val="00E91E03"/>
    <w:rsid w:val="00E92CC1"/>
    <w:rsid w:val="00E936C3"/>
    <w:rsid w:val="00E94262"/>
    <w:rsid w:val="00E94C58"/>
    <w:rsid w:val="00E9595C"/>
    <w:rsid w:val="00E95CBE"/>
    <w:rsid w:val="00E95DCE"/>
    <w:rsid w:val="00E96612"/>
    <w:rsid w:val="00E96F22"/>
    <w:rsid w:val="00E97681"/>
    <w:rsid w:val="00EA09BF"/>
    <w:rsid w:val="00EA0AE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7A5E"/>
    <w:rsid w:val="00EB0122"/>
    <w:rsid w:val="00EB067E"/>
    <w:rsid w:val="00EB2143"/>
    <w:rsid w:val="00EB35B6"/>
    <w:rsid w:val="00EB368D"/>
    <w:rsid w:val="00EB3D87"/>
    <w:rsid w:val="00EB3EFF"/>
    <w:rsid w:val="00EB42A3"/>
    <w:rsid w:val="00EB4D20"/>
    <w:rsid w:val="00EB4E6F"/>
    <w:rsid w:val="00EB5561"/>
    <w:rsid w:val="00EB5BA3"/>
    <w:rsid w:val="00EB5BD3"/>
    <w:rsid w:val="00EB7500"/>
    <w:rsid w:val="00EC09FD"/>
    <w:rsid w:val="00EC17A8"/>
    <w:rsid w:val="00EC23F7"/>
    <w:rsid w:val="00EC3348"/>
    <w:rsid w:val="00EC40D1"/>
    <w:rsid w:val="00EC4D66"/>
    <w:rsid w:val="00EC5291"/>
    <w:rsid w:val="00EC5331"/>
    <w:rsid w:val="00EC5613"/>
    <w:rsid w:val="00EC5F23"/>
    <w:rsid w:val="00EC63FD"/>
    <w:rsid w:val="00EC6F96"/>
    <w:rsid w:val="00EC7622"/>
    <w:rsid w:val="00ED1570"/>
    <w:rsid w:val="00ED1828"/>
    <w:rsid w:val="00ED2972"/>
    <w:rsid w:val="00ED2A9F"/>
    <w:rsid w:val="00ED3233"/>
    <w:rsid w:val="00ED3289"/>
    <w:rsid w:val="00ED3421"/>
    <w:rsid w:val="00ED3622"/>
    <w:rsid w:val="00ED3E32"/>
    <w:rsid w:val="00ED40DA"/>
    <w:rsid w:val="00ED42D7"/>
    <w:rsid w:val="00ED4D56"/>
    <w:rsid w:val="00ED4E8C"/>
    <w:rsid w:val="00ED4F08"/>
    <w:rsid w:val="00ED5AC9"/>
    <w:rsid w:val="00ED5EAD"/>
    <w:rsid w:val="00ED65C0"/>
    <w:rsid w:val="00ED669B"/>
    <w:rsid w:val="00ED72AC"/>
    <w:rsid w:val="00ED7B41"/>
    <w:rsid w:val="00ED7F4A"/>
    <w:rsid w:val="00EE043D"/>
    <w:rsid w:val="00EE20A4"/>
    <w:rsid w:val="00EE29DE"/>
    <w:rsid w:val="00EE2AA8"/>
    <w:rsid w:val="00EE335E"/>
    <w:rsid w:val="00EE35B6"/>
    <w:rsid w:val="00EE38DF"/>
    <w:rsid w:val="00EE3BA3"/>
    <w:rsid w:val="00EE3FA4"/>
    <w:rsid w:val="00EE438A"/>
    <w:rsid w:val="00EE48ED"/>
    <w:rsid w:val="00EE4AAC"/>
    <w:rsid w:val="00EE4B9A"/>
    <w:rsid w:val="00EE5A8A"/>
    <w:rsid w:val="00EE5F6C"/>
    <w:rsid w:val="00EE6090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2DB2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3969"/>
    <w:rsid w:val="00F04225"/>
    <w:rsid w:val="00F0494E"/>
    <w:rsid w:val="00F05327"/>
    <w:rsid w:val="00F05F50"/>
    <w:rsid w:val="00F063BE"/>
    <w:rsid w:val="00F0678E"/>
    <w:rsid w:val="00F0716F"/>
    <w:rsid w:val="00F073CA"/>
    <w:rsid w:val="00F103EC"/>
    <w:rsid w:val="00F104D2"/>
    <w:rsid w:val="00F104FE"/>
    <w:rsid w:val="00F10DB9"/>
    <w:rsid w:val="00F10F62"/>
    <w:rsid w:val="00F118B2"/>
    <w:rsid w:val="00F137BF"/>
    <w:rsid w:val="00F140FE"/>
    <w:rsid w:val="00F147D3"/>
    <w:rsid w:val="00F1496B"/>
    <w:rsid w:val="00F14B5D"/>
    <w:rsid w:val="00F14B75"/>
    <w:rsid w:val="00F16915"/>
    <w:rsid w:val="00F17020"/>
    <w:rsid w:val="00F1762B"/>
    <w:rsid w:val="00F177EE"/>
    <w:rsid w:val="00F2008F"/>
    <w:rsid w:val="00F202AA"/>
    <w:rsid w:val="00F206EC"/>
    <w:rsid w:val="00F20FB9"/>
    <w:rsid w:val="00F21325"/>
    <w:rsid w:val="00F2173B"/>
    <w:rsid w:val="00F22C58"/>
    <w:rsid w:val="00F23972"/>
    <w:rsid w:val="00F24374"/>
    <w:rsid w:val="00F24D68"/>
    <w:rsid w:val="00F254D6"/>
    <w:rsid w:val="00F255E0"/>
    <w:rsid w:val="00F255FC"/>
    <w:rsid w:val="00F25C73"/>
    <w:rsid w:val="00F26068"/>
    <w:rsid w:val="00F26F2E"/>
    <w:rsid w:val="00F27C85"/>
    <w:rsid w:val="00F27CEB"/>
    <w:rsid w:val="00F306D1"/>
    <w:rsid w:val="00F30CC1"/>
    <w:rsid w:val="00F32CAC"/>
    <w:rsid w:val="00F3328F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4C5B"/>
    <w:rsid w:val="00F46482"/>
    <w:rsid w:val="00F46F34"/>
    <w:rsid w:val="00F47592"/>
    <w:rsid w:val="00F47B2E"/>
    <w:rsid w:val="00F5021E"/>
    <w:rsid w:val="00F515D2"/>
    <w:rsid w:val="00F52BB9"/>
    <w:rsid w:val="00F5306F"/>
    <w:rsid w:val="00F53563"/>
    <w:rsid w:val="00F536F8"/>
    <w:rsid w:val="00F53D29"/>
    <w:rsid w:val="00F540B8"/>
    <w:rsid w:val="00F54277"/>
    <w:rsid w:val="00F54EB7"/>
    <w:rsid w:val="00F559ED"/>
    <w:rsid w:val="00F5614B"/>
    <w:rsid w:val="00F56A5B"/>
    <w:rsid w:val="00F5723F"/>
    <w:rsid w:val="00F572C0"/>
    <w:rsid w:val="00F573A8"/>
    <w:rsid w:val="00F60BD8"/>
    <w:rsid w:val="00F6246A"/>
    <w:rsid w:val="00F62831"/>
    <w:rsid w:val="00F628B8"/>
    <w:rsid w:val="00F648C2"/>
    <w:rsid w:val="00F64B40"/>
    <w:rsid w:val="00F651BF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63A5"/>
    <w:rsid w:val="00F76511"/>
    <w:rsid w:val="00F77161"/>
    <w:rsid w:val="00F77287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B6C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2D0A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4176"/>
    <w:rsid w:val="00FA42C3"/>
    <w:rsid w:val="00FA460D"/>
    <w:rsid w:val="00FA4CD0"/>
    <w:rsid w:val="00FA4DBC"/>
    <w:rsid w:val="00FA4DBD"/>
    <w:rsid w:val="00FA5253"/>
    <w:rsid w:val="00FA6338"/>
    <w:rsid w:val="00FA6CF0"/>
    <w:rsid w:val="00FA6DD7"/>
    <w:rsid w:val="00FA73FF"/>
    <w:rsid w:val="00FA7842"/>
    <w:rsid w:val="00FB0999"/>
    <w:rsid w:val="00FB1BBF"/>
    <w:rsid w:val="00FB1DD2"/>
    <w:rsid w:val="00FB212F"/>
    <w:rsid w:val="00FB21CE"/>
    <w:rsid w:val="00FB3195"/>
    <w:rsid w:val="00FB340F"/>
    <w:rsid w:val="00FB345A"/>
    <w:rsid w:val="00FB3F04"/>
    <w:rsid w:val="00FB3FA8"/>
    <w:rsid w:val="00FB3FDF"/>
    <w:rsid w:val="00FB42BC"/>
    <w:rsid w:val="00FB4666"/>
    <w:rsid w:val="00FB471A"/>
    <w:rsid w:val="00FB4C8A"/>
    <w:rsid w:val="00FB4EE5"/>
    <w:rsid w:val="00FB63BA"/>
    <w:rsid w:val="00FB7DDD"/>
    <w:rsid w:val="00FB7EA0"/>
    <w:rsid w:val="00FC04A8"/>
    <w:rsid w:val="00FC1295"/>
    <w:rsid w:val="00FC28D0"/>
    <w:rsid w:val="00FC29A7"/>
    <w:rsid w:val="00FC3250"/>
    <w:rsid w:val="00FC3739"/>
    <w:rsid w:val="00FC405B"/>
    <w:rsid w:val="00FC4209"/>
    <w:rsid w:val="00FC45F8"/>
    <w:rsid w:val="00FC4792"/>
    <w:rsid w:val="00FC48EA"/>
    <w:rsid w:val="00FC4DE7"/>
    <w:rsid w:val="00FC50E0"/>
    <w:rsid w:val="00FC5597"/>
    <w:rsid w:val="00FD037F"/>
    <w:rsid w:val="00FD1651"/>
    <w:rsid w:val="00FD1738"/>
    <w:rsid w:val="00FD347B"/>
    <w:rsid w:val="00FD3E9C"/>
    <w:rsid w:val="00FD476F"/>
    <w:rsid w:val="00FD5061"/>
    <w:rsid w:val="00FD5B21"/>
    <w:rsid w:val="00FD5FF1"/>
    <w:rsid w:val="00FD648A"/>
    <w:rsid w:val="00FD69BF"/>
    <w:rsid w:val="00FD751C"/>
    <w:rsid w:val="00FD77F0"/>
    <w:rsid w:val="00FD79F4"/>
    <w:rsid w:val="00FE10B1"/>
    <w:rsid w:val="00FE1747"/>
    <w:rsid w:val="00FE33EB"/>
    <w:rsid w:val="00FE36FF"/>
    <w:rsid w:val="00FE397B"/>
    <w:rsid w:val="00FE3EA0"/>
    <w:rsid w:val="00FE57E8"/>
    <w:rsid w:val="00FE5917"/>
    <w:rsid w:val="00FE59EF"/>
    <w:rsid w:val="00FE5D11"/>
    <w:rsid w:val="00FE6636"/>
    <w:rsid w:val="00FE6846"/>
    <w:rsid w:val="00FE6D6E"/>
    <w:rsid w:val="00FE6F3A"/>
    <w:rsid w:val="00FE77D8"/>
    <w:rsid w:val="00FE7B69"/>
    <w:rsid w:val="00FF16DC"/>
    <w:rsid w:val="00FF175C"/>
    <w:rsid w:val="00FF18F7"/>
    <w:rsid w:val="00FF1BE1"/>
    <w:rsid w:val="00FF29E3"/>
    <w:rsid w:val="00FF3910"/>
    <w:rsid w:val="00FF399B"/>
    <w:rsid w:val="00FF3B21"/>
    <w:rsid w:val="00FF3EB4"/>
    <w:rsid w:val="00FF404A"/>
    <w:rsid w:val="00FF4778"/>
    <w:rsid w:val="00FF6409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41359"/>
    <w:rPr>
      <w:rFonts w:ascii="Times New Roman" w:eastAsia="Times New Roman" w:hAnsi="Times New Roman" w:cs="Times New Roman"/>
      <w:lang w:val="sk-SK" w:eastAsia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0149EA"/>
    <w:pPr>
      <w:widowControl w:val="0"/>
      <w:numPr>
        <w:numId w:val="19"/>
      </w:numPr>
      <w:spacing w:after="240" w:line="259" w:lineRule="auto"/>
      <w:outlineLvl w:val="0"/>
    </w:pPr>
    <w:rPr>
      <w:rFonts w:ascii="Nudista" w:eastAsiaTheme="majorEastAsia" w:hAnsi="Nudista" w:cstheme="majorBidi"/>
      <w:b/>
      <w:sz w:val="28"/>
      <w:szCs w:val="28"/>
      <w:u w:val="single"/>
      <w:lang w:eastAsia="en-US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0149EA"/>
    <w:pPr>
      <w:widowControl w:val="0"/>
      <w:numPr>
        <w:numId w:val="19"/>
      </w:numPr>
      <w:spacing w:before="240" w:after="240"/>
      <w:outlineLvl w:val="1"/>
    </w:pPr>
    <w:rPr>
      <w:rFonts w:ascii="Nudista" w:eastAsiaTheme="minorHAnsi" w:hAnsi="Nudist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0149EA"/>
    <w:pPr>
      <w:widowControl w:val="0"/>
      <w:numPr>
        <w:ilvl w:val="2"/>
        <w:numId w:val="19"/>
      </w:numPr>
      <w:spacing w:before="240" w:after="240"/>
      <w:outlineLvl w:val="2"/>
    </w:pPr>
    <w:rPr>
      <w:rFonts w:ascii="Cambria" w:eastAsiaTheme="minorHAnsi" w:hAnsi="Cambria"/>
      <w:b/>
      <w:color w:val="008998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0149EA"/>
    <w:pPr>
      <w:widowControl w:val="0"/>
      <w:numPr>
        <w:ilvl w:val="3"/>
        <w:numId w:val="19"/>
      </w:numPr>
      <w:spacing w:after="120" w:line="240" w:lineRule="auto"/>
      <w:outlineLvl w:val="3"/>
    </w:pPr>
    <w:rPr>
      <w:rFonts w:ascii="Nudista" w:eastAsiaTheme="minorHAnsi" w:hAnsi="Nudist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CC6870"/>
    <w:pPr>
      <w:widowControl w:val="0"/>
      <w:numPr>
        <w:ilvl w:val="4"/>
        <w:numId w:val="19"/>
      </w:numPr>
      <w:tabs>
        <w:tab w:val="left" w:pos="1418"/>
      </w:tabs>
      <w:spacing w:after="120" w:line="259" w:lineRule="auto"/>
      <w:jc w:val="both"/>
      <w:outlineLvl w:val="4"/>
    </w:pPr>
    <w:rPr>
      <w:rFonts w:ascii="Cambria" w:eastAsiaTheme="majorEastAsia" w:hAnsi="Cambria" w:cstheme="majorBidi"/>
      <w:sz w:val="20"/>
      <w:szCs w:val="22"/>
      <w:lang w:eastAsia="en-US"/>
    </w:rPr>
  </w:style>
  <w:style w:type="paragraph" w:styleId="Nadpis6">
    <w:name w:val="heading 6"/>
    <w:next w:val="Normlny"/>
    <w:link w:val="Nadpis6Char"/>
    <w:autoRedefine/>
    <w:unhideWhenUsed/>
    <w:qFormat/>
    <w:rsid w:val="003207A0"/>
    <w:pPr>
      <w:widowControl w:val="0"/>
      <w:numPr>
        <w:ilvl w:val="5"/>
        <w:numId w:val="19"/>
      </w:numPr>
      <w:spacing w:after="120" w:line="259" w:lineRule="auto"/>
      <w:ind w:left="1134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113A48"/>
    <w:pPr>
      <w:widowControl w:val="0"/>
      <w:numPr>
        <w:ilvl w:val="6"/>
        <w:numId w:val="19"/>
      </w:numPr>
      <w:spacing w:after="120" w:line="259" w:lineRule="auto"/>
      <w:jc w:val="both"/>
      <w:outlineLvl w:val="6"/>
    </w:pPr>
    <w:rPr>
      <w:rFonts w:ascii="Cambria" w:eastAsiaTheme="majorEastAsia" w:hAnsi="Cambria" w:cstheme="majorBidi"/>
      <w:iCs/>
      <w:sz w:val="20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81509E"/>
    <w:pPr>
      <w:keepNext/>
      <w:keepLines/>
      <w:numPr>
        <w:ilvl w:val="7"/>
        <w:numId w:val="15"/>
      </w:numPr>
      <w:spacing w:before="40" w:after="120" w:line="36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581D01"/>
    <w:pPr>
      <w:keepNext/>
      <w:keepLines/>
      <w:spacing w:before="40" w:after="12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149EA"/>
    <w:rPr>
      <w:rFonts w:ascii="Nudista" w:eastAsiaTheme="majorEastAsia" w:hAnsi="Nudista" w:cstheme="majorBidi"/>
      <w:b/>
      <w:sz w:val="28"/>
      <w:szCs w:val="28"/>
      <w:u w:val="single"/>
      <w:lang w:val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spacing w:after="120" w:line="259" w:lineRule="auto"/>
      <w:jc w:val="right"/>
    </w:pPr>
    <w:rPr>
      <w:rFonts w:ascii="bill corporate narrow medium" w:eastAsiaTheme="minorHAnsi" w:hAnsi="bill corporate narrow medium" w:cstheme="minorBidi"/>
      <w:sz w:val="20"/>
      <w:szCs w:val="22"/>
      <w:lang w:eastAsia="en-US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0149EA"/>
    <w:rPr>
      <w:rFonts w:ascii="Nudista" w:hAnsi="Nudista"/>
      <w:b/>
      <w:szCs w:val="22"/>
      <w:lang w:val="sk-SK"/>
    </w:rPr>
  </w:style>
  <w:style w:type="paragraph" w:customStyle="1" w:styleId="ADBEENumberedlist">
    <w:name w:val="ADBEE Numbered list"/>
    <w:basedOn w:val="Normlny"/>
    <w:rsid w:val="00F32CAC"/>
    <w:pPr>
      <w:numPr>
        <w:numId w:val="1"/>
      </w:numPr>
      <w:spacing w:after="120" w:line="288" w:lineRule="auto"/>
      <w:ind w:right="380"/>
      <w:jc w:val="both"/>
    </w:pPr>
    <w:rPr>
      <w:rFonts w:ascii="Cambria" w:eastAsiaTheme="minorHAnsi" w:hAnsi="Cambria" w:cstheme="minorBidi"/>
      <w:sz w:val="18"/>
      <w:szCs w:val="18"/>
      <w:lang w:eastAsia="en-US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0149EA"/>
    <w:rPr>
      <w:rFonts w:ascii="Cambria" w:hAnsi="Cambria"/>
      <w:b/>
      <w:color w:val="008998"/>
      <w:sz w:val="20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  <w:spacing w:after="120" w:line="259" w:lineRule="auto"/>
      <w:jc w:val="both"/>
    </w:pPr>
    <w:rPr>
      <w:rFonts w:ascii="Cambria" w:eastAsiaTheme="minorHAnsi" w:hAnsi="Cambria" w:cstheme="minorBidi"/>
      <w:sz w:val="20"/>
      <w:szCs w:val="22"/>
      <w:lang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0149EA"/>
    <w:rPr>
      <w:rFonts w:ascii="Nudista" w:hAnsi="Nudista" w:cs="Arial"/>
      <w:sz w:val="20"/>
      <w:szCs w:val="20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CC6870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Nadpis6Char">
    <w:name w:val="Nadpis 6 Char"/>
    <w:basedOn w:val="Predvolenpsmoodseku"/>
    <w:link w:val="Nadpis6"/>
    <w:rsid w:val="003207A0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Nadpis7Char">
    <w:name w:val="Nadpis 7 Char"/>
    <w:basedOn w:val="Predvolenpsmoodseku"/>
    <w:link w:val="Nadpis7"/>
    <w:rsid w:val="00113A48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Nadpis8Char">
    <w:name w:val="Nadpis 8 Char"/>
    <w:basedOn w:val="Predvolenpsmoodseku"/>
    <w:link w:val="Nadpis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D23275"/>
    <w:pPr>
      <w:tabs>
        <w:tab w:val="right" w:leader="dot" w:pos="8913"/>
      </w:tabs>
      <w:spacing w:before="60" w:after="60" w:line="259" w:lineRule="auto"/>
      <w:ind w:left="1134" w:hanging="1134"/>
    </w:pPr>
    <w:rPr>
      <w:rFonts w:ascii="Cambria" w:eastAsiaTheme="minorHAnsi" w:hAnsi="Cambria"/>
      <w:b/>
      <w:smallCaps/>
      <w:noProof/>
      <w:sz w:val="20"/>
      <w:szCs w:val="20"/>
      <w:lang w:eastAsia="en-US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8C21B5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306E38"/>
    <w:pPr>
      <w:tabs>
        <w:tab w:val="right" w:leader="dot" w:pos="8913"/>
      </w:tabs>
      <w:spacing w:line="259" w:lineRule="auto"/>
      <w:ind w:left="426" w:hanging="284"/>
    </w:pPr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spacing w:line="259" w:lineRule="auto"/>
      <w:ind w:left="6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spacing w:line="259" w:lineRule="auto"/>
      <w:ind w:left="8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spacing w:line="259" w:lineRule="auto"/>
      <w:ind w:left="10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spacing w:line="259" w:lineRule="auto"/>
      <w:ind w:left="12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spacing w:line="259" w:lineRule="auto"/>
      <w:ind w:left="14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spacing w:line="259" w:lineRule="auto"/>
      <w:ind w:left="16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pPr>
      <w:spacing w:after="120" w:line="259" w:lineRule="auto"/>
      <w:jc w:val="both"/>
    </w:pPr>
    <w:rPr>
      <w:rFonts w:eastAsiaTheme="minorHAnsi"/>
      <w:sz w:val="18"/>
      <w:szCs w:val="18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D74F88"/>
    <w:pPr>
      <w:numPr>
        <w:numId w:val="4"/>
      </w:numPr>
      <w:spacing w:after="120" w:line="259" w:lineRule="auto"/>
      <w:jc w:val="both"/>
    </w:pPr>
    <w:rPr>
      <w:rFonts w:ascii="Arial" w:hAnsi="Arial" w:cs="Arial"/>
      <w:b/>
      <w:color w:val="2F5496" w:themeColor="accent5" w:themeShade="BF"/>
      <w:sz w:val="22"/>
      <w:szCs w:val="22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pPr>
      <w:spacing w:after="120" w:line="259" w:lineRule="auto"/>
      <w:jc w:val="both"/>
    </w:pPr>
    <w:rPr>
      <w:rFonts w:ascii="Arial" w:hAnsi="Arial"/>
      <w:sz w:val="20"/>
      <w:szCs w:val="20"/>
      <w:lang w:val="cs-CZ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C2485B"/>
    <w:pPr>
      <w:spacing w:after="120" w:line="259" w:lineRule="auto"/>
      <w:jc w:val="center"/>
    </w:pPr>
    <w:rPr>
      <w:rFonts w:ascii="Arial" w:hAnsi="Arial" w:cs="Arial"/>
      <w:b/>
      <w:sz w:val="26"/>
      <w:szCs w:val="26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EF2D37"/>
    <w:pPr>
      <w:spacing w:after="120" w:line="259" w:lineRule="auto"/>
      <w:ind w:left="720"/>
      <w:contextualSpacing/>
      <w:jc w:val="both"/>
    </w:pPr>
    <w:rPr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spacing w:after="120" w:line="259" w:lineRule="auto"/>
      <w:ind w:left="360"/>
      <w:jc w:val="both"/>
    </w:pPr>
    <w:rPr>
      <w:rFonts w:ascii="Arial" w:hAnsi="Arial"/>
      <w:sz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autoRedefine/>
    <w:locked/>
    <w:rsid w:val="00F0716F"/>
    <w:pPr>
      <w:numPr>
        <w:numId w:val="6"/>
      </w:numPr>
      <w:spacing w:after="120" w:line="259" w:lineRule="auto"/>
      <w:jc w:val="both"/>
    </w:pPr>
    <w:rPr>
      <w:rFonts w:ascii="Arial" w:hAnsi="Arial" w:cs="Arial"/>
      <w:b/>
      <w:bCs/>
      <w:smallCaps/>
      <w:color w:val="2F5496" w:themeColor="accent5" w:themeShade="BF"/>
      <w:sz w:val="22"/>
      <w:szCs w:val="22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AB7E74"/>
    <w:pPr>
      <w:numPr>
        <w:numId w:val="7"/>
      </w:numPr>
      <w:spacing w:after="120" w:line="259" w:lineRule="auto"/>
      <w:jc w:val="both"/>
    </w:pPr>
    <w:rPr>
      <w:rFonts w:ascii="Arial" w:hAnsi="Arial" w:cs="Arial"/>
      <w:b/>
      <w:bCs/>
      <w:smallCaps/>
      <w:color w:val="2F5496" w:themeColor="accent5" w:themeShade="BF"/>
      <w:spacing w:val="10"/>
      <w:sz w:val="22"/>
      <w:szCs w:val="22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rsid w:val="00AB7E74"/>
    <w:pPr>
      <w:spacing w:after="120" w:line="259" w:lineRule="auto"/>
      <w:jc w:val="both"/>
    </w:pPr>
    <w:rPr>
      <w:rFonts w:ascii="Arial" w:hAnsi="Arial" w:cs="Arial"/>
      <w:b/>
      <w:bCs/>
      <w:smallCaps/>
      <w:sz w:val="30"/>
      <w:szCs w:val="30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AB7E74"/>
    <w:pPr>
      <w:numPr>
        <w:numId w:val="9"/>
      </w:numPr>
      <w:spacing w:after="120" w:line="259" w:lineRule="auto"/>
      <w:jc w:val="both"/>
    </w:pPr>
    <w:rPr>
      <w:rFonts w:ascii="Arial" w:hAnsi="Arial" w:cs="Arial"/>
      <w:b/>
      <w:bCs/>
      <w:smallCaps/>
      <w:color w:val="2F5496" w:themeColor="accent5" w:themeShade="BF"/>
      <w:sz w:val="22"/>
      <w:szCs w:val="22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737281"/>
    <w:pPr>
      <w:numPr>
        <w:numId w:val="10"/>
      </w:numPr>
      <w:spacing w:after="120" w:line="259" w:lineRule="auto"/>
      <w:jc w:val="both"/>
    </w:pPr>
    <w:rPr>
      <w:rFonts w:ascii="Arial" w:hAnsi="Arial" w:cs="Arial"/>
      <w:b/>
      <w:smallCaps/>
      <w:color w:val="2F5496" w:themeColor="accent5" w:themeShade="BF"/>
      <w:sz w:val="22"/>
      <w:szCs w:val="22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2A6A37"/>
    <w:pPr>
      <w:numPr>
        <w:numId w:val="11"/>
      </w:numPr>
      <w:spacing w:after="120" w:line="259" w:lineRule="auto"/>
      <w:jc w:val="both"/>
    </w:pPr>
    <w:rPr>
      <w:rFonts w:ascii="Arial" w:hAnsi="Arial" w:cs="Arial"/>
      <w:b/>
      <w:bCs/>
      <w:smallCaps/>
      <w:color w:val="2F5496" w:themeColor="accent5" w:themeShade="BF"/>
      <w:sz w:val="22"/>
      <w:szCs w:val="22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8C4"/>
    <w:pPr>
      <w:spacing w:after="120" w:line="259" w:lineRule="auto"/>
      <w:jc w:val="both"/>
    </w:pPr>
    <w:rPr>
      <w:rFonts w:ascii="Cambria" w:eastAsiaTheme="minorHAnsi" w:hAnsi="Cambria" w:cstheme="minorBid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pPr>
      <w:spacing w:after="120" w:line="259" w:lineRule="auto"/>
      <w:jc w:val="both"/>
    </w:pPr>
    <w:rPr>
      <w:rFonts w:ascii="Cambria" w:eastAsiaTheme="minorHAnsi" w:hAnsi="Cambria" w:cstheme="minorBid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267C85"/>
    <w:pPr>
      <w:spacing w:after="120" w:line="259" w:lineRule="auto"/>
      <w:jc w:val="both"/>
    </w:pPr>
    <w:rPr>
      <w:rFonts w:ascii="Cambria" w:eastAsiaTheme="minorHAnsi" w:hAnsi="Cambria" w:cstheme="minorBidi"/>
      <w:sz w:val="20"/>
      <w:szCs w:val="22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eastAsiaTheme="minorHAnsi" w:cstheme="minorBidi"/>
      <w:sz w:val="21"/>
      <w:lang w:val="en-US" w:eastAsia="en-US"/>
    </w:rPr>
  </w:style>
  <w:style w:type="character" w:customStyle="1" w:styleId="apple-converted-space">
    <w:name w:val="apple-converted-space"/>
    <w:basedOn w:val="Predvolenpsmoodseku"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2"/>
      </w:numPr>
      <w:spacing w:after="120" w:line="259" w:lineRule="auto"/>
      <w:jc w:val="both"/>
    </w:pPr>
    <w:rPr>
      <w:rFonts w:ascii="Arial" w:hAnsi="Arial" w:cs="Arial"/>
      <w:sz w:val="22"/>
      <w:szCs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 w:line="259" w:lineRule="auto"/>
      <w:jc w:val="both"/>
    </w:p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6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880469"/>
    <w:pPr>
      <w:spacing w:after="120" w:line="480" w:lineRule="auto"/>
      <w:jc w:val="both"/>
    </w:pPr>
    <w:rPr>
      <w:rFonts w:ascii="Cambria" w:eastAsiaTheme="minorHAnsi" w:hAnsi="Cambria" w:cstheme="minorBidi"/>
      <w:sz w:val="20"/>
      <w:szCs w:val="22"/>
      <w:lang w:eastAsia="en-US"/>
    </w:r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509E"/>
    <w:pPr>
      <w:numPr>
        <w:ilvl w:val="1"/>
      </w:numPr>
      <w:spacing w:after="160" w:line="259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D611C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Vladimir.Hlivak@vucke.sk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5E2A1DCC48846A492095E8FF240CC" ma:contentTypeVersion="4" ma:contentTypeDescription="Create a new document." ma:contentTypeScope="" ma:versionID="7f60ebdf87f6b69e7c7c6f8f8391af66">
  <xsd:schema xmlns:xsd="http://www.w3.org/2001/XMLSchema" xmlns:xs="http://www.w3.org/2001/XMLSchema" xmlns:p="http://schemas.microsoft.com/office/2006/metadata/properties" xmlns:ns2="c25f14b5-57e0-4dd5-a52c-738d2e22a7bd" targetNamespace="http://schemas.microsoft.com/office/2006/metadata/properties" ma:root="true" ma:fieldsID="0d66aa9418202ec54fb0bf55f31346b4" ns2:_="">
    <xsd:import namespace="c25f14b5-57e0-4dd5-a52c-738d2e22a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f14b5-57e0-4dd5-a52c-738d2e22a7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655B85-86C5-4B5F-910D-3B22402F48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DB7711-B964-4B23-9AAD-7F47DBCB58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E7B498-B6BA-4662-85CC-64708D944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056F60-930A-4226-9DDC-B0B7C4AD6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5f14b5-57e0-4dd5-a52c-738d2e22a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5</TotalTime>
  <Pages>26</Pages>
  <Words>10696</Words>
  <Characters>60968</Characters>
  <Application>Microsoft Office Word</Application>
  <DocSecurity>0</DocSecurity>
  <Lines>508</Lines>
  <Paragraphs>143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 Uricek</dc:creator>
  <cp:lastModifiedBy>Marta Kresáková</cp:lastModifiedBy>
  <cp:revision>2</cp:revision>
  <cp:lastPrinted>2019-10-03T08:30:00Z</cp:lastPrinted>
  <dcterms:created xsi:type="dcterms:W3CDTF">2022-09-12T12:10:00Z</dcterms:created>
  <dcterms:modified xsi:type="dcterms:W3CDTF">2022-09-12T12:10:00Z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0x010100FE05E2A1DCC48846A492095E8FF240CC</vt:lpwstr>
  </property>
</Properties>
</file>